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3"/>
        <w:gridCol w:w="6523"/>
        <w:gridCol w:w="843"/>
        <w:gridCol w:w="853"/>
        <w:gridCol w:w="358"/>
        <w:gridCol w:w="2048"/>
        <w:gridCol w:w="1323"/>
        <w:gridCol w:w="2303"/>
      </w:tblGrid>
      <w:tr w:rsidR="00E62FF6" w:rsidTr="000C7B68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right"/>
            </w:pPr>
          </w:p>
        </w:tc>
        <w:tc>
          <w:tcPr>
            <w:tcW w:w="6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6" w:rsidRDefault="00E62FF6" w:rsidP="000C7B68">
            <w:pPr>
              <w:rPr>
                <w:sz w:val="24"/>
                <w:szCs w:val="24"/>
              </w:rPr>
            </w:pPr>
            <w:r>
              <w:t>Приложение 6</w:t>
            </w:r>
          </w:p>
        </w:tc>
      </w:tr>
      <w:tr w:rsidR="00E62FF6" w:rsidTr="000C7B68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right"/>
            </w:pPr>
          </w:p>
        </w:tc>
        <w:tc>
          <w:tcPr>
            <w:tcW w:w="6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6" w:rsidRDefault="00E62FF6" w:rsidP="000C7B68">
            <w:pPr>
              <w:rPr>
                <w:sz w:val="24"/>
                <w:szCs w:val="24"/>
              </w:rPr>
            </w:pPr>
            <w:r>
              <w:t>к Закону Республики Карелия</w:t>
            </w:r>
          </w:p>
        </w:tc>
      </w:tr>
      <w:tr w:rsidR="00E62FF6" w:rsidTr="000C7B68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right"/>
            </w:pPr>
          </w:p>
        </w:tc>
        <w:tc>
          <w:tcPr>
            <w:tcW w:w="6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6" w:rsidRDefault="00E62FF6" w:rsidP="000C7B68">
            <w:pPr>
              <w:rPr>
                <w:sz w:val="24"/>
                <w:szCs w:val="24"/>
              </w:rPr>
            </w:pPr>
            <w:r>
              <w:t>«О бюджете Республики Карелия на 2018 год</w:t>
            </w:r>
          </w:p>
        </w:tc>
      </w:tr>
      <w:tr w:rsidR="00E62FF6" w:rsidTr="000C7B68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right"/>
            </w:pPr>
          </w:p>
        </w:tc>
        <w:tc>
          <w:tcPr>
            <w:tcW w:w="60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6" w:rsidRDefault="00E62FF6" w:rsidP="000C7B68">
            <w:pPr>
              <w:rPr>
                <w:sz w:val="24"/>
                <w:szCs w:val="24"/>
              </w:rPr>
            </w:pPr>
            <w:r>
              <w:t>и на плановый период 2019 и 2020 годов»</w:t>
            </w:r>
          </w:p>
        </w:tc>
      </w:tr>
      <w:tr w:rsidR="00E62FF6" w:rsidTr="00E62FF6">
        <w:trPr>
          <w:cantSplit/>
        </w:trPr>
        <w:tc>
          <w:tcPr>
            <w:tcW w:w="153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7B68" w:rsidRPr="00102C60" w:rsidRDefault="000C7B68" w:rsidP="00552114">
            <w:pPr>
              <w:jc w:val="center"/>
              <w:rPr>
                <w:b/>
                <w:bCs/>
              </w:rPr>
            </w:pPr>
          </w:p>
          <w:p w:rsidR="000C7B68" w:rsidRPr="00102C60" w:rsidRDefault="00E62FF6" w:rsidP="00552114">
            <w:pPr>
              <w:jc w:val="center"/>
              <w:rPr>
                <w:b/>
                <w:bCs/>
              </w:rPr>
            </w:pPr>
            <w:r w:rsidRPr="00102C60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0C7B68" w:rsidRPr="00102C60" w:rsidRDefault="00E62FF6" w:rsidP="00552114">
            <w:pPr>
              <w:jc w:val="center"/>
              <w:rPr>
                <w:b/>
                <w:bCs/>
              </w:rPr>
            </w:pPr>
            <w:r w:rsidRPr="00102C60">
              <w:rPr>
                <w:b/>
                <w:bCs/>
              </w:rPr>
              <w:t xml:space="preserve">(государственным программам Республики Карелия и непрограммным направлениям деятельности), </w:t>
            </w:r>
          </w:p>
          <w:p w:rsidR="00E62FF6" w:rsidRDefault="00E62FF6" w:rsidP="00552114">
            <w:pPr>
              <w:jc w:val="center"/>
              <w:rPr>
                <w:b/>
                <w:bCs/>
              </w:rPr>
            </w:pPr>
            <w:r w:rsidRPr="00102C60">
              <w:rPr>
                <w:b/>
                <w:bCs/>
              </w:rPr>
              <w:t xml:space="preserve">группам и подгруппам </w:t>
            </w:r>
            <w:proofErr w:type="gramStart"/>
            <w:r w:rsidRPr="00102C60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102C60">
              <w:rPr>
                <w:b/>
                <w:bCs/>
              </w:rPr>
              <w:t xml:space="preserve"> на 2018 год</w:t>
            </w:r>
          </w:p>
          <w:p w:rsidR="00102C60" w:rsidRPr="00102C60" w:rsidRDefault="00102C60" w:rsidP="00552114">
            <w:pPr>
              <w:jc w:val="center"/>
              <w:rPr>
                <w:b/>
                <w:bCs/>
              </w:rPr>
            </w:pPr>
          </w:p>
        </w:tc>
      </w:tr>
      <w:tr w:rsidR="00E62FF6" w:rsidTr="00E62FF6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FF6" w:rsidRPr="00102C60" w:rsidRDefault="00E62FF6" w:rsidP="00552114">
            <w:pPr>
              <w:jc w:val="center"/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2FF6" w:rsidRPr="00102C60" w:rsidRDefault="00E62FF6" w:rsidP="00552114">
            <w:pPr>
              <w:jc w:val="center"/>
              <w:rPr>
                <w:color w:val="FFFFFF"/>
              </w:rPr>
            </w:pPr>
            <w:r w:rsidRPr="00102C60">
              <w:rPr>
                <w:color w:val="FFFFFF"/>
              </w:rPr>
              <w:t>Приложение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Pr="00102C60" w:rsidRDefault="00E62FF6" w:rsidP="00552114"/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FF6" w:rsidRPr="00102C60" w:rsidRDefault="00E62FF6" w:rsidP="00552114">
            <w:pPr>
              <w:jc w:val="center"/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FF6" w:rsidRPr="00102C60" w:rsidRDefault="00E62FF6" w:rsidP="00552114">
            <w:pPr>
              <w:jc w:val="center"/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2FF6" w:rsidRPr="00102C60" w:rsidRDefault="00E62FF6" w:rsidP="00552114">
            <w:pPr>
              <w:jc w:val="center"/>
            </w:pPr>
          </w:p>
        </w:tc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62FF6" w:rsidRPr="00102C60" w:rsidRDefault="00E62FF6" w:rsidP="00552114">
            <w:pPr>
              <w:jc w:val="right"/>
            </w:pPr>
            <w:r w:rsidRPr="00102C60">
              <w:t>(тыс. рублей)</w:t>
            </w:r>
          </w:p>
        </w:tc>
      </w:tr>
      <w:tr w:rsidR="00E62FF6" w:rsidTr="00E62FF6">
        <w:trPr>
          <w:cantSplit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пун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 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дов</w:t>
            </w:r>
          </w:p>
        </w:tc>
        <w:tc>
          <w:tcPr>
            <w:tcW w:w="230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</w:tbl>
    <w:p w:rsidR="00E62FF6" w:rsidRPr="00E62FF6" w:rsidRDefault="00E62FF6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3"/>
        <w:gridCol w:w="6523"/>
        <w:gridCol w:w="843"/>
        <w:gridCol w:w="1211"/>
        <w:gridCol w:w="2048"/>
        <w:gridCol w:w="1323"/>
        <w:gridCol w:w="2303"/>
      </w:tblGrid>
      <w:tr w:rsidR="00E62FF6" w:rsidTr="00E62FF6">
        <w:trPr>
          <w:tblHeader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2FF6" w:rsidRDefault="00E62FF6" w:rsidP="005521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E62FF6" w:rsidTr="00E62FF6"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2 022 237,1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4 259,7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Глава Республики Карелия (Расходы на выплаты персоналу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4 259,7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Функционирование законодательных (представ</w:t>
            </w:r>
            <w:r>
              <w:t>и</w:t>
            </w:r>
            <w:r>
              <w:t>тельных) органов государственной власти и пре</w:t>
            </w:r>
            <w:r>
              <w:t>д</w:t>
            </w:r>
            <w:r>
              <w:t>ставительных органов муниципальных образований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178 737,9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0C7B68">
            <w:pPr>
              <w:ind w:right="-103"/>
              <w:rPr>
                <w:sz w:val="24"/>
                <w:szCs w:val="24"/>
              </w:rPr>
            </w:pPr>
            <w:r>
              <w:t>Председатель Законодательного Собрания Респу</w:t>
            </w:r>
            <w:r>
              <w:t>б</w:t>
            </w:r>
            <w:r>
              <w:t>лики Карелия (Расходы на выплаты персоналу гос</w:t>
            </w:r>
            <w:r>
              <w:t>у</w:t>
            </w:r>
            <w:r>
              <w:t>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3 531,1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Депутаты Законодательного Собрания Республики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35 182,0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Аппарат Законодательного Собрания Республики Карелия (Расходы на выплаты персоналу госуда</w:t>
            </w:r>
            <w:r>
              <w:t>р</w:t>
            </w:r>
            <w:r>
              <w:lastRenderedPageBreak/>
              <w:t>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87 485,3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102C60">
            <w:pPr>
              <w:ind w:right="39"/>
              <w:rPr>
                <w:sz w:val="24"/>
                <w:szCs w:val="24"/>
              </w:rPr>
            </w:pPr>
            <w:r>
              <w:t>Аппарат Законодательного Собрания Республики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36 185,9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Аппарат Законодательного Собрания Республики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755,0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102C60">
            <w:pPr>
              <w:ind w:right="-103"/>
              <w:rPr>
                <w:sz w:val="24"/>
                <w:szCs w:val="24"/>
              </w:rPr>
            </w:pPr>
            <w:r>
              <w:t>Обеспечение деятельности депутатов Государстве</w:t>
            </w:r>
            <w:r>
              <w:t>н</w:t>
            </w:r>
            <w:r>
              <w:t>ной Думы и их помощников в избирательных окр</w:t>
            </w:r>
            <w:r>
              <w:t>у</w:t>
            </w:r>
            <w:r>
              <w:t>гах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5 195,0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102C60">
            <w:pPr>
              <w:ind w:right="-103"/>
              <w:rPr>
                <w:sz w:val="24"/>
                <w:szCs w:val="24"/>
              </w:rPr>
            </w:pPr>
            <w:r>
              <w:t>Обеспечение деятельности депутатов Государстве</w:t>
            </w:r>
            <w:r>
              <w:t>н</w:t>
            </w:r>
            <w:r>
              <w:t>ной Думы и их помощников в избирательных окр</w:t>
            </w:r>
            <w:r>
              <w:t>у</w:t>
            </w:r>
            <w:r>
              <w:t>гах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членов Совета Федерации и их п</w:t>
            </w:r>
            <w:r>
              <w:t>о</w:t>
            </w:r>
            <w:r>
              <w:t>мощников в субъектах Российской Федерации (Ра</w:t>
            </w:r>
            <w:r>
              <w:t>с</w:t>
            </w:r>
            <w:r>
              <w:t>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4 044,1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членов Совета Федерации и их п</w:t>
            </w:r>
            <w:r>
              <w:t>о</w:t>
            </w:r>
            <w:r>
              <w:t>мощников в субъектах Российской Федерации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554,5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Информационное сопровождение деятельности о</w:t>
            </w:r>
            <w:r>
              <w:t>р</w:t>
            </w:r>
            <w:r>
              <w:t>ганов государственной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4 900,0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Функционирование Правительства Российской Ф</w:t>
            </w:r>
            <w:r>
              <w:t>е</w:t>
            </w:r>
            <w:r>
              <w:lastRenderedPageBreak/>
              <w:t>дерации, высших исполнительных органов госуда</w:t>
            </w:r>
            <w:r>
              <w:t>р</w:t>
            </w:r>
            <w:r>
              <w:t>ственной власти субъектов Российской Федерации, местных администраций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21 345,0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2 263,0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качественными жилищно-коммунальными услугами граждан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2 263,0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обеспечение надежности предоставления комм</w:t>
            </w:r>
            <w:r>
              <w:t>у</w:t>
            </w:r>
            <w:r>
              <w:t>нальных услуг»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2 263,0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регулированию цен (тарифов) на отдельные виды продукции, товаров и услуг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05 2 04 42120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2 263,0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созданию комиссий по делам несовершеннолетних и защите их прав и организ</w:t>
            </w:r>
            <w:r>
              <w:t>а</w:t>
            </w:r>
            <w:r>
              <w:t>ции деятельности таких комиссий 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30 0 00 42020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10 543,0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созданию и обеспечению де</w:t>
            </w:r>
            <w:r>
              <w:t>я</w:t>
            </w:r>
            <w:r>
              <w:t>тельности административных комиссий и определ</w:t>
            </w:r>
            <w:r>
              <w:t>е</w:t>
            </w:r>
            <w:r>
              <w:t>нию перечня должностных лиц, уполномоченных составлять протоколы об административных прав</w:t>
            </w:r>
            <w:r>
              <w:t>о</w:t>
            </w:r>
            <w:r>
              <w:t>нарушениях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30 0 00 42140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8 539,0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1.4.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160 466,4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Государственная программа Республики Карелия </w:t>
            </w:r>
            <w:r>
              <w:lastRenderedPageBreak/>
              <w:t>«Развитие институтов гражданского общества и развитие местного самоуправления, защита прав и свобод человека и гражданина»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144 827,4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системы мировой юст</w:t>
            </w:r>
            <w:r>
              <w:t>и</w:t>
            </w:r>
            <w:r>
              <w:t>ции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«Создание условий для осуществления правосудия мировыми судьями»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15 5 01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организационному обеспечению деятельности мировых судей и их аппаратов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15 5 01 73840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142 667,4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аппаратов судов  (Ра</w:t>
            </w:r>
            <w:r>
              <w:t>с</w:t>
            </w:r>
            <w:r>
              <w:t>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87 984,7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аппаратов судов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54 639,1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аппаратов судов  (Упл</w:t>
            </w:r>
            <w:r>
              <w:t>а</w:t>
            </w:r>
            <w:r>
              <w:t>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43,6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составлению (изменению) спи</w:t>
            </w:r>
            <w:r>
              <w:t>с</w:t>
            </w:r>
            <w:r>
              <w:t>ков кандидатов в присяжные заседатели федерал</w:t>
            </w:r>
            <w:r>
              <w:t>ь</w:t>
            </w:r>
            <w:r>
              <w:t>ных судов общей юрисдикции в Российской Фед</w:t>
            </w:r>
            <w:r>
              <w:t>е</w:t>
            </w:r>
            <w:r>
              <w:t>рации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30 0 00 51200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Судьи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8 518,9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аппаратов судов  (Ра</w:t>
            </w:r>
            <w:r>
              <w:t>с</w:t>
            </w:r>
            <w:r>
              <w:t>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6 167,4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аппаратов судов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44,7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аппаратов судов  (Упл</w:t>
            </w:r>
            <w:r>
              <w:t>а</w:t>
            </w:r>
            <w:r>
              <w:t>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1.5.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финансовых, налоговых и таможенных органов и органов финансового (ф</w:t>
            </w:r>
            <w:r>
              <w:t>и</w:t>
            </w:r>
            <w:r>
              <w:t>нансово-бюджетного) надзора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151 748,1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«Эффективное управление региональными и мун</w:t>
            </w:r>
            <w:r>
              <w:t>и</w:t>
            </w:r>
            <w:r>
              <w:t>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126 392,6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126 392,6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117 582,7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8 718,3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91,6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Государственная программа Республики Карелия </w:t>
            </w:r>
            <w:r>
              <w:lastRenderedPageBreak/>
              <w:t xml:space="preserve">«Энергосбережение, </w:t>
            </w:r>
            <w:proofErr w:type="spellStart"/>
            <w:r>
              <w:t>энергоэффективность</w:t>
            </w:r>
            <w:proofErr w:type="spellEnd"/>
            <w:r>
              <w:t xml:space="preserve"> и разв</w:t>
            </w:r>
            <w:r>
              <w:t>и</w:t>
            </w:r>
            <w:r>
              <w:t>тие энергетики»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«Энергосбережение и повышение энергетической эффективности в Республике Кар</w:t>
            </w:r>
            <w:r>
              <w:t>е</w:t>
            </w:r>
            <w:r>
              <w:t>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«Строительство и реко</w:t>
            </w:r>
            <w:r>
              <w:t>н</w:t>
            </w:r>
            <w:r>
              <w:t>струкция объектов теплоэнергетики, внедрение энергосберегающих технологий»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энергосбережению и повышению энергетической эффективности (Иные закупки т</w:t>
            </w:r>
            <w:r>
              <w:t>о</w:t>
            </w:r>
            <w:r>
              <w:t>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18 1 01 74500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палаты Республики Карелия (Расходы на выплаты персоналу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23 072,9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палаты Республики Карелия (Иные закупки тов</w:t>
            </w:r>
            <w:r>
              <w:t>а</w:t>
            </w:r>
            <w:r>
              <w:t>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2 141,2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палаты Республики Карелия (Уплата налогов, сб</w:t>
            </w:r>
            <w:r>
              <w:t>о</w:t>
            </w:r>
            <w:r>
              <w:t>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1.6.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проведения выборов и референдумов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45 081,5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Проведение выборов в Законодательное Собрание Республики Карелия (Специальные расходы)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30 0 00 10750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Члены избирательной комиссии (Расходы на выпл</w:t>
            </w:r>
            <w:r>
              <w:t>а</w:t>
            </w:r>
            <w:r>
              <w:t xml:space="preserve">ты персоналу государственных (муниципальных) </w:t>
            </w:r>
            <w:r>
              <w:lastRenderedPageBreak/>
              <w:t>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6 601,5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избирательной комиссии (Расходы на выплаты персоналу государственных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30 520,2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избирательной комиссии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949,8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избирательной комиссии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1.7.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Резервные фонды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Резервный фонд Правительства Республики Кар</w:t>
            </w:r>
            <w:r>
              <w:t>е</w:t>
            </w:r>
            <w:r>
              <w:t>лия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Резервный фонд Правительства Республики Кар</w:t>
            </w:r>
            <w:r>
              <w:t>е</w:t>
            </w:r>
            <w:r>
              <w:t>лия для ликвидации чрезвычайных ситуаций (Р</w:t>
            </w:r>
            <w:r>
              <w:t>е</w:t>
            </w:r>
            <w:r>
              <w:t>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1.8.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1 415 598,5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28 246,3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28 246,3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25 203,7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102C60">
            <w:pPr>
              <w:ind w:right="-103"/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(Иные закупки товаров, работ и услуг для обе</w:t>
            </w:r>
            <w:r>
              <w:t>с</w:t>
            </w:r>
            <w:r>
              <w:lastRenderedPageBreak/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2 905,6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57 039,7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музейного и а</w:t>
            </w:r>
            <w:r>
              <w:t>р</w:t>
            </w:r>
            <w:r>
              <w:t>хивного дела»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57 039,7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архивного дела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53 498,8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архивного дела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3 523,4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архивного дела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«Экономическое развитие и инновационная экон</w:t>
            </w:r>
            <w:r>
              <w:t>о</w:t>
            </w:r>
            <w:r>
              <w:t>мика»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76 266,8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системы гос</w:t>
            </w:r>
            <w:r>
              <w:t>у</w:t>
            </w:r>
            <w:r>
              <w:t>дарственного стратегического управления»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1 708,5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«Содействие предприятиям Республики Карелия в организации экспозиций на российских и международных выставках и фор</w:t>
            </w:r>
            <w:r>
              <w:t>у</w:t>
            </w:r>
            <w:r>
              <w:t>мах»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09 5 02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Мероприятия по организации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09 5 02 72240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законод</w:t>
            </w:r>
            <w:r>
              <w:t>а</w:t>
            </w:r>
            <w:r>
              <w:t>тельных и исполнительных органов государстве</w:t>
            </w:r>
            <w:r>
              <w:t>н</w:t>
            </w:r>
            <w:r>
              <w:lastRenderedPageBreak/>
              <w:t>ной власти статистической информацией о соц</w:t>
            </w:r>
            <w:r>
              <w:t>и</w:t>
            </w:r>
            <w:r>
              <w:t>ально-экономическом развитии  Республики Кар</w:t>
            </w:r>
            <w:r>
              <w:t>е</w:t>
            </w:r>
            <w:r>
              <w:t>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09 5 03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908,5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предоставлению статистической информации органам государственной власти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09 5 03 72280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908,5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74 558,3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68 367,2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6 176,7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«Информационное общество»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127 690,0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и эксплуатация инфраструктуры электронного правительства, орг</w:t>
            </w:r>
            <w:r>
              <w:t>а</w:t>
            </w:r>
            <w:r>
              <w:t>низация предоставления государственных и мун</w:t>
            </w:r>
            <w:r>
              <w:t>и</w:t>
            </w:r>
            <w:r>
              <w:t>ципальных услуг по принципу «одного окна»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127 690,0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0C7B68">
            <w:pPr>
              <w:ind w:right="-103"/>
              <w:rPr>
                <w:sz w:val="24"/>
                <w:szCs w:val="24"/>
              </w:rPr>
            </w:pPr>
            <w:r>
              <w:t>Многофункциональный центр предоставления гос</w:t>
            </w:r>
            <w:r>
              <w:t>у</w:t>
            </w:r>
            <w:r>
              <w:t xml:space="preserve">дарственных и муниципальных услуг (Субсидии </w:t>
            </w:r>
            <w:r>
              <w:lastRenderedPageBreak/>
              <w:t>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10 0 01 72510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127 690,0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системы защиты населения и территории от последствий чрезвычайных ситуаций, профила</w:t>
            </w:r>
            <w:r>
              <w:t>к</w:t>
            </w:r>
            <w:r>
              <w:t>тика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«Профилактика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системы проф</w:t>
            </w:r>
            <w:r>
              <w:t>и</w:t>
            </w:r>
            <w:r>
              <w:t>лактики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Республике Карелия (Иные выплаты населению)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14 3 01 73570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институтов гражданского общества и развитие местного самоуправления, защита прав и свобод человека и гражданина»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39 263,5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«Поддержка социально ориентир</w:t>
            </w:r>
            <w:r>
              <w:t>о</w:t>
            </w:r>
            <w:r>
              <w:t>ванных некоммерческих организаций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«Поддержка проектов, ре</w:t>
            </w:r>
            <w:r>
              <w:t>а</w:t>
            </w:r>
            <w:r>
              <w:t>лизуемых социально ориентированными некомме</w:t>
            </w:r>
            <w:r>
              <w:t>р</w:t>
            </w:r>
            <w:r>
              <w:t>ческими организациями»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Гранты в форме субсидий социально ориентир</w:t>
            </w:r>
            <w:r>
              <w:t>о</w:t>
            </w:r>
            <w:r>
              <w:t>ванным некоммерческим организациям, достигшим наилучших результатов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15 1 01 73860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«Содействие развитию муниципал</w:t>
            </w:r>
            <w:r>
              <w:t>ь</w:t>
            </w:r>
            <w:r>
              <w:t>ной службы, территориального общественного с</w:t>
            </w:r>
            <w:r>
              <w:t>а</w:t>
            </w:r>
            <w:r>
              <w:t>моуправления и иных форм осуществления местн</w:t>
            </w:r>
            <w:r>
              <w:t>о</w:t>
            </w:r>
            <w:r>
              <w:t>го самоуправления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«Стимулирование гражда</w:t>
            </w:r>
            <w:r>
              <w:t>н</w:t>
            </w:r>
            <w:r>
              <w:lastRenderedPageBreak/>
              <w:t>ской инициативы, развитие форм осуществления местного самоуправления»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Проведение социологических опросов населения об оценке эффективности деятельности органов мес</w:t>
            </w:r>
            <w:r>
              <w:t>т</w:t>
            </w:r>
            <w:r>
              <w:t>ного самоуправления городских округов и муниц</w:t>
            </w:r>
            <w:r>
              <w:t>и</w:t>
            </w:r>
            <w:r>
              <w:t>пальных районов Республики Карелия (Субсидии некоммерческим организациям (за исключением государственных (муниципальных)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15 4 01 73830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«Формирование и подготовка резе</w:t>
            </w:r>
            <w:r>
              <w:t>р</w:t>
            </w:r>
            <w:r>
              <w:t>ва управленческих кадров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</w:t>
            </w:r>
            <w:r>
              <w:t>н</w:t>
            </w:r>
            <w:r>
              <w:t>циала»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15 6 01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формированию и подготовке р</w:t>
            </w:r>
            <w:r>
              <w:t>е</w:t>
            </w:r>
            <w:r>
              <w:t>зерва управленческих кадров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15 6 01 73850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33 500,5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32 218,7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1 272,4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Осуществление полномочий Республики Карелия </w:t>
            </w:r>
            <w:r>
              <w:lastRenderedPageBreak/>
              <w:t>органами исполнительной власти Республики Кар</w:t>
            </w:r>
            <w:r>
              <w:t>е</w:t>
            </w:r>
            <w:r>
              <w:t>лия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«Эффективное управление региональными и мун</w:t>
            </w:r>
            <w:r>
              <w:t>и</w:t>
            </w:r>
            <w:r>
              <w:t>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62 088,0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среднесрочного и долг</w:t>
            </w:r>
            <w:r>
              <w:t>о</w:t>
            </w:r>
            <w:r>
              <w:t xml:space="preserve">срочного бюджетного планирования»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«Автоматизация и технич</w:t>
            </w:r>
            <w:r>
              <w:t>е</w:t>
            </w:r>
            <w:r>
              <w:t>ское обеспечение бюджетного процесса»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функционирования интегрированных автоматизированных систем управления бюджетным процессом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16 1 01 74100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Подпрограмма «Организация исполнения бюджета Республики Карелия и формирование бюджетной отчетности»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25 230,0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</w:t>
            </w:r>
            <w:r>
              <w:t>н</w:t>
            </w:r>
            <w:r>
              <w:t>ных расчетов и выплат по обязательствам Респу</w:t>
            </w:r>
            <w:r>
              <w:t>б</w:t>
            </w:r>
            <w:r>
              <w:t>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5 230,0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Выполнение обязательств по выплате агентских к</w:t>
            </w:r>
            <w:r>
              <w:t>о</w:t>
            </w:r>
            <w:r>
              <w:t>миссий и вознаграждения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16 4 01 74120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5 030,0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Исполнение судебных актов, подлежащих взыск</w:t>
            </w:r>
            <w:r>
              <w:t>а</w:t>
            </w:r>
            <w:r>
              <w:t>нию с казны Республики Карелия (Исполнение с</w:t>
            </w:r>
            <w:r>
              <w:t>у</w:t>
            </w:r>
            <w:r>
              <w:t>дебных актов)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16 4 01 74130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«Модернизация информ</w:t>
            </w:r>
            <w:r>
              <w:t>а</w:t>
            </w:r>
            <w:r>
              <w:lastRenderedPageBreak/>
              <w:t>ционных систем управления общественными ф</w:t>
            </w:r>
            <w:r>
              <w:t>и</w:t>
            </w:r>
            <w:r>
              <w:t>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16 4 02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автоматизированных с</w:t>
            </w:r>
            <w:r>
              <w:t>и</w:t>
            </w:r>
            <w:r>
              <w:t>стем управления бюджетным процессом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16 4 02 74140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31 858,0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16 032,8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15 277,2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545,0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«Управление государственным имуществом Ре</w:t>
            </w:r>
            <w:r>
              <w:t>с</w:t>
            </w:r>
            <w:r>
              <w:t>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38 418,0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38 418,0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Осуществление полномочий Республики Карелия </w:t>
            </w:r>
            <w:r>
              <w:lastRenderedPageBreak/>
              <w:t>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36 531,2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1 867,0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Государственная программа Республики Карелия «Энергосбережение, </w:t>
            </w:r>
            <w:proofErr w:type="spellStart"/>
            <w:r>
              <w:t>энергоэффективность</w:t>
            </w:r>
            <w:proofErr w:type="spellEnd"/>
            <w:r>
              <w:t xml:space="preserve"> и разв</w:t>
            </w:r>
            <w:r>
              <w:t>и</w:t>
            </w:r>
            <w:r>
              <w:t>тие энергетики»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«Энергосбережение и повышение энергетической эффективности в Республике Кар</w:t>
            </w:r>
            <w:r>
              <w:t>е</w:t>
            </w:r>
            <w:r>
              <w:t>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«Строительство и реко</w:t>
            </w:r>
            <w:r>
              <w:t>н</w:t>
            </w:r>
            <w:r>
              <w:t>струкция объектов теплоэнергетики, внедрение энергосберегающих технологий»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энергосбережению и повышению энергетической эффективности (Иные закупки т</w:t>
            </w:r>
            <w:r>
              <w:t>о</w:t>
            </w:r>
            <w:r>
              <w:t>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18 1 01 74500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части затрат инвесторов по выполн</w:t>
            </w:r>
            <w:r>
              <w:t>е</w:t>
            </w:r>
            <w:r>
              <w:t xml:space="preserve">нию кадастровых работ в отношении земельных участков, находящихся в собственности Республики Карелия (Иные закупки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2 847,3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(Иные выплаты населению)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(Уплата нал</w:t>
            </w:r>
            <w:r>
              <w:t>о</w:t>
            </w:r>
            <w:r>
              <w:t>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(Предоставл</w:t>
            </w:r>
            <w:r>
              <w:t>е</w:t>
            </w:r>
            <w:r>
              <w:t>ние платежей, взносов, безвозмездных перечисл</w:t>
            </w:r>
            <w:r>
              <w:t>е</w:t>
            </w:r>
            <w:r>
              <w:t>ний субъектам международного права)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860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330,0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Прием иностранных делегаций (Резервные сре</w:t>
            </w:r>
            <w:r>
              <w:t>д</w:t>
            </w:r>
            <w:r>
              <w:t>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Резерв на заработную плату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30 0 00 75110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повышению эффективности мер антикоррупционной политики (Иные закупки тов</w:t>
            </w:r>
            <w:r>
              <w:t>а</w:t>
            </w:r>
            <w:r>
              <w:t>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30 0 00 75120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оказанию бесплатной юридич</w:t>
            </w:r>
            <w:r>
              <w:t>е</w:t>
            </w:r>
            <w:r>
              <w:t>ской помощи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6 217,4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оказанию бесплатной юридич</w:t>
            </w:r>
            <w:r>
              <w:t>е</w:t>
            </w:r>
            <w:r>
              <w:t xml:space="preserve">ской помощи (Иные закупки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2 180,4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оказанию бесплатной юридич</w:t>
            </w:r>
            <w:r>
              <w:t>е</w:t>
            </w:r>
            <w:r>
              <w:t>ской помощи (Уплата налогов, сборов и иных пл</w:t>
            </w:r>
            <w:r>
              <w:t>а</w:t>
            </w:r>
            <w:r>
              <w:t>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Финансовое обеспечение выполнения функций о</w:t>
            </w:r>
            <w:r>
              <w:t>р</w:t>
            </w:r>
            <w:r>
              <w:t>ганов государственной власти (государственных о</w:t>
            </w:r>
            <w:r>
              <w:t>р</w:t>
            </w:r>
            <w:r>
              <w:t>ганов) Республики Карелия, оказания услуг и в</w:t>
            </w:r>
            <w:r>
              <w:t>ы</w:t>
            </w:r>
            <w:r>
              <w:t>полнения работ государственными учреждениями Республики Карелия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301 460,2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Уполномоченный по правам человека в Республике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2 326,3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Уполномоченный по правам человека в Республике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124,8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Уполномоченный по правам ребенка в Республике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2 145,1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Уполномоченный по правам ребенка в Республике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80,4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Уполномоченный по защите прав предпринимат</w:t>
            </w:r>
            <w:r>
              <w:t>е</w:t>
            </w:r>
            <w:r>
              <w:t>лей в Республике Карелия (Расходы на выплаты персоналу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2 145,1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Уполномоченный по защите прав предпринимат</w:t>
            </w:r>
            <w:r>
              <w:t>е</w:t>
            </w:r>
            <w:r>
              <w:lastRenderedPageBreak/>
              <w:t>лей в Республике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Общественная палата Республики Карелия (Расх</w:t>
            </w:r>
            <w:r>
              <w:t>о</w:t>
            </w:r>
            <w:r>
              <w:t>ды на выплаты персоналу государственных (мун</w:t>
            </w:r>
            <w:r>
              <w:t>и</w:t>
            </w:r>
            <w:r>
              <w:t>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1 192,3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Общественная палата Республики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99,4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169 011,5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20 774,6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правам человека в Республике Карелия, Уполном</w:t>
            </w:r>
            <w:r>
              <w:t>о</w:t>
            </w:r>
            <w:r>
              <w:t>ченного по правам ребенка в Республике Карелия, Уполномоченного по защите прав предпринимат</w:t>
            </w:r>
            <w:r>
              <w:t>е</w:t>
            </w:r>
            <w:r>
              <w:t>лей в Республике Карелия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2 535,8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правам человека в Республике Карелия, Уполном</w:t>
            </w:r>
            <w:r>
              <w:t>о</w:t>
            </w:r>
            <w:r>
              <w:lastRenderedPageBreak/>
              <w:t>ченного по правам ребенка в Республике Карелия, Уполномоченного по защите прав предпринимат</w:t>
            </w:r>
            <w:r>
              <w:t>е</w:t>
            </w:r>
            <w:r>
              <w:t>лей в Республике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65 972,2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53 432,7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1 897,6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оборона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13 669,0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Мобилизационная и вневойсковая подготовка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13 669,0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первичному воинскому учету на территориях, где отсутствуют военные комиссари</w:t>
            </w:r>
            <w:r>
              <w:t>а</w:t>
            </w:r>
            <w:r>
              <w:t>ты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30 0 00 51180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13 669,0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безопасность и правоохранител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ная деятельность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697 131,8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Органы юстиции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64 325,9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15 481,8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государственную регистрацию актов гражданского состояния (Расходы на выплаты персоналу государственных (муниципальных) орг</w:t>
            </w:r>
            <w:r>
              <w:t>а</w:t>
            </w:r>
            <w:r>
              <w:t>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40 643,8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государственную регистрацию актов гражданского состояния (Иные закупки тов</w:t>
            </w:r>
            <w:r>
              <w:t>а</w:t>
            </w:r>
            <w:r>
              <w:t>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8 151,9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государственную регистрацию актов гражданского состояния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48,4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115 980,3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системы защиты населения и территории от последствий чрезвычайных ситуаций, профила</w:t>
            </w:r>
            <w:r>
              <w:t>к</w:t>
            </w:r>
            <w:r>
              <w:t>тика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113 680,3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«Снижение рисков и смягчение п</w:t>
            </w:r>
            <w:r>
              <w:t>о</w:t>
            </w:r>
            <w:r>
              <w:t>следствий чрезвычайных ситуаций природного и техногенного характера»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88 984,9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защиты нас</w:t>
            </w:r>
            <w:r>
              <w:t>е</w:t>
            </w:r>
            <w:r>
              <w:t>ления при чрезвычайных ситуациях, обеспечение безопасности людей»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88 984,9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организации и проведению пои</w:t>
            </w:r>
            <w:r>
              <w:t>с</w:t>
            </w:r>
            <w:r>
              <w:lastRenderedPageBreak/>
              <w:t>ково-спасательных работ при чрезвычайных ситу</w:t>
            </w:r>
            <w:r>
              <w:t>а</w:t>
            </w:r>
            <w:r>
              <w:t>циях природного и техногенного характера (Расх</w:t>
            </w:r>
            <w:r>
              <w:t>о</w:t>
            </w:r>
            <w:r>
              <w:t>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43 441,3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организации и проведению пои</w:t>
            </w:r>
            <w:r>
              <w:t>с</w:t>
            </w:r>
            <w:r>
              <w:t>ково-спасательных работ при чрезвычайных ситу</w:t>
            </w:r>
            <w:r>
              <w:t>а</w:t>
            </w:r>
            <w:r>
              <w:t>циях природного и техногенного характера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4 005,7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организации и проведению пои</w:t>
            </w:r>
            <w:r>
              <w:t>с</w:t>
            </w:r>
            <w:r>
              <w:t>ково-спасательных работ при чрезвычайных ситу</w:t>
            </w:r>
            <w:r>
              <w:t>а</w:t>
            </w:r>
            <w:r>
              <w:t>циях природного и техногенного характера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495,4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гражданской обороны, защиты от чрезвычайных с</w:t>
            </w:r>
            <w:r>
              <w:t>и</w:t>
            </w:r>
            <w:r>
              <w:t>туаций, пожарной безопасности и основам против</w:t>
            </w:r>
            <w:r>
              <w:t>о</w:t>
            </w:r>
            <w:r>
              <w:t>действия терроризму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5 399,0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гражданской обороны, защиты от чрезвычайных с</w:t>
            </w:r>
            <w:r>
              <w:t>и</w:t>
            </w:r>
            <w:r>
              <w:t>туаций, пожарной безопасности и основам против</w:t>
            </w:r>
            <w:r>
              <w:t>о</w:t>
            </w:r>
            <w:r>
              <w:t>действия терроризму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1 947,0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гражданской обороны, защиты от чрезвычайных с</w:t>
            </w:r>
            <w:r>
              <w:t>и</w:t>
            </w:r>
            <w:r>
              <w:t>туаций, пожарной безопасности и основам против</w:t>
            </w:r>
            <w:r>
              <w:t>о</w:t>
            </w:r>
            <w:r>
              <w:t>действия терроризму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функционирования региональной а</w:t>
            </w:r>
            <w:r>
              <w:t>в</w:t>
            </w:r>
            <w:r>
              <w:t>томатизированной системы централизованного оп</w:t>
            </w:r>
            <w:r>
              <w:t>о</w:t>
            </w:r>
            <w:r>
              <w:t>вещения населения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19 766,8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функционирования региональной а</w:t>
            </w:r>
            <w:r>
              <w:t>в</w:t>
            </w:r>
            <w:r>
              <w:t>томатизированной системы централизованного оп</w:t>
            </w:r>
            <w:r>
              <w:t>о</w:t>
            </w:r>
            <w:r>
              <w:t>вещения населения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6 619,2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функционирования региональной а</w:t>
            </w:r>
            <w:r>
              <w:t>в</w:t>
            </w:r>
            <w:r>
              <w:t>томатизированной системы централизованного оп</w:t>
            </w:r>
            <w:r>
              <w:t>о</w:t>
            </w:r>
            <w:r>
              <w:t>вещения населения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179,9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радиационной безопасности нас</w:t>
            </w:r>
            <w:r>
              <w:t>е</w:t>
            </w:r>
            <w:r>
              <w:t>ления и территории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созданию системы обеспечения вызовов экстренных оперативных служб по един</w:t>
            </w:r>
            <w:r>
              <w:t>о</w:t>
            </w:r>
            <w:r>
              <w:t>му номеру «112»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14 2 01 73590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24 695,4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23 257,1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1 436,7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Формирование и пополнение материального резерва (Закупка товаров, работ и услуг в целях формиров</w:t>
            </w:r>
            <w:r>
              <w:t>а</w:t>
            </w:r>
            <w:r>
              <w:t>ния государственного материального резерва)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30 0 00 75160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пожарной безопасности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478 574,3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системы защиты населения и территории от последствий чрезвычайных ситуаций, профила</w:t>
            </w:r>
            <w:r>
              <w:t>к</w:t>
            </w:r>
            <w:r>
              <w:t>тика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478 574,3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«Пожарная безопасность»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478 574,3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пожарной безопасности»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478 574,3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противопожарной слу</w:t>
            </w:r>
            <w:r>
              <w:t>ж</w:t>
            </w:r>
            <w:r>
              <w:t>бы Республики Карелия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413 971,3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противопожарной слу</w:t>
            </w:r>
            <w:r>
              <w:t>ж</w:t>
            </w:r>
            <w:r>
              <w:t>бы Республики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58 747,5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Мероприятия по организации обеспечения тушения </w:t>
            </w:r>
            <w:r>
              <w:lastRenderedPageBreak/>
              <w:t>пожаров подразделениями противопожарной слу</w:t>
            </w:r>
            <w:r>
              <w:t>ж</w:t>
            </w:r>
            <w:r>
              <w:t>бы Республики Карелия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2 455,5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14 1 01 90420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3.4.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Миграционная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«Содействие занятости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«Оказание содействия добровольн</w:t>
            </w:r>
            <w:r>
              <w:t>о</w:t>
            </w:r>
            <w:r>
              <w:t>му переселению в Республику Карелия соотеч</w:t>
            </w:r>
            <w:r>
              <w:t>е</w:t>
            </w:r>
            <w:r>
              <w:t>ственников, проживающих за рубежом»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«Региональная программа переселения соотечественников, проживающих за рубежом»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оказанию содействия добровольному переселению в Российскую Федер</w:t>
            </w:r>
            <w:r>
              <w:t>а</w:t>
            </w:r>
            <w:r>
              <w:t>цию соотечественников, проживающих за рубежом (Социальные выплаты гражданам, кроме публи</w:t>
            </w:r>
            <w:r>
              <w:t>ч</w:t>
            </w:r>
            <w:r>
              <w:t>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06 3 01 </w:t>
            </w:r>
            <w:proofErr w:type="spellStart"/>
            <w:r>
              <w:t>R0860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1 595,8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оказанию содействия добровольному переселению в Российскую Федер</w:t>
            </w:r>
            <w:r>
              <w:t>а</w:t>
            </w:r>
            <w:r>
              <w:t>цию соотечественников, проживающих за рубежом (Социальные выплаты гражданам, кроме публи</w:t>
            </w:r>
            <w:r>
              <w:t>ч</w:t>
            </w:r>
            <w:r>
              <w:t>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06 3 01 </w:t>
            </w:r>
            <w:proofErr w:type="spellStart"/>
            <w:r>
              <w:t>К0860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105,2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3.5.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Другие вопросы в области национальной безопа</w:t>
            </w:r>
            <w:r>
              <w:t>с</w:t>
            </w:r>
            <w:r>
              <w:lastRenderedPageBreak/>
              <w:t>ности и правоохранительной деятельности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36 550,3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системы защиты населения и территории от последствий чрезвычайных ситуаций, профила</w:t>
            </w:r>
            <w:r>
              <w:t>к</w:t>
            </w:r>
            <w:r>
              <w:t>тика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6 898,0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«Профилактика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6 898,0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системы проф</w:t>
            </w:r>
            <w:r>
              <w:t>и</w:t>
            </w:r>
            <w:r>
              <w:t>лактики правонарушений»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6 898,0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Субвенции федеральному бюджету на осуществл</w:t>
            </w:r>
            <w:r>
              <w:t>е</w:t>
            </w:r>
            <w:r>
              <w:t>ние части переданных полномочий по составлению протоколов об административных правонарушен</w:t>
            </w:r>
            <w:r>
              <w:t>и</w:t>
            </w:r>
            <w:r>
              <w:t>ях, посягающих на общественный порядок и общ</w:t>
            </w:r>
            <w:r>
              <w:t>е</w:t>
            </w:r>
            <w:r>
              <w:t>ственную безопасность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14 3 01 57010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профилактике правонарушений в Республике Карелия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14 3 01 73570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2 198,0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</w:t>
            </w:r>
            <w:r>
              <w:t>я</w:t>
            </w:r>
            <w:r>
              <w:t>тию «</w:t>
            </w:r>
            <w:proofErr w:type="spellStart"/>
            <w:r>
              <w:t>Радиоком</w:t>
            </w:r>
            <w:proofErr w:type="spellEnd"/>
            <w:r>
              <w:t>» на выполнение работ по переводу в электронную форму книг государственной рег</w:t>
            </w:r>
            <w:r>
              <w:t>и</w:t>
            </w:r>
            <w:r>
              <w:t>страции актов гражданского состояния (актовых книг)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29 652,3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5 519 752,6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273 188,3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Государственная программа Республики Карелия </w:t>
            </w:r>
            <w:r>
              <w:lastRenderedPageBreak/>
              <w:t>«Совершенствование социальной защиты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мер социальной поддержки отдельных категорий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государственной социальной помощи отдельным категориям мал</w:t>
            </w:r>
            <w:r>
              <w:t>о</w:t>
            </w:r>
            <w:r>
              <w:t>обеспеченных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социальных программ субъектов Российской Федерации, связанных с укреплением материально-технической базы орг</w:t>
            </w:r>
            <w:r>
              <w:t>а</w:t>
            </w:r>
            <w:r>
              <w:t>низаций социального обслуживания населения, ок</w:t>
            </w:r>
            <w:r>
              <w:t>а</w:t>
            </w:r>
            <w:r>
              <w:t>занием адресной социальной помощи неработа</w:t>
            </w:r>
            <w:r>
              <w:t>ю</w:t>
            </w:r>
            <w:r>
              <w:t>щим пенсионерам, обучением компьютерной гр</w:t>
            </w:r>
            <w:r>
              <w:t>а</w:t>
            </w:r>
            <w:r>
              <w:t>мотности неработающих пенсионеров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03 1 02 </w:t>
            </w:r>
            <w:proofErr w:type="spellStart"/>
            <w:r>
              <w:t>R2090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52 654,5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52 654,5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49 824,8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 xml:space="preserve">лия  (Иные закупки товаров, работ и услуг для обеспечения государственных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2 542,4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287,3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«Содействие занятости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220 482,4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</w:t>
            </w:r>
            <w:r>
              <w:t>а</w:t>
            </w:r>
            <w:r>
              <w:t>сти содействия занятости населения и социальной защиты от безработицы»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198 679,9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«Содействие занятости населения и социальная поддержка безработных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195 677,9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105 898,5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32 991,7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(Социальные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14 874,0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24 055,8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13 377,5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376,1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безработных граждан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4 104,3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</w:t>
            </w:r>
            <w:r>
              <w:t>н</w:t>
            </w:r>
            <w:r>
              <w:t>циала, разработка прогнозных оценок рынка труда»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3 002,0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оценке трудового потенциала, формированию прогноза потребности в кадрах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06 1 02 71310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3 002,0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21 802,5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21 802,5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Воспроизводство минерально-сырьевой базы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«Воспроизводство и использование природных р</w:t>
            </w:r>
            <w:r>
              <w:t>е</w:t>
            </w:r>
            <w:r>
              <w:t>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«Воспроизводство минерально-</w:t>
            </w:r>
            <w:r>
              <w:lastRenderedPageBreak/>
              <w:t>сырьевой базы»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и освоение м</w:t>
            </w:r>
            <w:r>
              <w:t>е</w:t>
            </w:r>
            <w:r>
              <w:t>сторождений общераспространенных полезных и</w:t>
            </w:r>
            <w:r>
              <w:t>с</w:t>
            </w:r>
            <w:r>
              <w:t>копаемых»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сфере недропользования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13 2 01 73210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847 953,7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Государственная программа Республики Карелия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рыбохозяйстве</w:t>
            </w:r>
            <w:r>
              <w:t>н</w:t>
            </w:r>
            <w:r>
              <w:t>ного</w:t>
            </w:r>
            <w:proofErr w:type="spellEnd"/>
            <w:r>
              <w:t xml:space="preserve"> комплексов»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847 953,7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Подпрограмма «Развитие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животново</w:t>
            </w:r>
            <w:r>
              <w:t>д</w:t>
            </w:r>
            <w:r>
              <w:t>ства и переработки продукции животноводства»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490 030,9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«Содействие развитию пл</w:t>
            </w:r>
            <w:r>
              <w:t>е</w:t>
            </w:r>
            <w:r>
              <w:t>менного животноводства»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23 100,0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поддержке племенного крупного рогатого скота мясного направления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12 1 01 73070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Приобретение племенного молодняка крупного р</w:t>
            </w:r>
            <w:r>
              <w:t>о</w:t>
            </w:r>
            <w:r>
              <w:t>гатого скота молочного направления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12 1 01 73180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lastRenderedPageBreak/>
              <w:t>нию целевых показателей региональных программ развития агропромышленного комплекса – по</w:t>
            </w:r>
            <w:r>
              <w:t>д</w:t>
            </w:r>
            <w:r>
              <w:t>держка племенного животноводства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12 1 01 </w:t>
            </w:r>
            <w:proofErr w:type="spellStart"/>
            <w:r>
              <w:t>R5431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8 006,4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по</w:t>
            </w:r>
            <w:r>
              <w:t>д</w:t>
            </w:r>
            <w:r>
              <w:t>держка племенного животноводства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12 1 01 </w:t>
            </w:r>
            <w:proofErr w:type="spellStart"/>
            <w:r>
              <w:t>К5431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4 593,6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«Содействие развитию м</w:t>
            </w:r>
            <w:r>
              <w:t>о</w:t>
            </w:r>
            <w:r>
              <w:t>лочного скотоводства»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194 420,9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предоставлению субс</w:t>
            </w:r>
            <w:r>
              <w:t>и</w:t>
            </w:r>
            <w:r>
              <w:t>дии на 1 килограмм реализованного и (или) отгр</w:t>
            </w:r>
            <w:r>
              <w:t>у</w:t>
            </w:r>
            <w:r>
              <w:t>женного на собственную переработку молока (Су</w:t>
            </w:r>
            <w:r>
              <w:t>б</w:t>
            </w:r>
            <w:r>
              <w:t>сидии юридическим лицам (кроме некоммерческих организаций), индивидуальным предпринимателям,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12 1 02 73120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повышению проду</w:t>
            </w:r>
            <w:r>
              <w:t>к</w:t>
            </w:r>
            <w:r>
              <w:t>тивности в молочном скотоводстве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lastRenderedPageBreak/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12 1 02 </w:t>
            </w:r>
            <w:proofErr w:type="spellStart"/>
            <w:r>
              <w:t>R5420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48 447,2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повышению проду</w:t>
            </w:r>
            <w:r>
              <w:t>к</w:t>
            </w:r>
            <w:r>
              <w:t>тивности в молочном скотоводстве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12 1 02 </w:t>
            </w:r>
            <w:proofErr w:type="spellStart"/>
            <w:r>
              <w:t>К5420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141 973,7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«Государственная поддер</w:t>
            </w:r>
            <w:r>
              <w:t>ж</w:t>
            </w:r>
            <w:r>
              <w:t xml:space="preserve">ка кредитования </w:t>
            </w:r>
            <w:proofErr w:type="spellStart"/>
            <w:r>
              <w:t>подотрасли</w:t>
            </w:r>
            <w:proofErr w:type="spellEnd"/>
            <w:r>
              <w:t xml:space="preserve"> животноводства, пер</w:t>
            </w:r>
            <w:r>
              <w:t>е</w:t>
            </w:r>
            <w:r>
              <w:t>работки и реализации продукции животноводства»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39 728,0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возм</w:t>
            </w:r>
            <w:r>
              <w:t>е</w:t>
            </w:r>
            <w:r>
              <w:t>щение части процентной ставки по краткосрочным кредитам (займам)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R5432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1 386,3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процентной ставки по инвестиционным кредитам (займам) в агропромышленном комплексе (Субс</w:t>
            </w:r>
            <w:r>
              <w:t>и</w:t>
            </w:r>
            <w:r>
              <w:t>дии юридическим лицам (кроме некоммерческих организаций), индивидуальным предпринимателям,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R5440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30 786,7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 xml:space="preserve">нию целевых показателей региональных программ </w:t>
            </w:r>
            <w:r>
              <w:lastRenderedPageBreak/>
              <w:t>развития агропромышленного комплекса – возм</w:t>
            </w:r>
            <w:r>
              <w:t>е</w:t>
            </w:r>
            <w:r>
              <w:t>щение части процентной ставки по краткосрочным кредитам (займам)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К5432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84,4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процентной ставки по инвестиционным кредитам (займам) в агропромышленном комплексе (Субс</w:t>
            </w:r>
            <w:r>
              <w:t>и</w:t>
            </w:r>
            <w:r>
              <w:t>дии юридическим лицам (кроме некоммерческих организаций), индивидуальным предпринимателям,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К5440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7 470,6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«Содействие ускорению технического обновления и модернизации прои</w:t>
            </w:r>
            <w:r>
              <w:t>з</w:t>
            </w:r>
            <w:r>
              <w:t>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222 500,0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реализации инвестиционных пр</w:t>
            </w:r>
            <w:r>
              <w:t>о</w:t>
            </w:r>
            <w:r>
              <w:t>ектов в агропромышленном комплексе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12 1 05 72930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Возмещение части затрат на приобретение новой техники, машин, оборудования (Субсидии юрид</w:t>
            </w:r>
            <w:r>
              <w:t>и</w:t>
            </w:r>
            <w:r>
              <w:t>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12 1 05 72950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части первоначального взноса по пр</w:t>
            </w:r>
            <w:r>
              <w:t>и</w:t>
            </w:r>
            <w:r>
              <w:t>обретению предметов лизинга сельскохозяйстве</w:t>
            </w:r>
            <w:r>
              <w:t>н</w:t>
            </w:r>
            <w:r>
              <w:t>ной техники, специализированного автотранспорта и технологического оборудования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12 1 05 73190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прямых понесенных затрат на создание и модерн</w:t>
            </w:r>
            <w:r>
              <w:t>и</w:t>
            </w:r>
            <w:r>
              <w:t>зацию объектов агропромышленного комплекса, а также на приобретение техники и оборудования (Субсидии юридическим лицам (кроме некомме</w:t>
            </w:r>
            <w:r>
              <w:t>р</w:t>
            </w:r>
            <w:r>
              <w:t>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12 1 05 </w:t>
            </w:r>
            <w:proofErr w:type="spellStart"/>
            <w:r>
              <w:t>R5450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Основное мероприятие «Управление рисками в </w:t>
            </w:r>
            <w:proofErr w:type="spellStart"/>
            <w:r>
              <w:t>подотраслях</w:t>
            </w:r>
            <w:proofErr w:type="spellEnd"/>
            <w:r>
              <w:t xml:space="preserve"> животноводства»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страх</w:t>
            </w:r>
            <w:r>
              <w:t>о</w:t>
            </w:r>
            <w:r>
              <w:t xml:space="preserve">вание в </w:t>
            </w:r>
            <w:proofErr w:type="spellStart"/>
            <w:r>
              <w:t>подотраслях</w:t>
            </w:r>
            <w:proofErr w:type="spellEnd"/>
            <w:r>
              <w:t xml:space="preserve"> животноводства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12 1 06 </w:t>
            </w:r>
            <w:proofErr w:type="spellStart"/>
            <w:r>
              <w:t>R5433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«Поддержка доходов сел</w:t>
            </w:r>
            <w:r>
              <w:t>ь</w:t>
            </w:r>
            <w:r>
              <w:t xml:space="preserve">скохозяйственных товаропроизводителей в области </w:t>
            </w:r>
            <w:r>
              <w:lastRenderedPageBreak/>
              <w:t>животноводства»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поддержке доходности в области животноводства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12 1 07 73080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Подпрограмма «Развитие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растениево</w:t>
            </w:r>
            <w:r>
              <w:t>д</w:t>
            </w:r>
            <w:r>
              <w:t>ства и переработки продукции растениеводства»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42 500,2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«Поддержка сельскохозя</w:t>
            </w:r>
            <w:r>
              <w:t>й</w:t>
            </w:r>
            <w:r>
              <w:t>ственных товаропроизводителей в области растен</w:t>
            </w:r>
            <w:r>
              <w:t>и</w:t>
            </w:r>
            <w:r>
              <w:t>еводства»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19 550,0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закладке многолетних ягодных и (или) ягодных кустарниковых насаждений (Субс</w:t>
            </w:r>
            <w:r>
              <w:t>и</w:t>
            </w:r>
            <w:r>
              <w:t>дии юридическим лицам (кроме некоммерческих организаций), индивидуальным предпринимателям,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12 2 01 76350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возм</w:t>
            </w:r>
            <w:r>
              <w:t>е</w:t>
            </w:r>
            <w:r>
              <w:t>щение части затрат на приобретение семян с учетом доставки в районы Крайнего Севера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R5434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 xml:space="preserve">нию целевых показателей региональных программ </w:t>
            </w:r>
            <w:r>
              <w:lastRenderedPageBreak/>
              <w:t>развития агропромышленного комплекса – возм</w:t>
            </w:r>
            <w:r>
              <w:t>е</w:t>
            </w:r>
            <w:r>
              <w:t>щение части затрат на приобретение элитных семян (Субсидии юридическим лицам (кроме некомме</w:t>
            </w:r>
            <w:r>
              <w:t>р</w:t>
            </w:r>
            <w:r>
              <w:t>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R5435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возм</w:t>
            </w:r>
            <w:r>
              <w:t>е</w:t>
            </w:r>
            <w:r>
              <w:t>щение части затрат на приобретение семян с учетом доставки в районы Крайнего Севера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К5434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6 580,0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возм</w:t>
            </w:r>
            <w:r>
              <w:t>е</w:t>
            </w:r>
            <w:r>
              <w:t>щение части затрат на приобретение элитных семян (Субсидии юридическим лицам (кроме некомме</w:t>
            </w:r>
            <w:r>
              <w:t>р</w:t>
            </w:r>
            <w:r>
              <w:t>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К5435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470,0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несвязанной поддержки сельскохозяйственным товаропроизв</w:t>
            </w:r>
            <w:r>
              <w:t>о</w:t>
            </w:r>
            <w:r>
              <w:t>дителям в области растениеводства»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12 2 02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22 394,4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оказанию несвязанной поддержки сельскохозяйственным товаропроизв</w:t>
            </w:r>
            <w:r>
              <w:t>о</w:t>
            </w:r>
            <w:r>
              <w:lastRenderedPageBreak/>
              <w:t>дителям в области растениеводства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12 2 02 </w:t>
            </w:r>
            <w:proofErr w:type="spellStart"/>
            <w:r>
              <w:t>R5410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13 291,7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оказанию несвязанной поддержки сельскохозяйственным товаропроизв</w:t>
            </w:r>
            <w:r>
              <w:t>о</w:t>
            </w:r>
            <w:r>
              <w:t>дителям в области растениеводства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12 2 02 </w:t>
            </w:r>
            <w:proofErr w:type="spellStart"/>
            <w:r>
              <w:t>К5410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9 102,7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«Государственная поддер</w:t>
            </w:r>
            <w:r>
              <w:t>ж</w:t>
            </w:r>
            <w:r>
              <w:t xml:space="preserve">ка кредитования </w:t>
            </w:r>
            <w:proofErr w:type="spellStart"/>
            <w:r>
              <w:t>подотрасли</w:t>
            </w:r>
            <w:proofErr w:type="spellEnd"/>
            <w:r>
              <w:t xml:space="preserve"> растениеводства, пер</w:t>
            </w:r>
            <w:r>
              <w:t>е</w:t>
            </w:r>
            <w:r>
              <w:t>работки и реализации продукции растениеводства»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12 2 03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499,4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возм</w:t>
            </w:r>
            <w:r>
              <w:t>е</w:t>
            </w:r>
            <w:r>
              <w:t>щение части процентной ставки по краткосрочным кредитам (займам)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R5436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278,6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процентной ставки по инвестиционным кредитам (займам) в агропромышленном комплексе (Субс</w:t>
            </w:r>
            <w:r>
              <w:t>и</w:t>
            </w:r>
            <w:r>
              <w:t xml:space="preserve">дии юридическим лицам (кроме некоммерческих организаций), индивидуальным предпринимателям, </w:t>
            </w:r>
            <w:r>
              <w:lastRenderedPageBreak/>
              <w:t>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R5440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183,9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возм</w:t>
            </w:r>
            <w:r>
              <w:t>е</w:t>
            </w:r>
            <w:r>
              <w:t>щение части процентной ставки по краткосрочным кредитам (займам)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К5436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процентной ставки по инвестиционным кредитам (займам) в агропромышленном комплексе (Субс</w:t>
            </w:r>
            <w:r>
              <w:t>и</w:t>
            </w:r>
            <w:r>
              <w:t>дии юридическим лицам (кроме некоммерческих организаций), индивидуальным предпринимателям,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К5440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Основное мероприятие «Управление рисками в </w:t>
            </w:r>
            <w:proofErr w:type="spellStart"/>
            <w:r>
              <w:t>подотраслях</w:t>
            </w:r>
            <w:proofErr w:type="spellEnd"/>
            <w:r>
              <w:t xml:space="preserve"> растениеводства»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12 2 04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56,4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страх</w:t>
            </w:r>
            <w:r>
              <w:t>о</w:t>
            </w:r>
            <w:r>
              <w:t xml:space="preserve">вание в </w:t>
            </w:r>
            <w:proofErr w:type="spellStart"/>
            <w:r>
              <w:t>подотраслях</w:t>
            </w:r>
            <w:proofErr w:type="spellEnd"/>
            <w:r>
              <w:t xml:space="preserve"> растениеводства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12 2 04 </w:t>
            </w:r>
            <w:proofErr w:type="spellStart"/>
            <w:r>
              <w:t>R5437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56,4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«Поддержка малых форм хозяйств</w:t>
            </w:r>
            <w:r>
              <w:t>о</w:t>
            </w:r>
            <w:r>
              <w:lastRenderedPageBreak/>
              <w:t>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54 859,5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«Содействие развитию м</w:t>
            </w:r>
            <w:r>
              <w:t>а</w:t>
            </w:r>
            <w:r>
              <w:t>лых форм хозяйствования»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47 659,5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возм</w:t>
            </w:r>
            <w:r>
              <w:t>е</w:t>
            </w:r>
            <w:r>
              <w:t>щение части затрат на уплату процентов по кред</w:t>
            </w:r>
            <w:r>
              <w:t>и</w:t>
            </w:r>
            <w:r>
              <w:t>там и займам, привлеченным малыми формами х</w:t>
            </w:r>
            <w:r>
              <w:t>о</w:t>
            </w:r>
            <w:r>
              <w:t>зяйствования (Субсидии юридическим лицам (кр</w:t>
            </w:r>
            <w:r>
              <w:t>о</w:t>
            </w:r>
            <w:r>
              <w:t>ме некоммерческих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R5438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по</w:t>
            </w:r>
            <w:r>
              <w:t>д</w:t>
            </w:r>
            <w:r>
              <w:t>держка начинающих фермеров (Субсидии юрид</w:t>
            </w:r>
            <w:r>
              <w:t>и</w:t>
            </w:r>
            <w:r>
              <w:t>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R5439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10 638,3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развитие семейных животноводческих ферм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3 01 R543А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14 888,5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 xml:space="preserve">нию целевых показателей региональных программ развития агропромышленного комплекса – </w:t>
            </w:r>
            <w:proofErr w:type="spellStart"/>
            <w:r>
              <w:t>грант</w:t>
            </w:r>
            <w:r>
              <w:t>о</w:t>
            </w:r>
            <w:r>
              <w:t>вая</w:t>
            </w:r>
            <w:proofErr w:type="spellEnd"/>
            <w:r>
              <w:t xml:space="preserve"> поддержка сельскохозяйственных потребител</w:t>
            </w:r>
            <w:r>
              <w:t>ь</w:t>
            </w:r>
            <w:r>
              <w:t>ских кооперативов для развития материально-технической базы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3 01 R543Б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14 250,2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по</w:t>
            </w:r>
            <w:r>
              <w:t>д</w:t>
            </w:r>
            <w:r>
              <w:t>держка начинающих фермеров (Субсидии юрид</w:t>
            </w:r>
            <w:r>
              <w:t>и</w:t>
            </w:r>
            <w:r>
              <w:t>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К5439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4 188,3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развитие семейных животноводческих ферм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3 01 К543А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3 587,2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«Поддержка развития пр</w:t>
            </w:r>
            <w:r>
              <w:t>о</w:t>
            </w:r>
            <w:r>
              <w:t>изводства в малых формах хозяйствования»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12 3 02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Проведение конкурса на звание «Лучший владелец </w:t>
            </w:r>
            <w:r>
              <w:lastRenderedPageBreak/>
              <w:t>личного подсобного хозяйства», «Лучшее крестья</w:t>
            </w:r>
            <w:r>
              <w:t>н</w:t>
            </w:r>
            <w:r>
              <w:t>ское (фермерское) хозяйство» (Иные выплаты нас</w:t>
            </w:r>
            <w:r>
              <w:t>е</w:t>
            </w:r>
            <w:r>
              <w:t>лению)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12 3 02 72970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альтернативных видов животноводства в малых формах хозяйствования (Субсидии юридическим лицам (кроме некомме</w:t>
            </w:r>
            <w:r>
              <w:t>р</w:t>
            </w:r>
            <w:r>
              <w:t>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12 3 02 76320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«Устойчивое развитие сельских те</w:t>
            </w:r>
            <w:r>
              <w:t>р</w:t>
            </w:r>
            <w:r>
              <w:t>риторий»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1 536,4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«Поддержка професси</w:t>
            </w:r>
            <w:r>
              <w:t>о</w:t>
            </w:r>
            <w:r>
              <w:t>нальных кадров и достижений в сфере сельского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1 036,4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сельского развития 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12 4 02 72980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сельского развития  (Иные выплаты населению)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12 4 02 72980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поддержке профессиональных кадров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12 4 02 72990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Мероприятия по поддержке инициатив садоводч</w:t>
            </w:r>
            <w:r>
              <w:t>е</w:t>
            </w:r>
            <w:r>
              <w:t xml:space="preserve">ских, огороднических и дачных некоммерческих объединений граждан (Субсидии некоммерческим </w:t>
            </w:r>
            <w:r>
              <w:lastRenderedPageBreak/>
              <w:t>организациям (за исключением государственных (муниципальных)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12 4 02 73000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136,4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комплексных мер по ликвидации опасных растений»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борьбе с опасным сорным растен</w:t>
            </w:r>
            <w:r>
              <w:t>и</w:t>
            </w:r>
            <w:r>
              <w:t>ем борщевик Сосновского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12 4 04 73090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государственной ветер</w:t>
            </w:r>
            <w:r>
              <w:t>и</w:t>
            </w:r>
            <w:r>
              <w:t>нарной службы, обеспечение эпизоотического бл</w:t>
            </w:r>
            <w:r>
              <w:t>а</w:t>
            </w:r>
            <w:r>
              <w:t>гополучия»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66 240,0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«Модернизация учреждений государственной ветеринарной службы»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12 5 01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2 350,0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государственных бюджетных учр</w:t>
            </w:r>
            <w:r>
              <w:t>е</w:t>
            </w:r>
            <w:r>
              <w:t>ждений современным оборудованием, техникой и автотранспортом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12 5 01 73130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2 350,0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услуг по пред</w:t>
            </w:r>
            <w:r>
              <w:t>у</w:t>
            </w:r>
            <w:r>
              <w:t>преждению и ликвидации заразных и иных боле</w:t>
            </w:r>
            <w:r>
              <w:t>з</w:t>
            </w:r>
            <w:r>
              <w:t>ней животных»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12 5 02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52 032,0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Проведение противоэпизоотических мероприятий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12 5 02 73010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52 032,0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«Регулирование численн</w:t>
            </w:r>
            <w:r>
              <w:t>о</w:t>
            </w:r>
            <w:r>
              <w:t>сти безнадзорных животных»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12 5 03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11 858,0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отдельных государственных по</w:t>
            </w:r>
            <w:r>
              <w:t>л</w:t>
            </w:r>
            <w:r>
              <w:t>номочий Республики Карелия по организации пр</w:t>
            </w:r>
            <w:r>
              <w:t>о</w:t>
            </w:r>
            <w:r>
              <w:t>ведения на территории Республики Карелия мер</w:t>
            </w:r>
            <w:r>
              <w:t>о</w:t>
            </w:r>
            <w:r>
              <w:t>приятий по отлову и содержанию безнадзорных ж</w:t>
            </w:r>
            <w:r>
              <w:t>и</w:t>
            </w:r>
            <w:r>
              <w:lastRenderedPageBreak/>
              <w:t>вотных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12 5 03 42180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11 858,0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мелиорации земель сел</w:t>
            </w:r>
            <w:r>
              <w:t>ь</w:t>
            </w:r>
            <w:r>
              <w:t>скохозяйственного назначения, повышение плод</w:t>
            </w:r>
            <w:r>
              <w:t>о</w:t>
            </w:r>
            <w:r>
              <w:t>родия почв»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41 855,5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мелиоративных систем»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12 6 01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26 855,5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Возмещение части затрат на разработку проектно-сметной документации на реконструкцию мелиор</w:t>
            </w:r>
            <w:r>
              <w:t>а</w:t>
            </w:r>
            <w:r>
              <w:t>тивных систем общего и индивидуального польз</w:t>
            </w:r>
            <w:r>
              <w:t>о</w:t>
            </w:r>
            <w:r>
              <w:t>вания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12 6 01 73060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2 977,0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Возмещение части затрат на разработку проектной документации на проведение </w:t>
            </w:r>
            <w:proofErr w:type="spellStart"/>
            <w:r>
              <w:t>культуртехнических</w:t>
            </w:r>
            <w:proofErr w:type="spellEnd"/>
            <w:r>
              <w:t xml:space="preserve"> мероприятий (Субсидии юридическим лицам (кр</w:t>
            </w:r>
            <w:r>
              <w:t>о</w:t>
            </w:r>
            <w:r>
              <w:t>ме некоммерческих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12 6 01 76360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423,0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мелиорации земель сельскохозяйственного назначения (проведение гидромелиоративных мероприятий) 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12 6 01 </w:t>
            </w:r>
            <w:proofErr w:type="spellStart"/>
            <w:r>
              <w:t>R5681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18 486,8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Реализация мероприятий по мелиорации земель сельскохозяйственного назначения (проведение </w:t>
            </w:r>
            <w:proofErr w:type="spellStart"/>
            <w:r>
              <w:lastRenderedPageBreak/>
              <w:t>культуртехнических</w:t>
            </w:r>
            <w:proofErr w:type="spellEnd"/>
            <w:r>
              <w:t xml:space="preserve"> мероприятий)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12 6 01 </w:t>
            </w:r>
            <w:proofErr w:type="spellStart"/>
            <w:r>
              <w:t>R5682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4 968,7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Основное мероприятие «Осуществление </w:t>
            </w:r>
            <w:proofErr w:type="spellStart"/>
            <w:r>
              <w:t>против</w:t>
            </w:r>
            <w:r>
              <w:t>о</w:t>
            </w:r>
            <w:r>
              <w:t>паводковых</w:t>
            </w:r>
            <w:proofErr w:type="spellEnd"/>
            <w:r>
              <w:t xml:space="preserve"> мероприятий на мелиоративных объе</w:t>
            </w:r>
            <w:r>
              <w:t>к</w:t>
            </w:r>
            <w:r>
              <w:t>тах и повышение плодородия почв»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12 6 02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повышению почвенного плодор</w:t>
            </w:r>
            <w:r>
              <w:t>о</w:t>
            </w:r>
            <w:r>
              <w:t>дия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12 6 02 73030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рыбного хозяйства»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79 422,3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«Государственная поддер</w:t>
            </w:r>
            <w:r>
              <w:t>ж</w:t>
            </w:r>
            <w:r>
              <w:t xml:space="preserve">ка кредитования субъектов </w:t>
            </w:r>
            <w:proofErr w:type="spellStart"/>
            <w:r>
              <w:t>аквакультуры</w:t>
            </w:r>
            <w:proofErr w:type="spellEnd"/>
            <w:r>
              <w:t>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12 7 01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47 790,1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з</w:t>
            </w:r>
            <w:r>
              <w:t>а</w:t>
            </w:r>
            <w:r>
              <w:t xml:space="preserve">трат на уплату процентов по кредитам, полученным в российских кредитных организациях, на развитие </w:t>
            </w:r>
            <w:proofErr w:type="spellStart"/>
            <w:r>
              <w:t>аквакультуры</w:t>
            </w:r>
            <w:proofErr w:type="spellEnd"/>
            <w:r>
              <w:t xml:space="preserve"> (рыбоводство) и </w:t>
            </w:r>
            <w:proofErr w:type="gramStart"/>
            <w:r>
              <w:t>товарного</w:t>
            </w:r>
            <w:proofErr w:type="gramEnd"/>
            <w:r>
              <w:t xml:space="preserve"> </w:t>
            </w:r>
            <w:proofErr w:type="spellStart"/>
            <w:r>
              <w:t>осетр</w:t>
            </w:r>
            <w:r>
              <w:t>о</w:t>
            </w:r>
            <w:r>
              <w:t>водства</w:t>
            </w:r>
            <w:proofErr w:type="spellEnd"/>
            <w:r>
              <w:t xml:space="preserve">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12 7 01 </w:t>
            </w:r>
            <w:proofErr w:type="spellStart"/>
            <w:r>
              <w:t>R5260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30 682,7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</w:t>
            </w:r>
            <w:r>
              <w:t>е</w:t>
            </w:r>
            <w:r>
              <w:t>нию целевых показателей региональных программ развития агропромышленного комплекса – возм</w:t>
            </w:r>
            <w:r>
              <w:t>е</w:t>
            </w:r>
            <w:r>
              <w:t xml:space="preserve">щение части процентной ставки по краткосрочным </w:t>
            </w:r>
            <w:r>
              <w:lastRenderedPageBreak/>
              <w:t>кредитам (займам) субъектам товарного рыбово</w:t>
            </w:r>
            <w:r>
              <w:t>д</w:t>
            </w:r>
            <w:r>
              <w:t>ства (Субсидии юридическим лицам (кроме неко</w:t>
            </w:r>
            <w:r>
              <w:t>м</w:t>
            </w:r>
            <w:r>
              <w:t>мерческих организаций), индивидуальным пре</w:t>
            </w:r>
            <w:r>
              <w:t>д</w:t>
            </w:r>
            <w:r>
              <w:t>принимателям, физическим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7 01 R543В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7 509,7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процентной ставки по инвестиционным кредитам (займам) в агропромышленном комплексе (Субс</w:t>
            </w:r>
            <w:r>
              <w:t>и</w:t>
            </w:r>
            <w:r>
              <w:t>дии юридическим лицам (кроме некоммерческих организаций), индивидуальным предпринимателям,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12 7 01 </w:t>
            </w:r>
            <w:proofErr w:type="spellStart"/>
            <w:r>
              <w:t>R5440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9 597,7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«Сохранение и восстано</w:t>
            </w:r>
            <w:r>
              <w:t>в</w:t>
            </w:r>
            <w:r>
              <w:t>ление водных биологических ресурсов»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12 7 02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1 632,2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организации, регулир</w:t>
            </w:r>
            <w:r>
              <w:t>о</w:t>
            </w:r>
            <w:r>
              <w:t>вания и охраны водных биологических ресурсов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12 7 02 59100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1 632,2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Основное мероприятие «Содействие развитию </w:t>
            </w:r>
            <w:proofErr w:type="spellStart"/>
            <w:r>
              <w:t>аквакультуры</w:t>
            </w:r>
            <w:proofErr w:type="spellEnd"/>
            <w:r>
              <w:t>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12 7 03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spellStart"/>
            <w:r>
              <w:t>Грантовая</w:t>
            </w:r>
            <w:proofErr w:type="spellEnd"/>
            <w:r>
              <w:t xml:space="preserve"> поддержка сельскохозяйственных потр</w:t>
            </w:r>
            <w:r>
              <w:t>е</w:t>
            </w:r>
            <w:r>
              <w:t xml:space="preserve">бительских кооперативов в области </w:t>
            </w:r>
            <w:proofErr w:type="spellStart"/>
            <w:r>
              <w:t>аквакультуры</w:t>
            </w:r>
            <w:proofErr w:type="spellEnd"/>
            <w:r>
              <w:t xml:space="preserve"> (Субсидии юридическим лицам (кроме некомме</w:t>
            </w:r>
            <w:r>
              <w:t>р</w:t>
            </w:r>
            <w:r>
              <w:t>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12 7 03 76340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Основное мероприятие «Обеспечение реализации </w:t>
            </w:r>
            <w:r>
              <w:lastRenderedPageBreak/>
              <w:t>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71 508,9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58 797,0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11 363,3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280,6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Информационное сопровождение деятельности о</w:t>
            </w:r>
            <w:r>
              <w:t>р</w:t>
            </w:r>
            <w:r>
              <w:t>ганов государственной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1 068,0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4.4.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Водное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8 250,5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«Воспроизводство и использование природных р</w:t>
            </w:r>
            <w:r>
              <w:t>е</w:t>
            </w:r>
            <w:r>
              <w:t>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8 250,5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«Использование и охрана водных объектов на территории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8 250,5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«Проведение работ, напра</w:t>
            </w:r>
            <w:r>
              <w:t>в</w:t>
            </w:r>
            <w:r>
              <w:t>ленных на снижение негативного воздействия вод и ликвидацию его последствий, а также на охрану водных объектов»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8 250,5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 xml:space="preserve">ской Федерации в области водных отношений </w:t>
            </w:r>
            <w:r>
              <w:lastRenderedPageBreak/>
              <w:t>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13 3 01 51280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7 750,5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области водных отношений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13 3 01 73220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4.5.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Лесное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745 030,6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«Воспроизводство и использование природных р</w:t>
            </w:r>
            <w:r>
              <w:t>е</w:t>
            </w:r>
            <w:r>
              <w:t>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744 830,6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Подпрограмма «Воспроизводство и использование лесных ресурсов»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602 803,8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«Предоставление лесов в пользование, их охрана, защита и воспроизводство»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602 803,8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лесных отношений (Ра</w:t>
            </w:r>
            <w:r>
              <w:t>с</w:t>
            </w:r>
            <w:r>
              <w:t>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362 167,0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лесных отношений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74 134,6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лесных отношений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155 688,2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лесных отношений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Мероприятия в области лесных отношений (Иные закупки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1 142,7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области лесных отношений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5 735,8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области лесных отношений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3 117,5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Определение функциональных зон в лесопарковых зонах, площади лесопарковых зон, зеленых зон, установление и изменение границ лесопарковых зон, зеленых зон 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13 1 01 73280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518,0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142 026,8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66 108,6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3 221,2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лесных отношений (Ра</w:t>
            </w:r>
            <w:r>
              <w:t>с</w:t>
            </w:r>
            <w:r>
              <w:t>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52 291,0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лесных отношений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5 440,7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лесных отношений (И</w:t>
            </w:r>
            <w:r>
              <w:t>с</w:t>
            </w:r>
            <w:r>
              <w:t>полнение судебных актов)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294,7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охраны и использования охотничьих ресурсов (Расходы на выплаты перс</w:t>
            </w:r>
            <w:r>
              <w:t>о</w:t>
            </w:r>
            <w:r>
              <w:t>налу государственных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12 682,7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охраны и использования охотничьих ресурсов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1 984,2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4.6.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Транспорт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200 875,1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транспортной системы»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200 875,1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транспортного обслуж</w:t>
            </w:r>
            <w:r>
              <w:t>и</w:t>
            </w:r>
            <w:r>
              <w:t>вания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173 148,2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«Возмещение перевозчику части потерь в доходах, возникающих вследствие государственного регулирования тарифов на пер</w:t>
            </w:r>
            <w:r>
              <w:t>е</w:t>
            </w:r>
            <w:r>
              <w:lastRenderedPageBreak/>
              <w:t>возку пассажиров железнодорожным транспортом в пригородном сообщении по территории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45 345,5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части потерь в доходах организациям железнодорожного транспорта, возникающих в р</w:t>
            </w:r>
            <w:r>
              <w:t>е</w:t>
            </w:r>
            <w:r>
              <w:t>зультате государственного регулирования тарифов на перевозку пассажиров в поездах пригородного сообщения (Субсидии юридическим лицам (кроме некоммерческих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11 3 01 72630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43 845,5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 в связи с пр</w:t>
            </w:r>
            <w:r>
              <w:t>и</w:t>
            </w:r>
            <w:r>
              <w:t>нятием решения об установлении льгот по тарифам на проезд обучающихся и воспитанников общео</w:t>
            </w:r>
            <w:r>
              <w:t>б</w:t>
            </w:r>
            <w:r>
              <w:t>разовательных учреждений, учащихся очной формы обучения образовательных учреждений начального профессионального, среднего профессионального и высшего профессионального образования железн</w:t>
            </w:r>
            <w:r>
              <w:t>о</w:t>
            </w:r>
            <w:r>
              <w:t>дорожным транспортом общего пользования в пр</w:t>
            </w:r>
            <w:r>
              <w:t>и</w:t>
            </w:r>
            <w:r>
              <w:t>городном сообщении  (Субсидии юридическим л</w:t>
            </w:r>
            <w:r>
              <w:t>и</w:t>
            </w:r>
            <w:r>
              <w:t>цам (кроме некоммерческих организаций), индив</w:t>
            </w:r>
            <w:r>
              <w:t>и</w:t>
            </w:r>
            <w:r>
              <w:t>дуальным предпринимателям, физическим лицам – производителям товаров, работ,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11 3 01 72640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пассажирских перевозок внутренним водным транспортом»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6 920,0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Организация пассажирских перевозок внутренним водным транспортом в навигацию текущего года по установленным маршрутам (Иные закупки товаров, </w:t>
            </w:r>
            <w:r>
              <w:lastRenderedPageBreak/>
              <w:t>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11 3 02 72650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11 3 02 90420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1 900,0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проведения мероприятий в сфере воздушного транспорта»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109 848,7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воздушного транспорта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11 3 03 72660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73 348,7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части затрат организаций в связи с осуществлением пассажирских перевозок возду</w:t>
            </w:r>
            <w:r>
              <w:t>ш</w:t>
            </w:r>
            <w:r>
              <w:t>ным транспортом  (Субсидии юридическим лицам (кроме некоммерческих организаций), индивид</w:t>
            </w:r>
            <w:r>
              <w:t>у</w:t>
            </w:r>
            <w:r>
              <w:t>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11 3 03 72670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транспортн</w:t>
            </w:r>
            <w:r>
              <w:t>о</w:t>
            </w:r>
            <w:r>
              <w:t>го обслуживания населения автомобильным тран</w:t>
            </w:r>
            <w:r>
              <w:t>с</w:t>
            </w:r>
            <w:r>
              <w:t>портом в пригородном и межмуниципальном соо</w:t>
            </w:r>
            <w:r>
              <w:t>б</w:t>
            </w:r>
            <w:r>
              <w:t>щении по территории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11 034,0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Организация регулярных перевозок пассажиров и багажа автомобильным транспортом по межмун</w:t>
            </w:r>
            <w:r>
              <w:t>и</w:t>
            </w:r>
            <w:r>
              <w:t>ципальным маршрутам регулярных перевозок по регулируемым тарифам (Иные закупки товаров, р</w:t>
            </w:r>
            <w:r>
              <w:t>а</w:t>
            </w:r>
            <w:r>
              <w:t>бот и услуг для обеспечения государственных (м</w:t>
            </w:r>
            <w:r>
              <w:t>у</w:t>
            </w:r>
            <w:r>
              <w:lastRenderedPageBreak/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11 3 04 72780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11 3 04 90420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27 726,9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23 563,0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3 968,3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4.7.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2 755 379,8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транспортной системы»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2 502 979,8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дорожного хозяйства»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2 412 979,8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«Капитальный ремонт, р</w:t>
            </w:r>
            <w:r>
              <w:t>е</w:t>
            </w:r>
            <w:r>
              <w:lastRenderedPageBreak/>
              <w:t>монт и содержание автомобильных дорог общего пользования регионального или межмуниципальн</w:t>
            </w:r>
            <w:r>
              <w:t>о</w:t>
            </w:r>
            <w:r>
              <w:t>го и местного значения»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2 183 111,4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Карелия «Развитие транспортной системы» (Субс</w:t>
            </w:r>
            <w:r>
              <w:t>и</w:t>
            </w:r>
            <w:r>
              <w:t>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11 1 01 43180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дорожного хозяйства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42 102,8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дорожного хозяйства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94 114,7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дорожного хозяйства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1 791,2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межмуниципального значения (Иные закупки тов</w:t>
            </w:r>
            <w:r>
              <w:t>а</w:t>
            </w:r>
            <w:r>
              <w:t>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11 1 01 72610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1 715 163,8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межмуниципального значения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11 1 01 72610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179 938,9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«Строительство и реко</w:t>
            </w:r>
            <w:r>
              <w:t>н</w:t>
            </w:r>
            <w:r>
              <w:lastRenderedPageBreak/>
              <w:t>струкция автомобильных дорог, мостовых соор</w:t>
            </w:r>
            <w:r>
              <w:t>у</w:t>
            </w:r>
            <w:r>
              <w:t>жений на автомобильных дорогах общего пользов</w:t>
            </w:r>
            <w:r>
              <w:t>а</w:t>
            </w:r>
            <w:r>
              <w:t>ния регионального или межмуниципального знач</w:t>
            </w:r>
            <w:r>
              <w:t>е</w:t>
            </w:r>
            <w:r>
              <w:t>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229 868,4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</w:t>
            </w:r>
            <w:r>
              <w:t>р</w:t>
            </w:r>
            <w:r>
              <w:t>ственной и муниципальной собственности (Бю</w:t>
            </w:r>
            <w:r>
              <w:t>д</w:t>
            </w:r>
            <w:r>
              <w:t>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11 1 02 90400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129 268,4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11 1 02 90420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100 600,0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«Повышение безопасности доро</w:t>
            </w:r>
            <w:r>
              <w:t>ж</w:t>
            </w:r>
            <w:r>
              <w:t>ного движения»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«Первоочередные меропр</w:t>
            </w:r>
            <w:r>
              <w:t>и</w:t>
            </w:r>
            <w:r>
              <w:t>ятия, способствующие снижению уровня аварийн</w:t>
            </w:r>
            <w:r>
              <w:t>о</w:t>
            </w:r>
            <w:r>
              <w:t>сти на сети автомобильных дорог общего пользов</w:t>
            </w:r>
            <w:r>
              <w:t>а</w:t>
            </w:r>
            <w:r>
              <w:t>ния регионального или межмуниципального знач</w:t>
            </w:r>
            <w:r>
              <w:t>е</w:t>
            </w:r>
            <w:r>
              <w:t>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повышению безопасности доро</w:t>
            </w:r>
            <w:r>
              <w:t>ж</w:t>
            </w:r>
            <w:r>
              <w:t>ного движения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11 2 01 72620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туризма»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252 400,0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«Создание инженерной и транспортной инфраструктуры туристско-рекреационных кластеров на территории Республ</w:t>
            </w:r>
            <w:r>
              <w:t>и</w:t>
            </w:r>
            <w:r>
              <w:lastRenderedPageBreak/>
              <w:t>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19 0 02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252 400,0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7B68" w:rsidRDefault="00E62FF6" w:rsidP="000C7B68">
            <w:proofErr w:type="gramStart"/>
            <w:r>
              <w:t>Создание комплекса обеспечивающей инфрастру</w:t>
            </w:r>
            <w:r>
              <w:t>к</w:t>
            </w:r>
            <w:r>
              <w:t>туры туристско-рекреационного кластера «Южная Карелия» в Республике Карелия, в том числе систем водоснабжения, водоотведения, канализации, эле</w:t>
            </w:r>
            <w:r>
              <w:t>к</w:t>
            </w:r>
            <w:r>
              <w:t>троснабжения, газоснабжения, транспортной и</w:t>
            </w:r>
            <w:r>
              <w:t>н</w:t>
            </w:r>
            <w:r>
              <w:t>фраструктуры (автомобильная дорога к туристич</w:t>
            </w:r>
            <w:r>
              <w:t>е</w:t>
            </w:r>
            <w:r>
              <w:t xml:space="preserve">скому объекту «Водопад «Молочный», </w:t>
            </w:r>
            <w:proofErr w:type="gramEnd"/>
          </w:p>
          <w:p w:rsidR="00E62FF6" w:rsidRDefault="00E62FF6" w:rsidP="000C7B68">
            <w:pPr>
              <w:rPr>
                <w:sz w:val="24"/>
                <w:szCs w:val="24"/>
              </w:rPr>
            </w:pPr>
            <w:proofErr w:type="gramStart"/>
            <w:r>
              <w:t>км</w:t>
            </w:r>
            <w:proofErr w:type="gramEnd"/>
            <w:r>
              <w:t xml:space="preserve"> 0 – км</w:t>
            </w:r>
            <w:r w:rsidR="000C7B68">
              <w:t> </w:t>
            </w:r>
            <w:r>
              <w:t>4+500)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19 0 02 </w:t>
            </w:r>
            <w:proofErr w:type="spellStart"/>
            <w:r>
              <w:t>R1105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202 400,0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0C7B68">
            <w:pPr>
              <w:rPr>
                <w:sz w:val="24"/>
                <w:szCs w:val="24"/>
              </w:rPr>
            </w:pPr>
            <w:r>
              <w:t>Создание комплекса обеспечивающей инфрастру</w:t>
            </w:r>
            <w:r>
              <w:t>к</w:t>
            </w:r>
            <w:r>
              <w:t>туры туристско-рекреационного кластера «Южная Карелия» в Республике Карелия, в том числе систем водоснабжения, водоотведения, канализации, эле</w:t>
            </w:r>
            <w:r>
              <w:t>к</w:t>
            </w:r>
            <w:r>
              <w:t>троснабжения, газоснабжения, транспортной и</w:t>
            </w:r>
            <w:r>
              <w:t>н</w:t>
            </w:r>
            <w:r>
              <w:t>фраструктуры (автомобильная дорога к туристич</w:t>
            </w:r>
            <w:r>
              <w:t>е</w:t>
            </w:r>
            <w:r>
              <w:t>ском</w:t>
            </w:r>
            <w:r w:rsidR="000C7B68">
              <w:t>у объекту «Вотчина карельского Деда М</w:t>
            </w:r>
            <w:r>
              <w:t>ор</w:t>
            </w:r>
            <w:r>
              <w:t>о</w:t>
            </w:r>
            <w:r>
              <w:t>за</w:t>
            </w:r>
            <w:r w:rsidR="000C7B68">
              <w:t xml:space="preserve"> – </w:t>
            </w:r>
            <w:proofErr w:type="spellStart"/>
            <w:r>
              <w:t>Талви</w:t>
            </w:r>
            <w:proofErr w:type="spellEnd"/>
            <w:r>
              <w:t xml:space="preserve"> </w:t>
            </w:r>
            <w:proofErr w:type="spellStart"/>
            <w:r>
              <w:t>Укко</w:t>
            </w:r>
            <w:proofErr w:type="spellEnd"/>
            <w:r>
              <w:t>», км 0 – км 0+800) (Бюджетные и</w:t>
            </w:r>
            <w:r>
              <w:t>н</w:t>
            </w:r>
            <w:r>
              <w:t>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19 0 02 </w:t>
            </w:r>
            <w:proofErr w:type="spellStart"/>
            <w:r>
              <w:t>R1106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4.8.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89 669,9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«Информационное общество»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89 669,9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и эксплуатация инфраструктуры электронного правительства, орг</w:t>
            </w:r>
            <w:r>
              <w:t>а</w:t>
            </w:r>
            <w:r>
              <w:t>низация предоставления государственных и мун</w:t>
            </w:r>
            <w:r>
              <w:t>и</w:t>
            </w:r>
            <w:r>
              <w:t>ципальных услуг по принципу «одного окна»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89 669,9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</w:t>
            </w:r>
            <w:r>
              <w:t>я</w:t>
            </w:r>
            <w:r>
              <w:t>тию «</w:t>
            </w:r>
            <w:proofErr w:type="spellStart"/>
            <w:r>
              <w:t>Радиоком</w:t>
            </w:r>
            <w:proofErr w:type="spellEnd"/>
            <w:r>
              <w:t>» на развитие и обеспечение фун</w:t>
            </w:r>
            <w:r>
              <w:t>к</w:t>
            </w:r>
            <w:r>
              <w:t>ционирования инфраструктуры электронного пр</w:t>
            </w:r>
            <w:r>
              <w:t>а</w:t>
            </w:r>
            <w:r>
              <w:lastRenderedPageBreak/>
              <w:t>вительства (Субсидии юридическим лицам (кроме некоммерческих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10 0 01 72520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82 546,0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поддержке регионал</w:t>
            </w:r>
            <w:r>
              <w:t>ь</w:t>
            </w:r>
            <w:r>
              <w:t>ных проектов в сфере информационных технологий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10 0 01 </w:t>
            </w:r>
            <w:proofErr w:type="spellStart"/>
            <w:r>
              <w:t>R0280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7 123,9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4.9.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599 044,7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18 648,8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качественными жилищно-коммунальными услугами граждан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18 648,8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проведения мероприятий в сфере строительства»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18 648,8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строительства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14 554,6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строительства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2 249,2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 xml:space="preserve">ными учреждениями Республики Карелия в сфере </w:t>
            </w:r>
            <w:r>
              <w:lastRenderedPageBreak/>
              <w:t>строительства (Уплата налогов, сборов и иных пл</w:t>
            </w:r>
            <w:r>
              <w:t>а</w:t>
            </w:r>
            <w:r>
              <w:t>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1 845,0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плана осно</w:t>
            </w:r>
            <w:r>
              <w:t>в</w:t>
            </w:r>
            <w:r>
              <w:t>ных мероприятий, связанных с подготовкой и пр</w:t>
            </w:r>
            <w:r>
              <w:t>о</w:t>
            </w:r>
            <w:r>
              <w:t>ведением празднования в 2020 году 100-</w:t>
            </w:r>
            <w:proofErr w:type="spellStart"/>
            <w:r>
              <w:t>летия</w:t>
            </w:r>
            <w:proofErr w:type="spellEnd"/>
            <w:r>
              <w:t xml:space="preserve"> обр</w:t>
            </w:r>
            <w:r>
              <w:t>а</w:t>
            </w:r>
            <w:r>
              <w:t>зования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</w:t>
            </w:r>
            <w:r>
              <w:t>е</w:t>
            </w:r>
            <w:r>
              <w:t>нию празднования на федеральном уровне памя</w:t>
            </w:r>
            <w:r>
              <w:t>т</w:t>
            </w:r>
            <w:r>
              <w:t>ных дат субъектов Российской Федерации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«Экономическое развитие и инновационная экон</w:t>
            </w:r>
            <w:r>
              <w:t>о</w:t>
            </w:r>
            <w:r>
              <w:t>мика»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76 312,1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«Формирование благоприятной и</w:t>
            </w:r>
            <w:r>
              <w:t>н</w:t>
            </w:r>
            <w:r>
              <w:t>вестиционной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23 718,0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«Создание благоприятных условий для привлечения инвестиций в экономику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23 718,0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созданию благоприятных условий для привлечения инвестиций (Иные закупки тов</w:t>
            </w:r>
            <w:r>
              <w:t>а</w:t>
            </w:r>
            <w:r>
              <w:t>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09 1 01 72210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части затрат организаций по уплате процентов по кредитам, полученным для финанс</w:t>
            </w:r>
            <w:r>
              <w:t>и</w:t>
            </w:r>
            <w:r>
              <w:t>рования инвестиционных проектов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lastRenderedPageBreak/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09 1 01 72230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DF4CCC">
            <w:pPr>
              <w:rPr>
                <w:sz w:val="24"/>
                <w:szCs w:val="24"/>
              </w:rPr>
            </w:pPr>
            <w:r>
              <w:t>Субсидия акционерному обществу «Корпорация развития Республики Карелия» на сопровождение инвестиционных проектов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</w:t>
            </w:r>
            <w:r>
              <w:t>и</w:t>
            </w:r>
            <w:r>
              <w:t>цам</w:t>
            </w:r>
            <w:r w:rsidR="00DF4CCC">
              <w:t> </w:t>
            </w:r>
            <w:r>
              <w:t>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09 1 01 72300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3 668,0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малого и среднего пре</w:t>
            </w:r>
            <w:r>
              <w:t>д</w:t>
            </w:r>
            <w:r>
              <w:t>принимательства»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52 594,1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«Организационно-консультационная поддержка малого и среднего предпринимательства»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</w:t>
            </w:r>
            <w:r>
              <w:t>д</w:t>
            </w:r>
            <w:r>
              <w:t>держке малого и среднего предпринимательства, включая крестьянские (фермерские) хозяйства, а также молодежного предпринимательства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09 2 01 </w:t>
            </w:r>
            <w:proofErr w:type="spellStart"/>
            <w:r>
              <w:t>К5270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«Финансовая поддержка малого и среднего предпринимательства»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09 2 02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51 594,1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реализацию д</w:t>
            </w:r>
            <w:r>
              <w:t>о</w:t>
            </w:r>
            <w:r>
              <w:t>полнительных мероприятий по поддержке малого и среднего предпринимательства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09 2 02 43240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государственной по</w:t>
            </w:r>
            <w:r>
              <w:t>д</w:t>
            </w:r>
            <w:r>
              <w:t xml:space="preserve">держке малого и среднего предпринимательства, включая крестьянские (фермерские) хозяйства, а </w:t>
            </w:r>
            <w:r>
              <w:lastRenderedPageBreak/>
              <w:t>также молодежного предпринимательства (Субс</w:t>
            </w:r>
            <w:r>
              <w:t>и</w:t>
            </w:r>
            <w:r>
              <w:t>дии юридическим лицам (кроме некоммерческих организаций), индивидуальным предпринимателям,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09 2 02 </w:t>
            </w:r>
            <w:proofErr w:type="spellStart"/>
            <w:r>
              <w:t>R5270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</w:t>
            </w:r>
            <w:r>
              <w:t>д</w:t>
            </w:r>
            <w:r>
              <w:t>держке малого и среднего предпринимательства, включая крестьянские (фермерские) хозяйства, а также молодежного предпринимательства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09 2 02 </w:t>
            </w:r>
            <w:proofErr w:type="spellStart"/>
            <w:r>
              <w:t>R5270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7 336,3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государственной по</w:t>
            </w:r>
            <w:r>
              <w:t>д</w:t>
            </w:r>
            <w:r>
              <w:t>держке малого и среднего предпринимательства, включая крестьянские (фермерские) хозяйства, а также молодежного предпринимательства (Субс</w:t>
            </w:r>
            <w:r>
              <w:t>и</w:t>
            </w:r>
            <w:r>
              <w:t>дии юридическим лицам (кроме некоммерческих организаций), индивидуальным предпринимателям,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09 2 02 </w:t>
            </w:r>
            <w:proofErr w:type="spellStart"/>
            <w:r>
              <w:t>К5270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7 557,8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«Управление государственным имуществом Ре</w:t>
            </w:r>
            <w:r>
              <w:t>с</w:t>
            </w:r>
            <w:r>
              <w:t>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44 423,8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«Содержание и ремонт н</w:t>
            </w:r>
            <w:r>
              <w:t>е</w:t>
            </w:r>
            <w:r>
              <w:t>движимого имущества, составляющего госуда</w:t>
            </w:r>
            <w:r>
              <w:t>р</w:t>
            </w:r>
            <w:r>
              <w:t>ственную казну Республики Карелия и расположе</w:t>
            </w:r>
            <w:r>
              <w:t>н</w:t>
            </w:r>
            <w:r>
              <w:t>ного на земельных участках, находящихся в со</w:t>
            </w:r>
            <w:r>
              <w:t>б</w:t>
            </w:r>
            <w:r>
              <w:t>ственности Республики Карелия, и вовлечение его в хозяйственный оборот»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1 240,0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содержанию и ремонту недвиж</w:t>
            </w:r>
            <w:r>
              <w:t>и</w:t>
            </w:r>
            <w:r>
              <w:lastRenderedPageBreak/>
              <w:t>мого имущества, составляющего государственную казну Республики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17 0 01 74400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1 240,0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использов</w:t>
            </w:r>
            <w:r>
              <w:t>а</w:t>
            </w:r>
            <w:r>
              <w:t>ния земельных участков»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17 0 02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43 183,8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Проведение кадастровых работ в отношении з</w:t>
            </w:r>
            <w:r>
              <w:t>е</w:t>
            </w:r>
            <w:r>
              <w:t>мельных участков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17 0 02 74410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 Республики Карелия в сфере распоряжения земельными участками, госуда</w:t>
            </w:r>
            <w:r>
              <w:t>р</w:t>
            </w:r>
            <w:r>
              <w:t>ственная собственность на которые не разграничена (Расходы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17 0 02 74440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24 680,3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 Республики Карелия в сфере распоряжения земельными участками, госуда</w:t>
            </w:r>
            <w:r>
              <w:t>р</w:t>
            </w:r>
            <w:r>
              <w:t>ственная собственность на которые не разграничена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17 0 02 74440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2 230,3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области государственной кадастр</w:t>
            </w:r>
            <w:r>
              <w:t>о</w:t>
            </w:r>
            <w:r>
              <w:t>вой оценки на территории Республики Карелия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17 0 02 74450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10 973,2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туризма»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53 580,0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туристского п</w:t>
            </w:r>
            <w:r>
              <w:t>о</w:t>
            </w:r>
            <w:r>
              <w:lastRenderedPageBreak/>
              <w:t>тенциала»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13 580,0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19 0 01 74600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9 380,0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туристского потенциала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19 0 01 74610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туристского потенциала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19 0 01 74610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«Создание инженерной и транспортной инфраструктуры туристско-рекреационных кластеров на территории Республ</w:t>
            </w:r>
            <w:r>
              <w:t>и</w:t>
            </w:r>
            <w:r>
              <w:t>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19 0 02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F02592">
            <w:pPr>
              <w:rPr>
                <w:sz w:val="24"/>
                <w:szCs w:val="24"/>
              </w:rPr>
            </w:pPr>
            <w:proofErr w:type="gramStart"/>
            <w:r>
              <w:t>Создание комплекса обеспечивающей инфрастру</w:t>
            </w:r>
            <w:r>
              <w:t>к</w:t>
            </w:r>
            <w:r>
              <w:t>туры туристско-рекреационного кластера «Южная Карелия» в Республике Карелия, в том числе систем водоснабжения, водоотведения, канализации, эле</w:t>
            </w:r>
            <w:r>
              <w:t>к</w:t>
            </w:r>
            <w:r>
              <w:t>троснабжения, газоснабжения, транспортной и</w:t>
            </w:r>
            <w:r>
              <w:t>н</w:t>
            </w:r>
            <w:r>
              <w:t xml:space="preserve">фраструктуры (строительство линии ЛЭП (14 км) на участке «Поселок </w:t>
            </w:r>
            <w:proofErr w:type="spellStart"/>
            <w:r>
              <w:t>Леппясилта</w:t>
            </w:r>
            <w:proofErr w:type="spellEnd"/>
            <w:r>
              <w:t xml:space="preserve"> </w:t>
            </w:r>
            <w:r w:rsidR="00F02592">
              <w:t>–</w:t>
            </w:r>
            <w:r>
              <w:t xml:space="preserve"> водопад «Белые мосты») (Бюджетные инвестиции)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19 0 02 </w:t>
            </w:r>
            <w:proofErr w:type="spellStart"/>
            <w:r>
              <w:t>R1104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5 130,0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Резерв на финансовое обеспечение расходных об</w:t>
            </w:r>
            <w:r>
              <w:t>я</w:t>
            </w:r>
            <w:r>
              <w:t xml:space="preserve">зательств Республики Карелия, </w:t>
            </w:r>
            <w:proofErr w:type="spellStart"/>
            <w:r>
              <w:t>софинансируемых</w:t>
            </w:r>
            <w:proofErr w:type="spellEnd"/>
            <w:r>
              <w:t xml:space="preserve"> из федерального бюджета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Резерв на разработку проектно-сметной документ</w:t>
            </w:r>
            <w:r>
              <w:t>а</w:t>
            </w:r>
            <w:r>
              <w:lastRenderedPageBreak/>
              <w:t xml:space="preserve">ции по объектам, планируемым к </w:t>
            </w:r>
            <w:proofErr w:type="spellStart"/>
            <w:r>
              <w:t>софинансиров</w:t>
            </w:r>
            <w:r>
              <w:t>а</w:t>
            </w:r>
            <w:r>
              <w:t>нию</w:t>
            </w:r>
            <w:proofErr w:type="spellEnd"/>
            <w:r>
              <w:t xml:space="preserve"> из федерального бюджета в рамках федерал</w:t>
            </w:r>
            <w:r>
              <w:t>ь</w:t>
            </w:r>
            <w:r>
              <w:t>ных программ (Резервные средства)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30 0 00 75150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5.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1 742 595,3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454 804,0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454 804,0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доступным и комфортным жильем граждан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431 226,8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«Переселение граждан из многоквартирных домов, признанных аварийными и подлежащими сносу»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431 226,8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мероприятий по переселению граждан из аварийного жилищного фонда, в том числе пер</w:t>
            </w:r>
            <w:r>
              <w:t>е</w:t>
            </w:r>
            <w:r>
              <w:t>селению граждан из аварийного жилищного фонда с учетом необходимости развития малоэтажного жилищного строительства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05 1 03 09502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переселению граждан из аварийного жилищного фонда, в том числе пер</w:t>
            </w:r>
            <w:r>
              <w:t>е</w:t>
            </w:r>
            <w:r>
              <w:t xml:space="preserve">селению граждан из аварийного жилищного фонда с учетом необходимости развития малоэтажного жилищного строительства, </w:t>
            </w:r>
            <w:proofErr w:type="spellStart"/>
            <w:r>
              <w:t>софинансируемых</w:t>
            </w:r>
            <w:proofErr w:type="spellEnd"/>
            <w:r>
              <w:t xml:space="preserve"> за счет средств Фонда содействия реформированию жилищно-коммунального хозяйства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05 1 03 09602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131 226,8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Подпрограмма «Создание условий для обеспечения </w:t>
            </w:r>
            <w:r>
              <w:lastRenderedPageBreak/>
              <w:t>качественными жилищно-коммунальными услугами граждан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23 577,2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проведения капитального ремонта общего имущества в мног</w:t>
            </w:r>
            <w:r>
              <w:t>о</w:t>
            </w:r>
            <w:r>
              <w:t>квартирных домах»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23 577,2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Обеспечение деятельности специализированной н</w:t>
            </w:r>
            <w:r>
              <w:t>е</w:t>
            </w:r>
            <w:r>
              <w:t>коммерческой организации «Фонд капитального ремонта Республики Карелия», осуществляющей деятельность, направленную на обеспечение пров</w:t>
            </w:r>
            <w:r>
              <w:t>е</w:t>
            </w:r>
            <w:r>
              <w:t>дения капитального ремонта общего имущества в многоквартирных домах (Субсидии некоммерч</w:t>
            </w:r>
            <w:r>
              <w:t>е</w:t>
            </w:r>
            <w:r>
              <w:t>ским организациям (за исключением государстве</w:t>
            </w:r>
            <w:r>
              <w:t>н</w:t>
            </w:r>
            <w:r>
              <w:t>ных (муниципальных)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05 2 01 71010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23 577,2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1 076 957,4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867 292,3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доступным и комфортным жильем граждан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необходимой инфраструктурой земельных участков в целях ж</w:t>
            </w:r>
            <w:r>
              <w:t>и</w:t>
            </w:r>
            <w:r>
              <w:t>лищного строительства для семей, имеющих трех и более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 xml:space="preserve">граммой «Развитие Республики Карелия на период </w:t>
            </w:r>
            <w:r>
              <w:lastRenderedPageBreak/>
              <w:t>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05 1 02 90420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качественными жилищно-коммунальными услугами граждан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859 992,3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«Строительство и реко</w:t>
            </w:r>
            <w:r>
              <w:t>н</w:t>
            </w:r>
            <w:r>
              <w:t>струкция объектов водоснабжения и водоотвед</w:t>
            </w:r>
            <w:r>
              <w:t>е</w:t>
            </w:r>
            <w:r>
              <w:t>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Карелия «Обеспечение доступны</w:t>
            </w:r>
            <w:r w:rsidR="00834867">
              <w:t>м и комфортным жильем и жилищно-</w:t>
            </w:r>
            <w:r>
              <w:t>коммунальными услугами»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05 2 03 43220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05 2 03 90420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обеспечение надежности предоставления комм</w:t>
            </w:r>
            <w:r>
              <w:t>у</w:t>
            </w:r>
            <w:r>
              <w:t>нальных услуг»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848 292,3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связанных с государственным регулированием тарифов на о</w:t>
            </w:r>
            <w:r>
              <w:t>т</w:t>
            </w:r>
            <w:r>
              <w:t>пускаемую населению и приравненным к нему к</w:t>
            </w:r>
            <w:r>
              <w:t>а</w:t>
            </w:r>
            <w:r>
              <w:t>тегориям потребителей электрическую энергию, вырабатываемую дизельными электростанциями в населенных пунктах, не имеющих централизова</w:t>
            </w:r>
            <w:r>
              <w:t>н</w:t>
            </w:r>
            <w:r>
              <w:t>ного энергоснабжения (Субсидии юридическим л</w:t>
            </w:r>
            <w:r>
              <w:t>и</w:t>
            </w:r>
            <w:r>
              <w:t>цам (кроме некоммерческих организаций), индив</w:t>
            </w:r>
            <w:r>
              <w:t>и</w:t>
            </w:r>
            <w:r>
              <w:lastRenderedPageBreak/>
              <w:t>дуальным предпринимателям, физическим лицам – производителям товаров, работ,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05 2 04 71030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60 149,6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части потерь в доходах, связанных с государственным регулированием тарифов на о</w:t>
            </w:r>
            <w:r>
              <w:t>т</w:t>
            </w:r>
            <w:r>
              <w:t>пускаемую потребителям тепловую энергию (Су</w:t>
            </w:r>
            <w:r>
              <w:t>б</w:t>
            </w:r>
            <w:r>
              <w:t>сидии юридическим лицам (кроме некоммерческих организаций), индивидуальным предпринимателям,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05 2 04 71040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708 737,9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части потерь в доходах, связанных с государственным регулированием розничных цен на сжиженный газ, реализуемый населению для б</w:t>
            </w:r>
            <w:r>
              <w:t>ы</w:t>
            </w:r>
            <w:r>
              <w:t>товых нужд (Субсидии юридическим лицам (кроме некоммерческих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05 2 04 71060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79 404,8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«Экономическое развитие и инновационная экон</w:t>
            </w:r>
            <w:r>
              <w:t>о</w:t>
            </w:r>
            <w:r>
              <w:t>мика»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171 265,1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«Формирование благоприятной и</w:t>
            </w:r>
            <w:r>
              <w:t>н</w:t>
            </w:r>
            <w:r>
              <w:t>вестиционной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171 265,1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«Создание благоприятных условий для привлечения инвестиций в экономику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171 265,1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</w:t>
            </w:r>
            <w:r>
              <w:t>о</w:t>
            </w:r>
            <w:r>
              <w:t>граммы «Развитие Республики Карелия на период до 2020 года» (инфраструктурное обеспечение пр</w:t>
            </w:r>
            <w:r>
              <w:t>о</w:t>
            </w:r>
            <w:r>
              <w:t>мышленной площадки на территории Петрозаво</w:t>
            </w:r>
            <w:r>
              <w:t>д</w:t>
            </w:r>
            <w:r>
              <w:lastRenderedPageBreak/>
              <w:t>ского городского округа)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09 1 01 </w:t>
            </w:r>
            <w:proofErr w:type="spellStart"/>
            <w:r>
              <w:t>R4191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171 265,1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Государственная программа Республики Карелия «Энергосбережение, </w:t>
            </w:r>
            <w:proofErr w:type="spellStart"/>
            <w:r>
              <w:t>энергоэффективность</w:t>
            </w:r>
            <w:proofErr w:type="spellEnd"/>
            <w:r>
              <w:t xml:space="preserve"> и разв</w:t>
            </w:r>
            <w:r>
              <w:t>и</w:t>
            </w:r>
            <w:r>
              <w:t>тие энергетики»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38 400,0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газоснабжения и газиф</w:t>
            </w:r>
            <w:r>
              <w:t>и</w:t>
            </w:r>
            <w:r>
              <w:t>кации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38 400,0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«Строительство газопров</w:t>
            </w:r>
            <w:r>
              <w:t>о</w:t>
            </w:r>
            <w:r>
              <w:t>дов распределительных сетей, в том числе проек</w:t>
            </w:r>
            <w:r>
              <w:t>т</w:t>
            </w:r>
            <w:r>
              <w:t>но-изыскательские работы»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38 400,0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</w:t>
            </w:r>
            <w:r>
              <w:t>р</w:t>
            </w:r>
            <w:r>
              <w:t>ственной и муниципальной собственности (Бю</w:t>
            </w:r>
            <w:r>
              <w:t>д</w:t>
            </w:r>
            <w:r>
              <w:t>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18 2 01 90400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18 2 01 90420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Благоустройство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134 249,0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«Формирование современной городской среды» на 2018–2022 годы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134 249,0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Основное мероприятие «Содействие обустройству мест массового отдыха населения»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20 0 01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3 372,8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поддержке обустро</w:t>
            </w:r>
            <w:r>
              <w:t>й</w:t>
            </w:r>
            <w:r>
              <w:t>ства мест массового отдыха населения (городских парков)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20 0 01 </w:t>
            </w:r>
            <w:proofErr w:type="spellStart"/>
            <w:r>
              <w:t>R5600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3 372,8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</w:t>
            </w:r>
            <w:r>
              <w:t>е</w:t>
            </w:r>
            <w:r>
              <w:t>роприятий приоритетного проекта Российской Ф</w:t>
            </w:r>
            <w:r>
              <w:t>е</w:t>
            </w:r>
            <w:r>
              <w:lastRenderedPageBreak/>
              <w:t>дерации «Формирование комфортной городской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20 0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130 876,2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формированию совр</w:t>
            </w:r>
            <w:r>
              <w:t>е</w:t>
            </w:r>
            <w:r>
              <w:t>менной городской среды 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20 0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R5550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130 876,2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5.4.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76 584,9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76 364,9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доступным и комфортным жильем граждан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5 827,0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мер госуда</w:t>
            </w:r>
            <w:r>
              <w:t>р</w:t>
            </w:r>
            <w:r>
              <w:t>ственной поддержки населению в улучшении ж</w:t>
            </w:r>
            <w:r>
              <w:t>и</w:t>
            </w:r>
            <w:r>
              <w:t>лищных условий»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727,0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кредитования (Субсидии юридическим лицам (кр</w:t>
            </w:r>
            <w:r>
              <w:t>о</w:t>
            </w:r>
            <w:r>
              <w:t>ме некоммерческих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05 1 01 71000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727,0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</w:t>
            </w:r>
            <w:r>
              <w:t>е</w:t>
            </w:r>
            <w:r>
              <w:t>роприятий приоритетного проекта Российской Ф</w:t>
            </w:r>
            <w:r>
              <w:t>е</w:t>
            </w:r>
            <w:r>
              <w:t>дерации «Ипотека и арендное жилье»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05 1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5 100,0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кредитования (Субсидии юридическим лицам (кр</w:t>
            </w:r>
            <w:r>
              <w:t>о</w:t>
            </w:r>
            <w:r>
              <w:t>ме некоммерческих организаций), индивидуальным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05 1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71000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5 100,0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качественными жилищно-коммунальными услугами граждан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25 979,7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обеспечение надежности предоставления комм</w:t>
            </w:r>
            <w:r>
              <w:t>у</w:t>
            </w:r>
            <w:r>
              <w:t>нальных услуг»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25 979,7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связанных с установлением льготного тарифа на отпускаемую потребителям электрическую энергию (за исключ</w:t>
            </w:r>
            <w:r>
              <w:t>е</w:t>
            </w:r>
            <w:r>
              <w:t>нием населения и приравненных к нему категорий потребителей), вырабатываемую дизельными эле</w:t>
            </w:r>
            <w:r>
              <w:t>к</w:t>
            </w:r>
            <w:r>
              <w:t>тростанциями в населенных пунктах, не имеющих централизованного энергоснабжения (Субсидии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</w:t>
            </w:r>
            <w:r>
              <w:t>и</w:t>
            </w:r>
            <w:r>
              <w:t>зическим лицам – производителям товаров, работ, услуг)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05 2 04 71050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25 979,7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44 558,2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42 636,4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1 920,1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общегосударственным управлением (Исполнение судебных актов)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Охрана окружающей среды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12 115,5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10 265,5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«Воспроизводство и использование природных р</w:t>
            </w:r>
            <w:r>
              <w:t>е</w:t>
            </w:r>
            <w:r>
              <w:t>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10 265,5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9 615,3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«Проведение природ</w:t>
            </w:r>
            <w:r>
              <w:t>о</w:t>
            </w:r>
            <w:r>
              <w:t>охранных мероприятий»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9 615,3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области охраны окружающей среды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13 4 01 73240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4 645,4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охраны окружающей среды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13 4 01 73250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4 969,9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охотничьего хозяйства»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650,2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«Повышение продуктивн</w:t>
            </w:r>
            <w:r>
              <w:t>о</w:t>
            </w:r>
            <w:r>
              <w:t>сти охотничьих угодий»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13 5 01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580,2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области охраны и использования объектов животного мира (за исключением охотн</w:t>
            </w:r>
            <w:r>
              <w:t>и</w:t>
            </w:r>
            <w:r>
              <w:lastRenderedPageBreak/>
              <w:t>чьих ресурсов и водных биологических ресурсов) 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13 5 01 59200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80,2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повышению продуктивности охо</w:t>
            </w:r>
            <w:r>
              <w:t>т</w:t>
            </w:r>
            <w:r>
              <w:t>ничьих угодий (Иные выплаты населению)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13 5 01 73290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«Регулирование охотхозя</w:t>
            </w:r>
            <w:r>
              <w:t>й</w:t>
            </w:r>
            <w:r>
              <w:t>ственной деятельности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13 5 02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регулированию охотхозяйственной деятельности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13 5 02 73300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Прикладные научные исследования в области охр</w:t>
            </w:r>
            <w:r>
              <w:t>а</w:t>
            </w:r>
            <w:r>
              <w:t>ны окружающей среды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«Воспроизводство и использование природных р</w:t>
            </w:r>
            <w:r>
              <w:t>е</w:t>
            </w:r>
            <w:r>
              <w:t>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«Проведение природ</w:t>
            </w:r>
            <w:r>
              <w:t>о</w:t>
            </w:r>
            <w:r>
              <w:t>охранных мероприятий»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Актуализация территориальной схемы в области обращения с отходами, в том числе с твердыми коммунальными отходами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13 4 01 73260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Другие вопросы в области охраны окружающей среды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«Воспроизводство и использование природных р</w:t>
            </w:r>
            <w:r>
              <w:t>е</w:t>
            </w:r>
            <w:r>
              <w:lastRenderedPageBreak/>
              <w:t>сурсов и 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«Охрана окружающей среды»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«Осуществление госуда</w:t>
            </w:r>
            <w:r>
              <w:t>р</w:t>
            </w:r>
            <w:r>
              <w:t>ственного экологического надзора и нормирования допустимого воздействия на окружающую среду при осуществлении хозяйственной и иной деятел</w:t>
            </w:r>
            <w:r>
              <w:t>ь</w:t>
            </w:r>
            <w:r>
              <w:t>ности»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13 4 02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проведению государственной экологической экспертизы объектов регионального уровня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13 4 02 73230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7 668 079,9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7.1.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40 977,1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38 841,7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общего образования. С</w:t>
            </w:r>
            <w:r>
              <w:t>о</w:t>
            </w:r>
            <w:r>
              <w:t>здание новых мест в общеобразовательных орган</w:t>
            </w:r>
            <w:r>
              <w:t>и</w:t>
            </w:r>
            <w:r>
              <w:t>зациях в соответствии с прогнозируемой потребн</w:t>
            </w:r>
            <w:r>
              <w:t>о</w:t>
            </w:r>
            <w:r>
              <w:t>стью и современными условиями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38 841,7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</w:t>
            </w:r>
            <w:r>
              <w:t>ь</w:t>
            </w:r>
            <w:r>
              <w:t>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32 941,7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Финансовое обеспечение получения дошкольного образования в частных дошкольных образовател</w:t>
            </w:r>
            <w:r>
              <w:t>ь</w:t>
            </w:r>
            <w:r>
              <w:t>ных и общеобразовательных организациях, ос</w:t>
            </w:r>
            <w:r>
              <w:t>у</w:t>
            </w:r>
            <w:r>
              <w:lastRenderedPageBreak/>
              <w:t>ществляющих образовательную деятельность по имеющим государственную аккредитацию осно</w:t>
            </w:r>
            <w:r>
              <w:t>в</w:t>
            </w:r>
            <w:r>
              <w:t>ным образовательным программам (Субсидии н</w:t>
            </w:r>
            <w:r>
              <w:t>е</w:t>
            </w:r>
            <w:r>
              <w:t>коммерческим организациям (за исключением гос</w:t>
            </w:r>
            <w:r>
              <w:t>у</w:t>
            </w:r>
            <w:r>
              <w:t>дарственных (муниципальных)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02 2 01 70320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32 941,7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«Модернизация инфр</w:t>
            </w:r>
            <w:r>
              <w:t>а</w:t>
            </w:r>
            <w:r>
              <w:t>структуры общего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5 900,0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02 2 03 90420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5 900,0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02592" w:rsidRDefault="00E62FF6" w:rsidP="00552114">
            <w:r>
              <w:t xml:space="preserve">Государственная программа Республики Карелия «Доступная среда в Республике Карелия»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E62FF6" w:rsidRDefault="00E62FF6" w:rsidP="00552114">
            <w:pPr>
              <w:rPr>
                <w:sz w:val="24"/>
                <w:szCs w:val="24"/>
              </w:rPr>
            </w:pPr>
            <w:r>
              <w:t>2016–2020 годы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2 135,4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</w:t>
            </w:r>
            <w:r>
              <w:t>е</w:t>
            </w:r>
            <w:r>
              <w:t>грации и системы реабилитации инвалидов»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2 135,4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государственной пр</w:t>
            </w:r>
            <w:r>
              <w:t>о</w:t>
            </w:r>
            <w:r>
              <w:t>граммы Российской Федерации «Доступная среда» на 2011–2020 годы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2 135,4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7.2.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473 502,9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473 502,9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</w:t>
            </w:r>
            <w:r>
              <w:t>а</w:t>
            </w:r>
            <w:r>
              <w:t>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</w:t>
            </w:r>
            <w:r>
              <w:t>н</w:t>
            </w:r>
            <w:r>
              <w:t>циала системы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lastRenderedPageBreak/>
              <w:t>публики Карелия по выплате компенсации расходов на оплату жилых помещений, отопления и освещ</w:t>
            </w:r>
            <w:r>
              <w:t>е</w:t>
            </w:r>
            <w:r>
              <w:t>ния педагогическим работникам муниципальных образовательных организаций, проживающим и р</w:t>
            </w:r>
            <w:r>
              <w:t>а</w:t>
            </w:r>
            <w:r>
              <w:t>ботающим в сельских населенных пунктах, рабочих поселках (поселках городского типа)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02 1 04 42040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поощрению педагогических рабо</w:t>
            </w:r>
            <w:r>
              <w:t>т</w:t>
            </w:r>
            <w:r>
              <w:t>ников (Премии и гранты)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02 1 04 76030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общего образования. С</w:t>
            </w:r>
            <w:r>
              <w:t>о</w:t>
            </w:r>
            <w:r>
              <w:t>здание новых мест в общеобразовательных орган</w:t>
            </w:r>
            <w:r>
              <w:t>и</w:t>
            </w:r>
            <w:r>
              <w:t>зациях в соответствии с прогнозируемой потребн</w:t>
            </w:r>
            <w:r>
              <w:t>о</w:t>
            </w:r>
            <w:r>
              <w:t>стью и современными условиями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383 002,9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</w:t>
            </w:r>
            <w:r>
              <w:t>ь</w:t>
            </w:r>
            <w:r>
              <w:t>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347 581,3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предоставлению предусмо</w:t>
            </w:r>
            <w:r>
              <w:t>т</w:t>
            </w:r>
            <w:r>
              <w:t>ренных пунктом 5 части 1 статьи 9 Закона Респу</w:t>
            </w:r>
            <w:r>
              <w:t>б</w:t>
            </w:r>
            <w:r>
              <w:t>лики Карелия</w:t>
            </w:r>
            <w:r w:rsidR="00F02592">
              <w:t xml:space="preserve"> от 20 декабря 2013 года № 1755-</w:t>
            </w:r>
            <w:r>
              <w:t>ЗРК «Об образовании» мер социальной поддержки и с</w:t>
            </w:r>
            <w:r>
              <w:t>о</w:t>
            </w:r>
            <w:r>
              <w:t>циального обслуживания обучающимся с огран</w:t>
            </w:r>
            <w:r>
              <w:t>и</w:t>
            </w:r>
            <w:r>
              <w:t>ченными возможностями здоровья, за исключением обучающихся (воспитываемых) в государственных образовательных организациях Республики Карелия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02 2 01 42100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26 974,0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9912F8" w:rsidP="00552114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E62FF6">
              <w:t>по обеспечению условий осуществл</w:t>
            </w:r>
            <w:r w:rsidR="00E62FF6">
              <w:t>е</w:t>
            </w:r>
            <w:r w:rsidR="00E62FF6">
              <w:t xml:space="preserve">ния образовательной деятельности по основным </w:t>
            </w:r>
            <w:r w:rsidR="00E62FF6">
              <w:lastRenderedPageBreak/>
              <w:t>общеобразовательным программам и дополнител</w:t>
            </w:r>
            <w:r w:rsidR="00E62FF6">
              <w:t>ь</w:t>
            </w:r>
            <w:r w:rsidR="00E62FF6">
              <w:t>ным общеобразовательным программам в госуда</w:t>
            </w:r>
            <w:r w:rsidR="00E62FF6">
              <w:t>р</w:t>
            </w:r>
            <w:r w:rsidR="00E62FF6">
              <w:t>ственных организациях (Расходы на выплаты пе</w:t>
            </w:r>
            <w:r w:rsidR="00E62FF6">
              <w:t>р</w:t>
            </w:r>
            <w:r w:rsidR="00E62FF6">
              <w:t>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12 950,1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9912F8" w:rsidP="00552114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E62FF6">
              <w:t>по обеспечению условий осуществл</w:t>
            </w:r>
            <w:r w:rsidR="00E62FF6">
              <w:t>е</w:t>
            </w:r>
            <w:r w:rsidR="00E62FF6">
              <w:t>ния образовательной деятельности по основным общеобразовательным программам и дополнител</w:t>
            </w:r>
            <w:r w:rsidR="00E62FF6">
              <w:t>ь</w:t>
            </w:r>
            <w:r w:rsidR="00E62FF6">
              <w:t>ным общеобразовательным программам в госуда</w:t>
            </w:r>
            <w:r w:rsidR="00E62FF6">
              <w:t>р</w:t>
            </w:r>
            <w:r w:rsidR="00E62FF6">
              <w:t>ственных организациях (Иные закупки товаров, р</w:t>
            </w:r>
            <w:r w:rsidR="00E62FF6">
              <w:t>а</w:t>
            </w:r>
            <w:r w:rsidR="00E62FF6">
              <w:t>бот и услуг для обеспечения государственных (м</w:t>
            </w:r>
            <w:r w:rsidR="00E62FF6">
              <w:t>у</w:t>
            </w:r>
            <w:r w:rsidR="00E62FF6"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91,2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9912F8" w:rsidP="00552114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E62FF6">
              <w:t>по обеспечению условий осуществл</w:t>
            </w:r>
            <w:r w:rsidR="00E62FF6">
              <w:t>е</w:t>
            </w:r>
            <w:r w:rsidR="00E62FF6">
              <w:t>ния образовательной деятельности по основным общеобразовательным программам и дополнител</w:t>
            </w:r>
            <w:r w:rsidR="00E62FF6">
              <w:t>ь</w:t>
            </w:r>
            <w:r w:rsidR="00E62FF6">
              <w:t>ным общеобразовательным программам в госуда</w:t>
            </w:r>
            <w:r w:rsidR="00E62FF6">
              <w:t>р</w:t>
            </w:r>
            <w:r w:rsidR="00E62FF6">
              <w:t>ственных организациях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303 552,8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9912F8" w:rsidP="00552114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E62FF6">
              <w:t>по обеспечению условий осуществл</w:t>
            </w:r>
            <w:r w:rsidR="00E62FF6">
              <w:t>е</w:t>
            </w:r>
            <w:r w:rsidR="00E62FF6">
              <w:t>ния образовательной деятельности по основным общеобразовательным программам и дополнител</w:t>
            </w:r>
            <w:r w:rsidR="00E62FF6">
              <w:t>ь</w:t>
            </w:r>
            <w:r w:rsidR="00E62FF6">
              <w:t>ным общеобразовательным программам в госуда</w:t>
            </w:r>
            <w:r w:rsidR="00E62FF6">
              <w:t>р</w:t>
            </w:r>
            <w:r w:rsidR="00E62FF6">
              <w:t>ственных организациях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0,7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Финансовое обеспечение получения начального общего, основного общего, среднего общего обр</w:t>
            </w:r>
            <w:r>
              <w:t>а</w:t>
            </w:r>
            <w:r>
              <w:t>зования в частных общеобразовательных организ</w:t>
            </w:r>
            <w:r>
              <w:t>а</w:t>
            </w:r>
            <w:r>
              <w:t>циях, осуществляющих образовательную деятел</w:t>
            </w:r>
            <w:r>
              <w:t>ь</w:t>
            </w:r>
            <w:r>
              <w:t xml:space="preserve">ность по имеющим государственную аккредитацию </w:t>
            </w:r>
            <w:r>
              <w:lastRenderedPageBreak/>
              <w:t>основным общеобразовательным программам (Су</w:t>
            </w:r>
            <w:r>
              <w:t>б</w:t>
            </w:r>
            <w:r>
              <w:t>сидии некоммерческим организациям (за исключ</w:t>
            </w:r>
            <w:r>
              <w:t>е</w:t>
            </w:r>
            <w:r>
              <w:t>нием государственных (муниципальных) учрежд</w:t>
            </w:r>
            <w:r>
              <w:t>е</w:t>
            </w:r>
            <w:r>
              <w:t>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02 2 01 70400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4 012,5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«Модернизация инфр</w:t>
            </w:r>
            <w:r>
              <w:t>а</w:t>
            </w:r>
            <w:r>
              <w:t>структуры общего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35 421,6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</w:t>
            </w:r>
            <w:r>
              <w:t>р</w:t>
            </w:r>
            <w:r>
              <w:t>ственной и муниципальной собственности (Бю</w:t>
            </w:r>
            <w:r>
              <w:t>д</w:t>
            </w:r>
            <w:r>
              <w:t>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02 2 03 90400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созданию в общеобр</w:t>
            </w:r>
            <w:r>
              <w:t>а</w:t>
            </w:r>
            <w:r>
              <w:t>зовательных организациях, расположенных в сел</w:t>
            </w:r>
            <w:r>
              <w:t>ь</w:t>
            </w:r>
            <w:r>
              <w:t>ской местности, условий для занятий физической культурой и спортом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02 2 03 </w:t>
            </w:r>
            <w:proofErr w:type="spellStart"/>
            <w:r>
              <w:t>R0970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23 421,6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7.3.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45 924,8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дополнительного образ</w:t>
            </w:r>
            <w:r>
              <w:t>о</w:t>
            </w:r>
            <w:r>
              <w:t>вания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дополнител</w:t>
            </w:r>
            <w:r>
              <w:t>ь</w:t>
            </w:r>
            <w:r>
              <w:t>ных общеобразовательных программ»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условий образов</w:t>
            </w:r>
            <w:r>
              <w:t>а</w:t>
            </w:r>
            <w:r>
              <w:t>тельной деятельности по реализации дополнител</w:t>
            </w:r>
            <w:r>
              <w:t>ь</w:t>
            </w:r>
            <w:r>
              <w:t>ных общеобразовательных программ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02 4 01 70370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F181A" w:rsidRDefault="00E62FF6" w:rsidP="00552114">
            <w:r>
              <w:t xml:space="preserve">Государственная программа Республики Карелия «Доступная среда в Республике Карелия»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E62FF6" w:rsidRDefault="00E62FF6" w:rsidP="00552114">
            <w:pPr>
              <w:rPr>
                <w:sz w:val="24"/>
                <w:szCs w:val="24"/>
              </w:rPr>
            </w:pPr>
            <w:r>
              <w:t>2016–2020 годы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533,8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</w:t>
            </w:r>
            <w:r>
              <w:t>е</w:t>
            </w:r>
            <w:r>
              <w:lastRenderedPageBreak/>
              <w:t>грации и системы реабилитации инвалидов»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533,8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государственной пр</w:t>
            </w:r>
            <w:r>
              <w:t>о</w:t>
            </w:r>
            <w:r>
              <w:t>граммы Российской Федерации «Доступная среда» на 2011–2020 годы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533,8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7.4.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Среднее профессиональное образование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787 460,1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778 364,3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</w:t>
            </w:r>
            <w:r>
              <w:t>а</w:t>
            </w:r>
            <w:r>
              <w:t>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778 364,3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</w:t>
            </w:r>
            <w:r>
              <w:t>ь</w:t>
            </w:r>
            <w:r>
              <w:t>ных программ среднего профессионального образ</w:t>
            </w:r>
            <w:r>
              <w:t>о</w:t>
            </w:r>
            <w:r>
              <w:t>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766 214,3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</w:t>
            </w:r>
            <w:r>
              <w:t>е</w:t>
            </w:r>
            <w:r>
              <w:t>ния образовательной деятельности по основным профессиональным образовательным программам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339 681,9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</w:t>
            </w:r>
            <w:r>
              <w:t>е</w:t>
            </w:r>
            <w:r>
              <w:t>ния образовательной деятельности по основным профессиональным образовательным программам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426 532,4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</w:t>
            </w:r>
            <w:r>
              <w:t>е</w:t>
            </w:r>
            <w:r>
              <w:t>роприятий приоритетного проекта Российской Ф</w:t>
            </w:r>
            <w:r>
              <w:t>е</w:t>
            </w:r>
            <w:r>
              <w:t>дерации «Подготовка высококвалифицированных специалистов и рабочих кадров с учетом совреме</w:t>
            </w:r>
            <w:r>
              <w:t>н</w:t>
            </w:r>
            <w:r>
              <w:t>ных стандартов и передовых технологий»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02 1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12 150,0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Реализация проектов и программ движения </w:t>
            </w:r>
            <w:r w:rsidR="00A17D4D">
              <w:t>«</w:t>
            </w:r>
            <w:proofErr w:type="spellStart"/>
            <w:r>
              <w:t>Вор</w:t>
            </w:r>
            <w:r>
              <w:t>л</w:t>
            </w:r>
            <w:r>
              <w:t>дскиллс</w:t>
            </w:r>
            <w:proofErr w:type="spellEnd"/>
            <w:r>
              <w:t xml:space="preserve"> Россия</w:t>
            </w:r>
            <w:r w:rsidR="00A17D4D">
              <w:t>»</w:t>
            </w:r>
            <w:r>
              <w:t>, в том числе проведение реги</w:t>
            </w:r>
            <w:r>
              <w:t>о</w:t>
            </w:r>
            <w:r>
              <w:t>нального чемпионата профессионального масте</w:t>
            </w:r>
            <w:r>
              <w:t>р</w:t>
            </w:r>
            <w:r>
              <w:lastRenderedPageBreak/>
              <w:t>ства по стандартам «</w:t>
            </w:r>
            <w:proofErr w:type="spellStart"/>
            <w:r>
              <w:t>Ворлдскиллс</w:t>
            </w:r>
            <w:proofErr w:type="spellEnd"/>
            <w:r>
              <w:t>» (Субсидии авт</w:t>
            </w:r>
            <w:r>
              <w:t>о</w:t>
            </w:r>
            <w:r>
              <w:t>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02 1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76010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12 150,0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7D4D" w:rsidRDefault="00E62FF6" w:rsidP="00552114">
            <w:r>
              <w:t xml:space="preserve">Государственная программа Республики Карелия «Доступная среда в Республике Карелия»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E62FF6" w:rsidRDefault="00E62FF6" w:rsidP="00552114">
            <w:pPr>
              <w:rPr>
                <w:sz w:val="24"/>
                <w:szCs w:val="24"/>
              </w:rPr>
            </w:pPr>
            <w:r>
              <w:t>2016–2020 годы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9 095,8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</w:t>
            </w:r>
            <w:r>
              <w:t>е</w:t>
            </w:r>
            <w:r>
              <w:t>грации и системы реабилитации инвалидов»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9 095,8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государственной пр</w:t>
            </w:r>
            <w:r>
              <w:t>о</w:t>
            </w:r>
            <w:r>
              <w:t>граммы Российской Федерации «Доступная среда» на 2011–2020 годы 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9 095,8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7.5.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25 372,8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24 426,7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</w:t>
            </w:r>
            <w:r>
              <w:t>а</w:t>
            </w:r>
            <w:r>
              <w:t>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23 381,8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дополнител</w:t>
            </w:r>
            <w:r>
              <w:t>ь</w:t>
            </w:r>
            <w:r>
              <w:t>ных профессиональных программ, основных пр</w:t>
            </w:r>
            <w:r>
              <w:t>о</w:t>
            </w:r>
            <w:r>
              <w:t>грамм профессионального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23 381,8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</w:t>
            </w:r>
            <w:r>
              <w:t>е</w:t>
            </w:r>
            <w:r>
              <w:t>ния образовательной деятельности по дополнител</w:t>
            </w:r>
            <w:r>
              <w:t>ь</w:t>
            </w:r>
            <w:r>
              <w:t>ным профессиональным программам (Субсидии а</w:t>
            </w:r>
            <w:r>
              <w:t>в</w:t>
            </w:r>
            <w:r>
              <w:t>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02 1 03 70410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23 381,8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общего образования. С</w:t>
            </w:r>
            <w:r>
              <w:t>о</w:t>
            </w:r>
            <w:r>
              <w:t>здание новых мест в общеобразовательных орган</w:t>
            </w:r>
            <w:r>
              <w:t>и</w:t>
            </w:r>
            <w:r>
              <w:t>зациях в соответствии с прогнозируемой потребн</w:t>
            </w:r>
            <w:r>
              <w:t>о</w:t>
            </w:r>
            <w:r>
              <w:t>стью и современными условиями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1 044,9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«Повышение качества обр</w:t>
            </w:r>
            <w:r>
              <w:t>а</w:t>
            </w:r>
            <w:r>
              <w:t>зования в общеобразовательных организациях п</w:t>
            </w:r>
            <w:r>
              <w:t>у</w:t>
            </w:r>
            <w:r>
              <w:t>тем реализации региональных проектов»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1 044,9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повышению качества образования в школах с низкими результатами об</w:t>
            </w:r>
            <w:r>
              <w:t>у</w:t>
            </w:r>
            <w:r>
              <w:t>чения и в школах, функционирующих в неблаг</w:t>
            </w:r>
            <w:r>
              <w:t>о</w:t>
            </w:r>
            <w:r>
              <w:t>приятных социальных условиях, путем реализации региональных проектов и распространения их р</w:t>
            </w:r>
            <w:r>
              <w:t>е</w:t>
            </w:r>
            <w:r>
              <w:t>зультатов в субъектах Российской Федерации (Су</w:t>
            </w:r>
            <w:r>
              <w:t>б</w:t>
            </w:r>
            <w:r>
              <w:t>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02 2 02 </w:t>
            </w:r>
            <w:proofErr w:type="spellStart"/>
            <w:r>
              <w:t>R5380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1 044,9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«Экономическое развитие и инновационная экон</w:t>
            </w:r>
            <w:r>
              <w:t>о</w:t>
            </w:r>
            <w:r>
              <w:t>мика»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системы гос</w:t>
            </w:r>
            <w:r>
              <w:t>у</w:t>
            </w:r>
            <w:r>
              <w:t>дарственного стратегического управления»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Государстве</w:t>
            </w:r>
            <w:r>
              <w:t>н</w:t>
            </w:r>
            <w:r>
              <w:t>ного плана подготовки управленческих кадров для организаций народного хозяйства Российской Ф</w:t>
            </w:r>
            <w:r>
              <w:t>е</w:t>
            </w:r>
            <w:r>
              <w:t>дерации»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09 5 01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подготовке управле</w:t>
            </w:r>
            <w:r>
              <w:t>н</w:t>
            </w:r>
            <w:r>
              <w:t>ческих кадров для организаций народного хозя</w:t>
            </w:r>
            <w:r>
              <w:t>й</w:t>
            </w:r>
            <w:r>
              <w:t>ства Российской Федерации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09 5 01 </w:t>
            </w:r>
            <w:proofErr w:type="spellStart"/>
            <w:r>
              <w:t>R0660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«Эффективное управление региональными и мун</w:t>
            </w:r>
            <w:r>
              <w:t>и</w:t>
            </w:r>
            <w:r>
              <w:t>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580,9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Основное мероприятие «Обеспечение реализации </w:t>
            </w:r>
            <w:r>
              <w:lastRenderedPageBreak/>
              <w:t>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580,9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580,9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7.6.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47 153,2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«Совершенствование социальной защиты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30 367,4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социальной поддержки семьи и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30 367,4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оздоров</w:t>
            </w:r>
            <w:r>
              <w:t>и</w:t>
            </w:r>
            <w:r>
              <w:t>тельного отдыха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30 367,4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Организация отдыха детей в специализированных (профильных) лагерях, организованных госуда</w:t>
            </w:r>
            <w:r>
              <w:t>р</w:t>
            </w:r>
            <w:r>
              <w:t>ственными учреждениями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03 2 05 70680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1 275,4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Организация отдыха и оздоровления детей, нах</w:t>
            </w:r>
            <w:r>
              <w:t>о</w:t>
            </w:r>
            <w:r>
              <w:t>дящихся в трудной жизненной ситуации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03 2 05 70690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физической культуры, спорта и сове</w:t>
            </w:r>
            <w:r>
              <w:t>р</w:t>
            </w:r>
            <w:r>
              <w:t>шенствование молодежной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16 785,8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молодежной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13 159,9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«Вовлечение молодежи в социальную практику»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13 159,9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 xml:space="preserve">ными учреждениями Республики Карелия в сфере </w:t>
            </w:r>
            <w:r>
              <w:lastRenderedPageBreak/>
              <w:t>молодежной политики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08 3 01 71930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6 510,9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реализации молодежной политики в Республике Карелия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08 3 01 71940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Мероприятия по реализации молодежной политики в Республике Карелия (Субсидии некоммерческим организациям (за исключением государственных (муниципальных)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08 3 01 71940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</w:t>
            </w:r>
            <w:r>
              <w:t>д</w:t>
            </w:r>
            <w:r>
              <w:t>держке малого и среднего предпринимательства, включая крестьянские (фермерские) хозяйства, а также молодежного предпринимательства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08 3 01 </w:t>
            </w:r>
            <w:proofErr w:type="spellStart"/>
            <w:r>
              <w:t>R5270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3 149,0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«Патриотическое воспитание гра</w:t>
            </w:r>
            <w:r>
              <w:t>ж</w:t>
            </w:r>
            <w:r>
              <w:t>дан Российской Федерации, проживающих на те</w:t>
            </w:r>
            <w:r>
              <w:t>р</w:t>
            </w:r>
            <w:r>
              <w:t>ритории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3 625,9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и проведение мероприятий в сфере патриотического воспитания»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3 625,9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патриотическому воспитанию граждан Российской Федерации, проживающих на территории Республики Карелия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08 4 01 71950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Мероприятия по патриотическому воспитанию граждан Российской Федерации, проживающих на территории Республики Карелия (Субсидии неко</w:t>
            </w:r>
            <w:r>
              <w:t>м</w:t>
            </w:r>
            <w:r>
              <w:t>мерческим организациям (за исключением госуда</w:t>
            </w:r>
            <w:r>
              <w:t>р</w:t>
            </w:r>
            <w:r>
              <w:t>ственных (муниципальных)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08 4 01 71950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области патриотического воспитания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08 4 01 71960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2 025,9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7.7.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6 247 689,0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6 247 689,0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</w:t>
            </w:r>
            <w:r>
              <w:t>а</w:t>
            </w:r>
            <w:r>
              <w:t>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1 955,0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</w:t>
            </w:r>
            <w:r>
              <w:t>ь</w:t>
            </w:r>
            <w:r>
              <w:t>ных программ среднего профессионального образ</w:t>
            </w:r>
            <w:r>
              <w:t>о</w:t>
            </w:r>
            <w:r>
              <w:t>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Премии, стипендии в соответствии с решениями Правительства Республики Карелия и органов и</w:t>
            </w:r>
            <w:r>
              <w:t>с</w:t>
            </w:r>
            <w:r>
              <w:t>полнительной власти в области образования  (Ст</w:t>
            </w:r>
            <w:r>
              <w:t>и</w:t>
            </w:r>
            <w:r>
              <w:t>пендии)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02 1 01 70310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</w:t>
            </w:r>
            <w:r>
              <w:t>н</w:t>
            </w:r>
            <w:r>
              <w:t>циала системы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1 155,0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кадрового потенциала в сферах дошкольного, общего и дополнительного образования детей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02 1 04 70350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кадрового потенциала в сферах дошкольного, общего и дополнительного образования детей (Социальные выплаты гражд</w:t>
            </w:r>
            <w:r>
              <w:t>а</w:t>
            </w:r>
            <w:r>
              <w:t>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02 1 04 70350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кадрового потенциала в сферах дошкольного, общего и дополнительного образования детей (Премии и гранты)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02 1 04 70350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520,0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общего образования. С</w:t>
            </w:r>
            <w:r>
              <w:t>о</w:t>
            </w:r>
            <w:r>
              <w:t>здание новых мест в общеобразовательных орган</w:t>
            </w:r>
            <w:r>
              <w:t>и</w:t>
            </w:r>
            <w:r>
              <w:t>зациях в соответствии с прогнозируемой потребн</w:t>
            </w:r>
            <w:r>
              <w:t>о</w:t>
            </w:r>
            <w:r>
              <w:t>стью и современными условиями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6 117 090,0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</w:t>
            </w:r>
            <w:r>
              <w:t>ь</w:t>
            </w:r>
            <w:r>
              <w:t>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6 081 724,8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>
              <w:t>о</w:t>
            </w:r>
            <w:r>
              <w:t>школьных образовательных организациях, общед</w:t>
            </w:r>
            <w:r>
              <w:t>о</w:t>
            </w:r>
            <w:r>
              <w:t>ступного и бесплатного дошкольного, начального общего, основного общего, среднего общего обр</w:t>
            </w:r>
            <w:r>
              <w:t>а</w:t>
            </w:r>
            <w:r>
              <w:t>зования в муниципальных общеобразовательных организациях, обеспечение дополнительного обр</w:t>
            </w:r>
            <w:r>
              <w:t>а</w:t>
            </w:r>
            <w:r>
              <w:t>зования детей в муниципальных общеобразовател</w:t>
            </w:r>
            <w:r>
              <w:t>ь</w:t>
            </w:r>
            <w:r>
              <w:t>ных организациях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02 2 01 42190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5 782 631,0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Карелия «Развитие образования»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02 2 01 43200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288 267,0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созданию условий для психолого-медико-педагогического сопровождения участников образовательного процесса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02 2 01 70340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10 826,8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«Модернизация инфр</w:t>
            </w:r>
            <w:r>
              <w:t>а</w:t>
            </w:r>
            <w:r>
              <w:t>структуры общего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35 365,2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созданию единой федеральной межведомственной системы учета контингента об</w:t>
            </w:r>
            <w:r>
              <w:t>у</w:t>
            </w:r>
            <w:r>
              <w:t>чающихся по основным образовательным програ</w:t>
            </w:r>
            <w:r>
              <w:t>м</w:t>
            </w:r>
            <w:r>
              <w:t>мам и дополнительным общеобразовательным пр</w:t>
            </w:r>
            <w:r>
              <w:t>о</w:t>
            </w:r>
            <w:r>
              <w:t>граммам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02 2 03 70420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35 365,2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управления системой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32 798,4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«Проведение государстве</w:t>
            </w:r>
            <w:r>
              <w:t>н</w:t>
            </w:r>
            <w:r>
              <w:t xml:space="preserve">ной итоговой аттестации </w:t>
            </w:r>
            <w:proofErr w:type="gramStart"/>
            <w:r>
              <w:t>обучающихся</w:t>
            </w:r>
            <w:proofErr w:type="gramEnd"/>
            <w:r>
              <w:t>, включая мониторинговые исследования качества образов</w:t>
            </w:r>
            <w:r>
              <w:t>а</w:t>
            </w:r>
            <w:r>
              <w:t>ния, оценку и контроль качества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32 798,4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Обеспечение и проведение государственной итог</w:t>
            </w:r>
            <w:r>
              <w:t>о</w:t>
            </w:r>
            <w:r>
              <w:t xml:space="preserve">вой аттестации </w:t>
            </w:r>
            <w:proofErr w:type="gramStart"/>
            <w:r>
              <w:t>обучающихся</w:t>
            </w:r>
            <w:proofErr w:type="gramEnd"/>
            <w:r>
              <w:t xml:space="preserve"> (Субсидии автоно</w:t>
            </w:r>
            <w:r>
              <w:t>м</w:t>
            </w:r>
            <w:r>
              <w:t>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02 3 01 70380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26 384,7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оценке и контролю качества обр</w:t>
            </w:r>
            <w:r>
              <w:t>а</w:t>
            </w:r>
            <w:r>
              <w:t>зования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02 3 01 70390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6 413,7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95 845,6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41 816,4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lastRenderedPageBreak/>
              <w:t>лия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3 283,4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сфере образования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4 602,3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сфере образования (Иные заку</w:t>
            </w:r>
            <w:r>
              <w:t>п</w:t>
            </w:r>
            <w:r>
              <w:t>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496,6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сфере образования (Субсидии а</w:t>
            </w:r>
            <w:r>
              <w:t>в</w:t>
            </w:r>
            <w:r>
              <w:t>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34 095,6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10 927,4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206,7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1 003 674,7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8.1.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870 672,0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854 192,1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«Сохранение военно-исторического наследия и государственная охрана памятников истории и объектов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35 520,1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Карелия «Развитие культуры»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07 0 01 43250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Мероприятия, связанные с присвоением почетного звания Российской Федерации «Город воинской славы» (Иные межбюджетные трансферты)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07 0 01 44030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области сохранения объектов культурного наследия (Расх</w:t>
            </w:r>
            <w:r>
              <w:t>о</w:t>
            </w:r>
            <w:r>
              <w:t>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12 593,1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области сохранения объектов культурного наследия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2 771,8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области сохранения объектов культурного наследия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155,2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музейного и а</w:t>
            </w:r>
            <w:r>
              <w:t>р</w:t>
            </w:r>
            <w:r>
              <w:t>хивного дела»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65 240,1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музейного дела (Субс</w:t>
            </w:r>
            <w:r>
              <w:t>и</w:t>
            </w:r>
            <w:r>
              <w:lastRenderedPageBreak/>
              <w:t>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07 0 02 71620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65 240,1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библиотечного дела»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98 271,0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библиотечного дела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07 0 03 71630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97 520,3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культуры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07 0 03 </w:t>
            </w:r>
            <w:proofErr w:type="spellStart"/>
            <w:r>
              <w:t>R5190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750,7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исполнительских искусств, сохранение нематериального культурного наследия»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354 949,9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сохранению и развитию исполн</w:t>
            </w:r>
            <w:r>
              <w:t>и</w:t>
            </w:r>
            <w:r>
              <w:t>тельских искусств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07 0 04 71640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348 119,6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области культуры и кинематогр</w:t>
            </w:r>
            <w:r>
              <w:t>а</w:t>
            </w:r>
            <w:r>
              <w:t>фии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области культуры и кинематогр</w:t>
            </w:r>
            <w:r>
              <w:t>а</w:t>
            </w:r>
            <w:r>
              <w:t>фии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3 550,0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поддержке творческой деятельности и техническому оснащению детских и кукольных театров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07 0 04 </w:t>
            </w:r>
            <w:proofErr w:type="spellStart"/>
            <w:r>
              <w:t>R5170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1 880,3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«Модернизация, строител</w:t>
            </w:r>
            <w:r>
              <w:t>ь</w:t>
            </w:r>
            <w:r>
              <w:t>ство и реконструкция учреждений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26 635,3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</w:t>
            </w:r>
            <w:r>
              <w:t>р</w:t>
            </w:r>
            <w:r>
              <w:t>ственной и муниципальной собственности (Бю</w:t>
            </w:r>
            <w:r>
              <w:t>д</w:t>
            </w:r>
            <w:r>
              <w:t>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07 0 05 90400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3 600,0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07 0 05 90420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обеспечению развития и укрепления материально-технической базы мун</w:t>
            </w:r>
            <w:r>
              <w:t>и</w:t>
            </w:r>
            <w:r>
              <w:t>ципальных домов культуры в населенных пунктах с числом жителей до 50 тысяч человек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07 0 05 </w:t>
            </w:r>
            <w:proofErr w:type="spellStart"/>
            <w:r>
              <w:t>R4670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12 251,6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культуры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07 0 05 </w:t>
            </w:r>
            <w:proofErr w:type="spellStart"/>
            <w:r>
              <w:t>R5190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6 083,7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«Поддержка и развитие о</w:t>
            </w:r>
            <w:r>
              <w:t>т</w:t>
            </w:r>
            <w:r>
              <w:t>раслевого образования, кадрового потенциала сф</w:t>
            </w:r>
            <w:r>
              <w:t>е</w:t>
            </w:r>
            <w:r>
              <w:t>ры культуры, творческих индустрий»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160 936,0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Карелия «Развитие культуры»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07 0 06 43250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159 838,0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Премии, стипендии в соответствии с решениями Правительства Республики Карелия и органов и</w:t>
            </w:r>
            <w:r>
              <w:t>с</w:t>
            </w:r>
            <w:r>
              <w:t>полнительной власти в области культуры (Премии и гранты)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07 0 06 71680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Премии, стипендии в соответствии с решениями Правительства Республики Карелия и органов и</w:t>
            </w:r>
            <w:r>
              <w:t>с</w:t>
            </w:r>
            <w:r>
              <w:t>полнительной власти в области культуры (Иные выплаты населению)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07 0 06 71680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248,0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культуры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07 0 06 </w:t>
            </w:r>
            <w:proofErr w:type="spellStart"/>
            <w:r>
              <w:t>R5190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плана осно</w:t>
            </w:r>
            <w:r>
              <w:t>в</w:t>
            </w:r>
            <w:r>
              <w:lastRenderedPageBreak/>
              <w:t>ных мероприятий, связанных с подготовкой и пр</w:t>
            </w:r>
            <w:r>
              <w:t>о</w:t>
            </w:r>
            <w:r>
              <w:t>ведением празднования в 2020 году 100-</w:t>
            </w:r>
            <w:proofErr w:type="spellStart"/>
            <w:r>
              <w:t>летия</w:t>
            </w:r>
            <w:proofErr w:type="spellEnd"/>
            <w:r>
              <w:t xml:space="preserve"> обр</w:t>
            </w:r>
            <w:r>
              <w:t>а</w:t>
            </w:r>
            <w:r>
              <w:t>зования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93 050,0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</w:t>
            </w:r>
            <w:r>
              <w:t>е</w:t>
            </w:r>
            <w:r>
              <w:t>нию празднования на федеральном уровне памя</w:t>
            </w:r>
            <w:r>
              <w:t>т</w:t>
            </w:r>
            <w:r>
              <w:t>ных дат субъектов Российской Федерации (Субс</w:t>
            </w:r>
            <w:r>
              <w:t>и</w:t>
            </w:r>
            <w:r>
              <w:t>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67 650,0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</w:t>
            </w:r>
            <w:r>
              <w:t>е</w:t>
            </w:r>
            <w:r>
              <w:t>нию празднования на федеральном уровне памя</w:t>
            </w:r>
            <w:r>
              <w:t>т</w:t>
            </w:r>
            <w:r>
              <w:t>ных дат субъектов Российской Федерации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19 589,7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19 589,7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институтов гражданского общества и развитие местного самоуправления, защита прав и свобод человека и гражданина»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12 481,4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«Сохранение единства народов и э</w:t>
            </w:r>
            <w:r>
              <w:t>т</w:t>
            </w:r>
            <w:r>
              <w:t>нических общностей Карелии» («</w:t>
            </w:r>
            <w:proofErr w:type="spellStart"/>
            <w:r>
              <w:t>Карьяла</w:t>
            </w:r>
            <w:proofErr w:type="spellEnd"/>
            <w:r>
              <w:t xml:space="preserve"> – наш дом»)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12 481,4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«Проведение мероприятий и поддержка проектов, направленных на развитие национального (этнокультурного) потенциала»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12 481,4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Мероприятия по сохранению единства народов и этнических общностей Республики Карелия (Иные закупки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15 3 01 73820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968,2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укреплению единства российской нации и этнокультурному развитию народов России (Субсидии некоммерческим орг</w:t>
            </w:r>
            <w:r>
              <w:t>а</w:t>
            </w:r>
            <w:r>
              <w:t>низациям (за исключением государственных (мун</w:t>
            </w:r>
            <w:r>
              <w:t>и</w:t>
            </w:r>
            <w:r>
              <w:t>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15 3 01 </w:t>
            </w:r>
            <w:proofErr w:type="spellStart"/>
            <w:r>
              <w:t>R5160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11 513,2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</w:t>
            </w:r>
            <w:proofErr w:type="spellStart"/>
            <w:r>
              <w:t>Этносоциальное</w:t>
            </w:r>
            <w:proofErr w:type="spellEnd"/>
            <w:r>
              <w:t xml:space="preserve"> и этнокультурное развитие терр</w:t>
            </w:r>
            <w:r>
              <w:t>и</w:t>
            </w:r>
            <w:r>
              <w:t>торий традиционного проживания коренных нар</w:t>
            </w:r>
            <w:r>
              <w:t>о</w:t>
            </w:r>
            <w:r>
              <w:t>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3 998,5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«Создание условий для с</w:t>
            </w:r>
            <w:r>
              <w:t>о</w:t>
            </w:r>
            <w:r>
              <w:t>циально-экономического развития территорий тр</w:t>
            </w:r>
            <w:r>
              <w:t>а</w:t>
            </w:r>
            <w:r>
              <w:t>диционного проживания коренных народов»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21 0 01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2 827,1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поддержке экономич</w:t>
            </w:r>
            <w:r>
              <w:t>е</w:t>
            </w:r>
            <w:r>
              <w:t>ского и социального развития коренных малочи</w:t>
            </w:r>
            <w:r>
              <w:t>с</w:t>
            </w:r>
            <w:r>
              <w:t>ленных народов Севера, Сибири и Дальнего Вост</w:t>
            </w:r>
            <w:r>
              <w:t>о</w:t>
            </w:r>
            <w:r>
              <w:t>ка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21 0 01 </w:t>
            </w:r>
            <w:proofErr w:type="spellStart"/>
            <w:r>
              <w:t>R5150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2 577,1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поддержке экономич</w:t>
            </w:r>
            <w:r>
              <w:t>е</w:t>
            </w:r>
            <w:r>
              <w:t>ского и социального развития коренных малочи</w:t>
            </w:r>
            <w:r>
              <w:t>с</w:t>
            </w:r>
            <w:r>
              <w:t>ленных народов Севера, Сибири и Дальнего Вост</w:t>
            </w:r>
            <w:r>
              <w:t>о</w:t>
            </w:r>
            <w:r>
              <w:t>ка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21 0 01 </w:t>
            </w:r>
            <w:proofErr w:type="spellStart"/>
            <w:r>
              <w:t>R5150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этнокультурного потенциала коренных народов»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21 0 02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1 171,4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</w:t>
            </w:r>
            <w:r>
              <w:t>н</w:t>
            </w:r>
            <w:r>
              <w:t>ных народов Республики Карелия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1 021,4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</w:t>
            </w:r>
            <w:r>
              <w:t>н</w:t>
            </w:r>
            <w:r>
              <w:lastRenderedPageBreak/>
              <w:t>ных народов Республики Карелия (Премии и гра</w:t>
            </w:r>
            <w:r>
              <w:t>н</w:t>
            </w:r>
            <w:r>
              <w:t>ты)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</w:t>
            </w:r>
            <w:r>
              <w:t>н</w:t>
            </w:r>
            <w:r>
              <w:t>ных народов Республики Карелия (Субсидии юр</w:t>
            </w:r>
            <w:r>
              <w:t>и</w:t>
            </w:r>
            <w:r>
              <w:t>дическим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Кинематография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6 143,6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6 143,6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исполнительских искусств, сохранение нематериального культурного наследия»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6 143,6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области культуры и кинематогр</w:t>
            </w:r>
            <w:r>
              <w:t>а</w:t>
            </w:r>
            <w:r>
              <w:t>фии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6 143,6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Другие вопросы в области культуры, кинематогр</w:t>
            </w:r>
            <w:r>
              <w:t>а</w:t>
            </w:r>
            <w:r>
              <w:t>фии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126 859,1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119 427,6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119 427,6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29 061,4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lastRenderedPageBreak/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1 540,9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отношении объектов культурного наследия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2 732,2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отношении объектов культурного наследия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845,0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отношении объектов культурного наследия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5 750,5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377,0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79 047,1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</w:t>
            </w:r>
            <w:r>
              <w:t>е</w:t>
            </w:r>
            <w:r>
              <w:lastRenderedPageBreak/>
              <w:t>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Информационное сопровождение деятельности о</w:t>
            </w:r>
            <w:r>
              <w:t>р</w:t>
            </w:r>
            <w:r>
              <w:t>ганов государственной власти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туризма»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7 431,5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7 431,5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7 431,5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Здравоохранение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2 813 094,3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9.1.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Стационарная медицинская помощь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1 233 135,4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1 233 135,4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</w:t>
            </w:r>
            <w:r>
              <w:t>р</w:t>
            </w:r>
            <w:r>
              <w:t>мирование здорового образа жизни. Развитие пе</w:t>
            </w:r>
            <w:r>
              <w:t>р</w:t>
            </w:r>
            <w:r>
              <w:t>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171 531,8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</w:t>
            </w:r>
            <w:r>
              <w:t>и</w:t>
            </w:r>
            <w:r>
              <w:t>ко-санитарной помощи, включая проведение пр</w:t>
            </w:r>
            <w:r>
              <w:t>о</w:t>
            </w:r>
            <w:r>
              <w:t>филактических осмотров и диспансеризации нас</w:t>
            </w:r>
            <w:r>
              <w:t>е</w:t>
            </w:r>
            <w:r>
              <w:t>ления в целях обеспечения своевременного выявл</w:t>
            </w:r>
            <w:r>
              <w:t>е</w:t>
            </w:r>
            <w:r>
              <w:t>ния заболеваний и факторов риска их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160 131,8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160 131,8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лекарстве</w:t>
            </w:r>
            <w:r>
              <w:t>н</w:t>
            </w:r>
            <w:r>
              <w:lastRenderedPageBreak/>
              <w:t>ного обеспечения отдельных категорий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организации лекарственного обе</w:t>
            </w:r>
            <w:r>
              <w:t>с</w:t>
            </w:r>
            <w:r>
              <w:t>печения отдельных категорий населения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01 1 03 70190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оказания сп</w:t>
            </w:r>
            <w:r>
              <w:t>е</w:t>
            </w:r>
            <w:r>
              <w:t xml:space="preserve">циализированной, включая </w:t>
            </w:r>
            <w:proofErr w:type="gramStart"/>
            <w:r>
              <w:t>высокотехнологичную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666 186,6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</w:t>
            </w:r>
            <w:r>
              <w:t>н</w:t>
            </w:r>
            <w:r>
              <w:t>ного оказания специализированной, в том числе в</w:t>
            </w:r>
            <w:r>
              <w:t>ы</w:t>
            </w:r>
            <w:r>
              <w:t>сокотехнологичной, медицинской помощи, скорой, в том числе скорой специализированной, медици</w:t>
            </w:r>
            <w:r>
              <w:t>н</w:t>
            </w:r>
            <w:r>
              <w:t>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666 186,6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</w:t>
            </w:r>
            <w:r>
              <w:t>а</w:t>
            </w:r>
            <w:r>
              <w:t>зания специализированной, в том числе  высокоте</w:t>
            </w:r>
            <w:r>
              <w:t>х</w:t>
            </w:r>
            <w:r>
              <w:t>нологичной, медицинской помощи, скорой, в том числе скорой специализированной, медицинской помощи, медицинской эвакуации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660 770,6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оказанию гражданам Российской Федерации высокотехнологичной м</w:t>
            </w:r>
            <w:r>
              <w:t>е</w:t>
            </w:r>
            <w:r>
              <w:t>дицинской помощи, не включенной в базовую пр</w:t>
            </w:r>
            <w:r>
              <w:t>о</w:t>
            </w:r>
            <w:r>
              <w:t>грамму обязательного медицинского страхования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R4020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5 416,0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«Охрана здоровья матери и ребенка»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30 113,0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системы род</w:t>
            </w:r>
            <w:r>
              <w:t>о</w:t>
            </w:r>
            <w:r>
              <w:lastRenderedPageBreak/>
              <w:t>вспоможения»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12 330,9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совершенствованию материально-технической базы учреждений родовспоможения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01 3 01 70050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330,9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улучшению демографической с</w:t>
            </w:r>
            <w:r>
              <w:t>и</w:t>
            </w:r>
            <w:r>
              <w:t>туации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01 3 01 70060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</w:t>
            </w:r>
            <w:r>
              <w:t>а</w:t>
            </w:r>
            <w:r>
              <w:t>ния медицинской помощи детям»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17 782,1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17 782,1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«Модернизация здравоохранения Республики Карелия на 2014–2018 годы»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«Проектирование, стро</w:t>
            </w:r>
            <w:r>
              <w:t>и</w:t>
            </w:r>
            <w:r>
              <w:t>тельство и ввод в эксплуатацию перинатального центра»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01 6 01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проектированию, строительству и вводу в эксплуатацию перинатального центра (Су</w:t>
            </w:r>
            <w:r>
              <w:t>б</w:t>
            </w:r>
            <w:r>
              <w:t>сидии государственным корпорациям (компаниям), публично-правовым компаниям)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01 6 01 70160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9.2.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Амбулаторная помощь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424 469,2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422 456,0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</w:t>
            </w:r>
            <w:r>
              <w:t>р</w:t>
            </w:r>
            <w:r>
              <w:t>мирование здорового образа жизни. Развитие пе</w:t>
            </w:r>
            <w:r>
              <w:t>р</w:t>
            </w:r>
            <w:r>
              <w:t>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144 807,2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системы мед</w:t>
            </w:r>
            <w:r>
              <w:t>и</w:t>
            </w:r>
            <w:r>
              <w:t>цинской профилактики инфекционных, неинфекц</w:t>
            </w:r>
            <w:r>
              <w:t>и</w:t>
            </w:r>
            <w:r>
              <w:t>онных заболеваний»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42 486,9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системы медицинской профилактики инфекционных, неинфекционных з</w:t>
            </w:r>
            <w:r>
              <w:t>а</w:t>
            </w:r>
            <w:r>
              <w:t>болеваний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16 864,0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системы медицинской профилактики инфекционных, неинфекционных з</w:t>
            </w:r>
            <w:r>
              <w:t>а</w:t>
            </w:r>
            <w:r>
              <w:t>болеваний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25 622,9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</w:t>
            </w:r>
            <w:r>
              <w:t>и</w:t>
            </w:r>
            <w:r>
              <w:t>ко-санитарной помощи, включая проведение пр</w:t>
            </w:r>
            <w:r>
              <w:t>о</w:t>
            </w:r>
            <w:r>
              <w:t>филактических осмотров и диспансеризации нас</w:t>
            </w:r>
            <w:r>
              <w:t>е</w:t>
            </w:r>
            <w:r>
              <w:t>ления в целях обеспечения своевременного выявл</w:t>
            </w:r>
            <w:r>
              <w:t>е</w:t>
            </w:r>
            <w:r>
              <w:t>ния заболеваний и факторов риска их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102 320,3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Первичная медико-санитарная помощь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65 920,3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 и реконструкции в рамках мероприятий по подготовке 100-</w:t>
            </w:r>
            <w:proofErr w:type="spellStart"/>
            <w:r>
              <w:t>летия</w:t>
            </w:r>
            <w:proofErr w:type="spellEnd"/>
            <w:r>
              <w:t xml:space="preserve"> Республики Карелия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01 1 02 90460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оказания сп</w:t>
            </w:r>
            <w:r>
              <w:t>е</w:t>
            </w:r>
            <w:r>
              <w:t xml:space="preserve">циализированной, включая </w:t>
            </w:r>
            <w:proofErr w:type="gramStart"/>
            <w:r>
              <w:t>высокотехнологичную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lastRenderedPageBreak/>
              <w:t>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276 497,4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</w:t>
            </w:r>
            <w:r>
              <w:t>н</w:t>
            </w:r>
            <w:r>
              <w:t>ного оказания специализированной, в том числе в</w:t>
            </w:r>
            <w:r>
              <w:t>ы</w:t>
            </w:r>
            <w:r>
              <w:t>сокотехнологичной, медицинской помощи, скорой, в том числе скорой специализированной, медици</w:t>
            </w:r>
            <w:r>
              <w:t>н</w:t>
            </w:r>
            <w:r>
              <w:t>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276 497,4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</w:t>
            </w:r>
            <w:r>
              <w:t>а</w:t>
            </w:r>
            <w:r>
              <w:t>зания специализированной, в том числе  высокоте</w:t>
            </w:r>
            <w:r>
              <w:t>х</w:t>
            </w:r>
            <w:r>
              <w:t>нологичной, медицинской помощи, скорой, в том числе скорой специализированной, медицинской помощи, медицинской эвакуации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267 643,2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отдельных мероприятий государстве</w:t>
            </w:r>
            <w:r>
              <w:t>н</w:t>
            </w:r>
            <w:r>
              <w:t>ной программы Российской Федерации «Развитие здравоохранения» (финансовое обеспечение зак</w:t>
            </w:r>
            <w:r>
              <w:t>у</w:t>
            </w:r>
            <w:r>
              <w:t>пок диагностических средств для выявления и м</w:t>
            </w:r>
            <w:r>
              <w:t>о</w:t>
            </w:r>
            <w:r>
              <w:t>ниторинга лечения лиц, инфицированных вирусами иммунодефицита человека, в том числе в сочетании с вирусами гепатитов</w:t>
            </w:r>
            <w:proofErr w:type="gramStart"/>
            <w:r>
              <w:t xml:space="preserve"> В</w:t>
            </w:r>
            <w:proofErr w:type="gramEnd"/>
            <w:r>
              <w:t xml:space="preserve"> и (или) С)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R3821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4 351,1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мероприятий государстве</w:t>
            </w:r>
            <w:r>
              <w:t>н</w:t>
            </w:r>
            <w:r>
              <w:t>ной программы Российской Федерации «Развитие здравоохранения» (финансовое обеспечение зак</w:t>
            </w:r>
            <w:r>
              <w:t>у</w:t>
            </w:r>
            <w:r>
              <w:t>пок диагностических средств для выявления, опр</w:t>
            </w:r>
            <w:r>
              <w:t>е</w:t>
            </w:r>
            <w:r>
              <w:t>деления чувствительности микобактерии туберк</w:t>
            </w:r>
            <w:r>
              <w:t>у</w:t>
            </w:r>
            <w:r>
              <w:t>леза и мониторинга лечения лиц, больных туберк</w:t>
            </w:r>
            <w:r>
              <w:t>у</w:t>
            </w:r>
            <w:r>
              <w:t>лезом с множественной лекарственной устойчив</w:t>
            </w:r>
            <w:r>
              <w:t>о</w:t>
            </w:r>
            <w:r>
              <w:t xml:space="preserve">стью возбудителя, в соответствии с перечнем, </w:t>
            </w:r>
            <w:r>
              <w:lastRenderedPageBreak/>
              <w:t>утвержденным Министерством здравоохранения Российской Федерации, а также медицинских изд</w:t>
            </w:r>
            <w:r>
              <w:t>е</w:t>
            </w:r>
            <w:r>
              <w:t>лий в соответствии со стандартом оснащения, предусмотренным порядком оказания медицинской помощи больным туберкулезом) (Субсидии бю</w:t>
            </w:r>
            <w:r>
              <w:t>д</w:t>
            </w:r>
            <w:r>
              <w:t>жетным учреждениям)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R3822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2 893,4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отдельных мероприятий государстве</w:t>
            </w:r>
            <w:r>
              <w:t>н</w:t>
            </w:r>
            <w:r>
              <w:t>ной программы Российской Федерации «Развитие здравоохранения» (финансовое обеспечение реал</w:t>
            </w:r>
            <w:r>
              <w:t>и</w:t>
            </w:r>
            <w:r>
              <w:t>зации мероприятий по профилактике ВИЧ-инфекции и гепатитов B и C, в том числе с привл</w:t>
            </w:r>
            <w:r>
              <w:t>е</w:t>
            </w:r>
            <w:r>
              <w:t>чением к реализации указанных мероприятий соц</w:t>
            </w:r>
            <w:r>
              <w:t>и</w:t>
            </w:r>
            <w:r>
              <w:t>ально ориентированных некоммерческих организ</w:t>
            </w:r>
            <w:r>
              <w:t>а</w:t>
            </w:r>
            <w:r>
              <w:t>ций)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R3824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1 609,7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«Охрана здоровья матери и ребенка»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1 151,4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системы род</w:t>
            </w:r>
            <w:r>
              <w:t>о</w:t>
            </w:r>
            <w:r>
              <w:t>вспоможения»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совершенствованию материально-технической базы учреждений родовспоможения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01 3 01 70050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</w:t>
            </w:r>
            <w:r>
              <w:t>а</w:t>
            </w:r>
            <w:r>
              <w:t>ния медицинской помощи детям»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1 059,4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1 059,4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Государственная программа Республики Карелия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рыбохозяйстве</w:t>
            </w:r>
            <w:r>
              <w:t>н</w:t>
            </w:r>
            <w:r>
              <w:t>ного</w:t>
            </w:r>
            <w:proofErr w:type="spellEnd"/>
            <w:r>
              <w:t xml:space="preserve"> комплексов»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2 013,2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«Устойчивое развитие сельских те</w:t>
            </w:r>
            <w:r>
              <w:t>р</w:t>
            </w:r>
            <w:r>
              <w:lastRenderedPageBreak/>
              <w:t>риторий»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2 013,2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«Комплексное обустройство населенных пунктов, расположенных в сельской местности, объектами социальной, инженерной и</w:t>
            </w:r>
            <w:r>
              <w:t>н</w:t>
            </w:r>
            <w:r>
              <w:t>фраструктуры и автомобильными дорогами»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2 013,2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</w:t>
            </w:r>
            <w:r>
              <w:t>р</w:t>
            </w:r>
            <w:r>
              <w:t>ственной и муниципальной собственности (Бю</w:t>
            </w:r>
            <w:r>
              <w:t>д</w:t>
            </w:r>
            <w:r>
              <w:t>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12 4 03 90400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2 013,2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9.3.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Медицинская помощь в дневных стационарах всех типов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66 053,6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66 053,6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оказания сп</w:t>
            </w:r>
            <w:r>
              <w:t>е</w:t>
            </w:r>
            <w:r>
              <w:t xml:space="preserve">циализированной, включая </w:t>
            </w:r>
            <w:proofErr w:type="gramStart"/>
            <w:r>
              <w:t>высокотехнологичную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61 448,1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</w:t>
            </w:r>
            <w:r>
              <w:t>н</w:t>
            </w:r>
            <w:r>
              <w:t>ного оказания специализированной, в том числе в</w:t>
            </w:r>
            <w:r>
              <w:t>ы</w:t>
            </w:r>
            <w:r>
              <w:t>сокотехнологичной, медицинской помощи, скорой, в том числе скорой специализированной, медици</w:t>
            </w:r>
            <w:r>
              <w:t>н</w:t>
            </w:r>
            <w:r>
              <w:t>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61 448,1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</w:t>
            </w:r>
            <w:r>
              <w:t>а</w:t>
            </w:r>
            <w:r>
              <w:t>зания специализированной, в том числе  высокоте</w:t>
            </w:r>
            <w:r>
              <w:t>х</w:t>
            </w:r>
            <w:r>
              <w:t>нологичной, медицинской помощи, скорой, в том числе скорой специализированной, медицинской помощи, медицинской эвакуации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61 448,1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«Охрана здоровья матери и ребенка»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4 605,5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</w:t>
            </w:r>
            <w:r>
              <w:t>а</w:t>
            </w:r>
            <w:r>
              <w:t>ния медицинской помощи детям»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4 605,5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4 605,5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9.4.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Скорая медицинская помощь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86 770,5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86 770,5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</w:t>
            </w:r>
            <w:r>
              <w:t>р</w:t>
            </w:r>
            <w:r>
              <w:t>мирование здорового образа жизни. Развитие пе</w:t>
            </w:r>
            <w:r>
              <w:t>р</w:t>
            </w:r>
            <w:r>
              <w:t>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8 867,0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</w:t>
            </w:r>
            <w:r>
              <w:t>и</w:t>
            </w:r>
            <w:r>
              <w:t>ко-санитарной помощи, включая проведение пр</w:t>
            </w:r>
            <w:r>
              <w:t>о</w:t>
            </w:r>
            <w:r>
              <w:t>филактических осмотров и диспансеризации нас</w:t>
            </w:r>
            <w:r>
              <w:t>е</w:t>
            </w:r>
            <w:r>
              <w:t>ления в целях обеспечения своевременного выявл</w:t>
            </w:r>
            <w:r>
              <w:t>е</w:t>
            </w:r>
            <w:r>
              <w:t>ния заболеваний и факторов риска их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8 867,0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8 867,0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оказания сп</w:t>
            </w:r>
            <w:r>
              <w:t>е</w:t>
            </w:r>
            <w:r>
              <w:t xml:space="preserve">циализированной, включая </w:t>
            </w:r>
            <w:proofErr w:type="gramStart"/>
            <w:r>
              <w:t>высокотехнологичную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77 903,5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</w:t>
            </w:r>
            <w:r>
              <w:t>н</w:t>
            </w:r>
            <w:r>
              <w:t>ного оказания специализированной, в том числе в</w:t>
            </w:r>
            <w:r>
              <w:t>ы</w:t>
            </w:r>
            <w:r>
              <w:t>сокотехнологичной, медицинской помощи, скорой, в том числе скорой специализированной, медици</w:t>
            </w:r>
            <w:r>
              <w:t>н</w:t>
            </w:r>
            <w:r>
              <w:t>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51 010,0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</w:t>
            </w:r>
            <w:r>
              <w:t>а</w:t>
            </w:r>
            <w:r>
              <w:t>зания специализированной, в том числе  высокоте</w:t>
            </w:r>
            <w:r>
              <w:t>х</w:t>
            </w:r>
            <w:r>
              <w:t>нологичной, медицинской помощи, скорой, в том числе скорой специализированной, медицинской помощи, медицинской эвакуации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51 010,0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отдельных м</w:t>
            </w:r>
            <w:r>
              <w:t>е</w:t>
            </w:r>
            <w:r>
              <w:t>роприятий приоритетного проекта Российской Ф</w:t>
            </w:r>
            <w:r>
              <w:t>е</w:t>
            </w:r>
            <w:r>
              <w:t>дерации «Обеспечение своевременности оказания экстренной медицинской помощи гражданам, пр</w:t>
            </w:r>
            <w:r>
              <w:t>о</w:t>
            </w:r>
            <w:r>
              <w:t>живающим в труднодоступных районах Российской Федерации»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01 2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закупке авиационной услуги для оказания медицинской помощи с прим</w:t>
            </w:r>
            <w:r>
              <w:t>е</w:t>
            </w:r>
            <w:r>
              <w:t>нением авиации 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01 2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R5540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9.5.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102 797,3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102 797,3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</w:t>
            </w:r>
            <w:r>
              <w:t>р</w:t>
            </w:r>
            <w:r>
              <w:t>мирование здорового образа жизни. Развитие пе</w:t>
            </w:r>
            <w:r>
              <w:t>р</w:t>
            </w:r>
            <w:r>
              <w:t>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1 310,3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</w:t>
            </w:r>
            <w:r>
              <w:t>и</w:t>
            </w:r>
            <w:r>
              <w:t>ко-санитарной помощи, включая проведение пр</w:t>
            </w:r>
            <w:r>
              <w:t>о</w:t>
            </w:r>
            <w:r>
              <w:t>филактических осмотров и диспансеризации нас</w:t>
            </w:r>
            <w:r>
              <w:t>е</w:t>
            </w:r>
            <w:r>
              <w:t>ления в целях обеспечения своевременного выявл</w:t>
            </w:r>
            <w:r>
              <w:t>е</w:t>
            </w:r>
            <w:r>
              <w:t>ния заболеваний и факторов риска их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1 310,3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1 310,3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оказания сп</w:t>
            </w:r>
            <w:r>
              <w:t>е</w:t>
            </w:r>
            <w:r>
              <w:t xml:space="preserve">циализированной, включая </w:t>
            </w:r>
            <w:proofErr w:type="gramStart"/>
            <w:r>
              <w:t>высокотехнологичную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101 487,0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</w:t>
            </w:r>
            <w:r>
              <w:t>н</w:t>
            </w:r>
            <w:r>
              <w:t>ного оказания специализированной, в том числе в</w:t>
            </w:r>
            <w:r>
              <w:t>ы</w:t>
            </w:r>
            <w:r>
              <w:t>сокотехнологичной, медицинской помощи, скорой, в том числе скорой специализированной, медици</w:t>
            </w:r>
            <w:r>
              <w:t>н</w:t>
            </w:r>
            <w:r>
              <w:t>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101 487,0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</w:t>
            </w:r>
            <w:r>
              <w:t>а</w:t>
            </w:r>
            <w:r>
              <w:t>зания специализированной, в том числе  высокоте</w:t>
            </w:r>
            <w:r>
              <w:t>х</w:t>
            </w:r>
            <w:r>
              <w:t>нологичной, медицинской помощи, скорой, в том числе скорой специализированной, медицинской помощи, медицинской эвакуации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89 987,0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</w:t>
            </w:r>
            <w:r>
              <w:t>е</w:t>
            </w:r>
            <w:r>
              <w:t>гориям граждан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01 2 01 89700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9.6.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Другие вопросы в области здравоохранения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899 868,3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899 868,3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</w:t>
            </w:r>
            <w:r>
              <w:t>р</w:t>
            </w:r>
            <w:r>
              <w:t>мирование здорового образа жизни. Развитие пе</w:t>
            </w:r>
            <w:r>
              <w:t>р</w:t>
            </w:r>
            <w:r>
              <w:t>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311 186,2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системы мед</w:t>
            </w:r>
            <w:r>
              <w:t>и</w:t>
            </w:r>
            <w:r>
              <w:t>цинской профилактики инфекционных, неинфекц</w:t>
            </w:r>
            <w:r>
              <w:t>и</w:t>
            </w:r>
            <w:r>
              <w:t>онных заболеваний»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10 928,2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системы медицинской профилактики инфекционных, неинфекционных з</w:t>
            </w:r>
            <w:r>
              <w:t>а</w:t>
            </w:r>
            <w:r>
              <w:t>болеваний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10 928,2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</w:t>
            </w:r>
            <w:r>
              <w:t>и</w:t>
            </w:r>
            <w:r>
              <w:t>ко-санитарной помощи, включая проведение пр</w:t>
            </w:r>
            <w:r>
              <w:t>о</w:t>
            </w:r>
            <w:r>
              <w:t>филактических осмотров и диспансеризации нас</w:t>
            </w:r>
            <w:r>
              <w:t>е</w:t>
            </w:r>
            <w:r>
              <w:t>ления в целях обеспечения своевременного выявл</w:t>
            </w:r>
            <w:r>
              <w:t>е</w:t>
            </w:r>
            <w:r>
              <w:t>ния заболеваний и факторов риска их развития»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40 558,0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40 558,0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лекарстве</w:t>
            </w:r>
            <w:r>
              <w:t>н</w:t>
            </w:r>
            <w:r>
              <w:t>ного обеспечения отдельных категорий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259 700,0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Мероприятия по предупреждению </w:t>
            </w:r>
            <w:proofErr w:type="spellStart"/>
            <w:r>
              <w:t>инвалидизации</w:t>
            </w:r>
            <w:proofErr w:type="spellEnd"/>
            <w:r>
              <w:t xml:space="preserve"> населения (Социальные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01 1 03 70130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Мероприятия по предупреждению </w:t>
            </w:r>
            <w:proofErr w:type="spellStart"/>
            <w:r>
              <w:t>инвалидизации</w:t>
            </w:r>
            <w:proofErr w:type="spellEnd"/>
            <w:r>
              <w:t xml:space="preserve"> населения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01 1 03 70130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138 500,0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качественными бе</w:t>
            </w:r>
            <w:r>
              <w:t>з</w:t>
            </w:r>
            <w:r>
              <w:t>опасными лекарственными препаратами детей пе</w:t>
            </w:r>
            <w:r>
              <w:t>р</w:t>
            </w:r>
            <w:r>
              <w:t>вых трех лет жизни и детей из многодетных семей в возрасте до 6 лет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01 1 03 70140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26 200,0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оказания сп</w:t>
            </w:r>
            <w:r>
              <w:t>е</w:t>
            </w:r>
            <w:r>
              <w:t xml:space="preserve">циализированной, включая </w:t>
            </w:r>
            <w:proofErr w:type="gramStart"/>
            <w:r>
              <w:t>высокотехнологичную</w:t>
            </w:r>
            <w:proofErr w:type="gramEnd"/>
            <w:r>
              <w:t xml:space="preserve">, медицинской помощи, скорой, в том числе скорой </w:t>
            </w:r>
            <w:r>
              <w:lastRenderedPageBreak/>
              <w:t>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106 155,1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</w:t>
            </w:r>
            <w:r>
              <w:t>н</w:t>
            </w:r>
            <w:r>
              <w:t>ного оказания специализированной, в том числе в</w:t>
            </w:r>
            <w:r>
              <w:t>ы</w:t>
            </w:r>
            <w:r>
              <w:t>сокотехнологичной, медицинской помощи, скорой, в том числе скорой специализированной, медици</w:t>
            </w:r>
            <w:r>
              <w:t>н</w:t>
            </w:r>
            <w:r>
              <w:t>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106 155,1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</w:t>
            </w:r>
            <w:r>
              <w:t>а</w:t>
            </w:r>
            <w:r>
              <w:t>зания специализированной, в том числе  высокоте</w:t>
            </w:r>
            <w:r>
              <w:t>х</w:t>
            </w:r>
            <w:r>
              <w:t>нологичной, медицинской помощи, скорой, в том числе скорой специализированной, медицинской помощи, медицинской эвакуации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93 979,0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совершенствованию высокотехн</w:t>
            </w:r>
            <w:r>
              <w:t>о</w:t>
            </w:r>
            <w:r>
              <w:t>логичной медицинской помощи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01 2 01 70040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мероприятий государстве</w:t>
            </w:r>
            <w:r>
              <w:t>н</w:t>
            </w:r>
            <w:r>
              <w:t>ной программы Российской Федерации «Развитие здравоохранения» (финансовое обеспечение расх</w:t>
            </w:r>
            <w:r>
              <w:t>о</w:t>
            </w:r>
            <w:r>
              <w:t>дов на организационные мероприятия, связанные с обеспечением лиц лекарственными препаратами, предназначенными для лечения больных злокач</w:t>
            </w:r>
            <w:r>
              <w:t>е</w:t>
            </w:r>
            <w:r>
              <w:t>ственными новообразованиями лимфоидной, кров</w:t>
            </w:r>
            <w:r>
              <w:t>е</w:t>
            </w:r>
            <w:r>
              <w:t xml:space="preserve">творной и родственных им тканей, гемофилией, </w:t>
            </w:r>
            <w:proofErr w:type="spellStart"/>
            <w:r>
              <w:t>м</w:t>
            </w:r>
            <w:r>
              <w:t>у</w:t>
            </w:r>
            <w:r>
              <w:t>ковисцидозом</w:t>
            </w:r>
            <w:proofErr w:type="spellEnd"/>
            <w:r>
              <w:t>, гипофизарным нанизмом, болезнью Гоше, рассеянным склерозом, а также после тран</w:t>
            </w:r>
            <w:r>
              <w:t>с</w:t>
            </w:r>
            <w:r>
              <w:t xml:space="preserve">плантации органов и (или) тканей, включающие в себя хранение лекарственных препаратов, доставку </w:t>
            </w:r>
            <w:r>
              <w:lastRenderedPageBreak/>
              <w:t>лекарственных препаратов до аптечных</w:t>
            </w:r>
            <w:proofErr w:type="gramEnd"/>
            <w:r>
              <w:t xml:space="preserve"> организ</w:t>
            </w:r>
            <w:r>
              <w:t>а</w:t>
            </w:r>
            <w:r>
              <w:t>ций, создание и сопровождение электронных баз данных учета и движения лекарственных препар</w:t>
            </w:r>
            <w:r>
              <w:t>а</w:t>
            </w:r>
            <w:r>
              <w:t>тов в пределах субъектов Российской Федерации)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R3823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2 176,1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«Охрана здоровья матери и ребенка»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109 699,6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</w:t>
            </w:r>
            <w:r>
              <w:t>а</w:t>
            </w:r>
            <w:r>
              <w:t>ния медицинской помощи детям»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109 699,6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73 942,6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14 228,8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21 233,2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(Уплата налогов, сборов и иных пл</w:t>
            </w:r>
            <w:r>
              <w:t>а</w:t>
            </w:r>
            <w:r>
              <w:t>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295,0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«Кадровое обеспечение системы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37 397,2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«Социальная поддержка о</w:t>
            </w:r>
            <w:r>
              <w:t>т</w:t>
            </w:r>
            <w:r>
              <w:t>дельных категорий медицинских работников»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12 397,2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отдельных мероприятий государстве</w:t>
            </w:r>
            <w:r>
              <w:t>н</w:t>
            </w:r>
            <w:r>
              <w:t xml:space="preserve">ной программы Российской Федерации «Развитие здравоохранения» (осуществление единовременных </w:t>
            </w:r>
            <w:r>
              <w:lastRenderedPageBreak/>
              <w:t>компенсационных выплат медицинским работн</w:t>
            </w:r>
            <w:r>
              <w:t>и</w:t>
            </w:r>
            <w:r>
              <w:t>кам)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01 4 01 </w:t>
            </w:r>
            <w:proofErr w:type="spellStart"/>
            <w:r>
              <w:t>R3825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12 397,2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«Повышение квалификации и профессиональная переподготовка медицинских и фармацевтических работников»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01 4 02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системы здравоохр</w:t>
            </w:r>
            <w:r>
              <w:t>а</w:t>
            </w:r>
            <w:r>
              <w:t>нения медицинскими кадрами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01 4 02 70100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информатизации в здр</w:t>
            </w:r>
            <w:r>
              <w:t>а</w:t>
            </w:r>
            <w:r>
              <w:t>воохранении»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16 246,7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информац</w:t>
            </w:r>
            <w:r>
              <w:t>и</w:t>
            </w:r>
            <w:r>
              <w:t>онно-технологической поддержки принятия упра</w:t>
            </w:r>
            <w:r>
              <w:t>в</w:t>
            </w:r>
            <w:r>
              <w:t>ленческих решений в сфере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01 5 01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16 246,7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формированию единой информ</w:t>
            </w:r>
            <w:r>
              <w:t>а</w:t>
            </w:r>
            <w:r>
              <w:t>ционной системы здравоохранения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01 5 01 70150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16 246,7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319 183,5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53 998,3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7 605,4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Осуществление полномочий Республики Карелия </w:t>
            </w:r>
            <w:r>
              <w:lastRenderedPageBreak/>
              <w:t>органами исполнительной власти Республики Кар</w:t>
            </w:r>
            <w:r>
              <w:t>е</w:t>
            </w:r>
            <w:r>
              <w:t>лия (Исполнение судебных актов)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370,0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сфере охраны здоровья (Расходы на выплаты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1 174,0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в сфере охраны здоровья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343,6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10 548,7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6 495,0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238 490,5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13 203 661,5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190 335,3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Государственная программа Республики Карелия </w:t>
            </w:r>
            <w:r>
              <w:lastRenderedPageBreak/>
              <w:t>«Совершенствование социальной защиты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166 302,7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мер социальной поддержки отдельных категорий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166 302,7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</w:t>
            </w:r>
            <w:r>
              <w:t>и</w:t>
            </w:r>
            <w:r>
              <w:t>альной поддержки отдельным категориям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166 302,7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8071D4">
            <w:pPr>
              <w:rPr>
                <w:sz w:val="24"/>
                <w:szCs w:val="24"/>
              </w:rPr>
            </w:pPr>
            <w:r>
              <w:t>Доплата к трудовой пенсии лицам, замещавшим должности в органах государственной власти Кар</w:t>
            </w:r>
            <w:r>
              <w:t>е</w:t>
            </w:r>
            <w:r>
              <w:t>ло-Финской Советской Социалистической Респу</w:t>
            </w:r>
            <w:r>
              <w:t>б</w:t>
            </w:r>
            <w:r>
              <w:t>лики, Карельской Автономной Советской Социал</w:t>
            </w:r>
            <w:r>
              <w:t>и</w:t>
            </w:r>
            <w:r>
              <w:t>стической Республики и Республики Карелия до 1</w:t>
            </w:r>
            <w:r w:rsidR="008071D4">
              <w:t> </w:t>
            </w:r>
            <w:r>
              <w:t>января 1997 года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03 1 01 88800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2 940,0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Выплаты гражданам, имеющим особые заслуги п</w:t>
            </w:r>
            <w:r>
              <w:t>е</w:t>
            </w:r>
            <w:r>
              <w:t>ред Республикой Карелия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03 1 01 88900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Выплаты гражданам, имеющим особые заслуги п</w:t>
            </w:r>
            <w:r>
              <w:t>е</w:t>
            </w:r>
            <w:r>
              <w:t>ред Республикой Карелия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03 1 01 88900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5 447,0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</w:t>
            </w:r>
            <w:r>
              <w:t>н</w:t>
            </w:r>
            <w:r>
              <w:t>ную службу по призыву в Афганистане и (или) Ч</w:t>
            </w:r>
            <w:r>
              <w:t>е</w:t>
            </w:r>
            <w:r>
              <w:t>ченской Республике и ставшим инвалидами всле</w:t>
            </w:r>
            <w:r>
              <w:t>д</w:t>
            </w:r>
            <w:r>
              <w:t>ствие военной травмы (Иные закупки товаров, р</w:t>
            </w:r>
            <w:r>
              <w:t>а</w:t>
            </w:r>
            <w:r>
              <w:t>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</w:t>
            </w:r>
            <w:r>
              <w:t>н</w:t>
            </w:r>
            <w:r>
              <w:t>ную службу по призыву в Афганистане и (или) Ч</w:t>
            </w:r>
            <w:r>
              <w:t>е</w:t>
            </w:r>
            <w:r>
              <w:lastRenderedPageBreak/>
              <w:t>ченской Республике и ставшим инвалидами всле</w:t>
            </w:r>
            <w:r>
              <w:t>д</w:t>
            </w:r>
            <w:r>
              <w:t>ствие военной травмы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432,6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Доплаты к трудовым пенсиям иным категориям граждан 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157 300,0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Доплаты к трудовым пенсиям иным категориям граждан  (Социальные выплаты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«Содействие занятости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</w:t>
            </w:r>
            <w:r>
              <w:t>а</w:t>
            </w:r>
            <w:r>
              <w:t>сти содействия занятости населения и социальной защиты от безработицы»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«Содействие занятости населения и социальная поддержка безработных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социальным выплатам безр</w:t>
            </w:r>
            <w:r>
              <w:t>а</w:t>
            </w:r>
            <w:r>
              <w:t>ботным гражданам (Межбюджетные трансферты бюджету Пенсионного фонда Российской Федер</w:t>
            </w:r>
            <w:r>
              <w:t>а</w:t>
            </w:r>
            <w:r>
              <w:t>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570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Ежемесячное пожизненное содержание судей Ко</w:t>
            </w:r>
            <w:r>
              <w:t>н</w:t>
            </w:r>
            <w:r>
              <w:t>ституционного Суда Республики Карелия (Публи</w:t>
            </w:r>
            <w:r>
              <w:t>ч</w:t>
            </w:r>
            <w:r>
              <w:t>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30 0 00 88600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Социальное обслуживание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1 444 663,1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«Совершенствование социальной защиты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1 423 558,5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мер социальной поддержки отдельных категорий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191 970,7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</w:t>
            </w:r>
            <w:r>
              <w:t>и</w:t>
            </w:r>
            <w:r>
              <w:t>альной поддержки отдельным категориям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191 970,7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предоставлению социальной поддержки работающим и проживающим за пред</w:t>
            </w:r>
            <w:r>
              <w:t>е</w:t>
            </w:r>
            <w:r>
              <w:t>лами городов социальным работникам и педагог</w:t>
            </w:r>
            <w:r>
              <w:t>и</w:t>
            </w:r>
            <w:r>
              <w:t>ческим работникам муниципальных организаций социального обслуживания совершеннолетних граждан, детей-инвалидов, признанных в соотве</w:t>
            </w:r>
            <w:r>
              <w:t>т</w:t>
            </w:r>
            <w:r>
              <w:t>ствии с законодательством Российской Федерации и законодательством Республики Карелия нужда</w:t>
            </w:r>
            <w:r>
              <w:t>ю</w:t>
            </w:r>
            <w:r>
              <w:t>щимися в социальном обслуживании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03 1 01 42110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5 505,0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социальной защиты населения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155 011,9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социальной защиты населения (Иные закупки тов</w:t>
            </w:r>
            <w:r>
              <w:t>а</w:t>
            </w:r>
            <w:r>
              <w:t>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30 993,8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социальной защиты населения (Исполнение суде</w:t>
            </w:r>
            <w:r>
              <w:t>б</w:t>
            </w:r>
            <w:r>
              <w:t>ных актов)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социальной защиты населения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социальной поддержки семьи и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18 277,3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«Предоставление социал</w:t>
            </w:r>
            <w:r>
              <w:t>ь</w:t>
            </w:r>
            <w:r>
              <w:t>ных услуг семьям и детям»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18 277,3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оказанию поддержки семьям и д</w:t>
            </w:r>
            <w:r>
              <w:t>е</w:t>
            </w:r>
            <w:r>
              <w:t>тям, в том числе находящимся в трудной жизненной ситуации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03 2 04 70700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18 277,3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системы социального о</w:t>
            </w:r>
            <w:r>
              <w:t>б</w:t>
            </w:r>
            <w:r>
              <w:t>служивания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1 213 310,5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«Предоставление гражданам социальных услуг в учреждениях социального о</w:t>
            </w:r>
            <w:r>
              <w:t>б</w:t>
            </w:r>
            <w:r>
              <w:t>служивания»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1 201 750,5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социальному обслуживанию совершеннолетних  граждан, детей-инвалидов, пр</w:t>
            </w:r>
            <w:r>
              <w:t>и</w:t>
            </w:r>
            <w:r>
              <w:t>знанных в соответствии с законодательством Ро</w:t>
            </w:r>
            <w:r>
              <w:t>с</w:t>
            </w:r>
            <w:r>
              <w:t>сийской Федерации и законодательством Республ</w:t>
            </w:r>
            <w:r>
              <w:t>и</w:t>
            </w:r>
            <w:r>
              <w:t>ки Карелия нуждающимися в социальном обслуж</w:t>
            </w:r>
            <w:r>
              <w:t>и</w:t>
            </w:r>
            <w:r>
              <w:t>вании, за исключением социального обслуживания указанных категорий граждан в организациях соц</w:t>
            </w:r>
            <w:r>
              <w:t>и</w:t>
            </w:r>
            <w:r>
              <w:t>ального обслуживания Республики Карелия (Су</w:t>
            </w:r>
            <w:r>
              <w:t>б</w:t>
            </w:r>
            <w:r>
              <w:t>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03 3 01 42080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643 566,0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предоставлению населению соц</w:t>
            </w:r>
            <w:r>
              <w:t>и</w:t>
            </w:r>
            <w:r>
              <w:t>альных услуг в государственных учреждениях с</w:t>
            </w:r>
            <w:r>
              <w:t>о</w:t>
            </w:r>
            <w:r>
              <w:lastRenderedPageBreak/>
              <w:t>циального обслуживания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03 3 01 70720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предоставлению населению соц</w:t>
            </w:r>
            <w:r>
              <w:t>и</w:t>
            </w:r>
            <w:r>
              <w:t>альных услуг в государственных учреждениях с</w:t>
            </w:r>
            <w:r>
              <w:t>о</w:t>
            </w:r>
            <w:r>
              <w:t>циального обслуживания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03 3 01 70720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549 444,5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Создание и ведение реестра поставщиков и регистра получателей социальных услуг (Иные закупки тов</w:t>
            </w:r>
            <w:r>
              <w:t>а</w:t>
            </w:r>
            <w:r>
              <w:t>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03 3 01 70730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 и реконструкции в рамках мероприятий по подготовке 100-</w:t>
            </w:r>
            <w:proofErr w:type="spellStart"/>
            <w:r>
              <w:t>летия</w:t>
            </w:r>
            <w:proofErr w:type="spellEnd"/>
            <w:r>
              <w:t xml:space="preserve"> Республики Карелия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03 3 01 90460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социальных программ субъектов Российской Федерации, связанных с укреплением материально-технической базы орг</w:t>
            </w:r>
            <w:r>
              <w:t>а</w:t>
            </w:r>
            <w:r>
              <w:t>низаций социального обслуживания населения, ок</w:t>
            </w:r>
            <w:r>
              <w:t>а</w:t>
            </w:r>
            <w:r>
              <w:t>занием адресной социальной помощи неработа</w:t>
            </w:r>
            <w:r>
              <w:t>ю</w:t>
            </w:r>
            <w:r>
              <w:t>щим пенсионерам, обучением компьютерной гр</w:t>
            </w:r>
            <w:r>
              <w:t>а</w:t>
            </w:r>
            <w:r>
              <w:t>мотности неработающих пенсионеров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03 3 01 </w:t>
            </w:r>
            <w:proofErr w:type="spellStart"/>
            <w:r>
              <w:t>R2090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290,0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«Осуществление поддержки негосударственных поставщиков социальных услуг»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03 3 02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11 560,0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Компенсация расходов поставщикам социальных услуг в соответствии с индивидуальной программой получателя социальных услуг (Субсидии неко</w:t>
            </w:r>
            <w:r>
              <w:t>м</w:t>
            </w:r>
            <w:r>
              <w:lastRenderedPageBreak/>
              <w:t>мерческим организациям (за исключением госуда</w:t>
            </w:r>
            <w:r>
              <w:t>р</w:t>
            </w:r>
            <w:r>
              <w:t>ственных (муниципальных)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03 3 02 70740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6 560,0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расходов поставщикам социальных услуг в соответствии с индивидуальной программой получателя социальных услуг (Субсидии юридич</w:t>
            </w:r>
            <w:r>
              <w:t>е</w:t>
            </w:r>
            <w:r>
              <w:t>ским лицам (кроме некоммерческих организаций),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03 3 02 70740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05CD" w:rsidRDefault="00E62FF6" w:rsidP="00552114">
            <w:r>
              <w:t xml:space="preserve">Государственная программа Республики Карелия «Доступная среда в Республике Карелия» </w:t>
            </w:r>
            <w:proofErr w:type="gramStart"/>
            <w:r>
              <w:t>на</w:t>
            </w:r>
            <w:proofErr w:type="gramEnd"/>
            <w:r>
              <w:t xml:space="preserve"> </w:t>
            </w:r>
          </w:p>
          <w:p w:rsidR="00E62FF6" w:rsidRDefault="00E62FF6" w:rsidP="00552114">
            <w:pPr>
              <w:rPr>
                <w:sz w:val="24"/>
                <w:szCs w:val="24"/>
              </w:rPr>
            </w:pPr>
            <w:r>
              <w:t>2016–2020 годы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21 104,6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</w:t>
            </w:r>
            <w:r>
              <w:t>е</w:t>
            </w:r>
            <w:r>
              <w:t>грации и системы реабилитации инвалидов»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04 0 01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21 104,6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государственной пр</w:t>
            </w:r>
            <w:r>
              <w:t>о</w:t>
            </w:r>
            <w:r>
              <w:t>граммы Российской Федерации «Доступная среда» на 2011–2020 годы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17 019,4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государственной пр</w:t>
            </w:r>
            <w:r>
              <w:t>о</w:t>
            </w:r>
            <w:r>
              <w:t>граммы Российской Федерации «Доступная среда» на 2011–2020 годы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К0270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2 585,2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государственной пр</w:t>
            </w:r>
            <w:r>
              <w:t>о</w:t>
            </w:r>
            <w:r>
              <w:t>граммы Российской Федерации «Доступная среда» на 2011–2020 годы (Субсидии некоммерческим о</w:t>
            </w:r>
            <w:r>
              <w:t>р</w:t>
            </w:r>
            <w:r>
              <w:t>ганизациям (за исключением государственных (м</w:t>
            </w:r>
            <w:r>
              <w:t>у</w:t>
            </w:r>
            <w:r>
              <w:t>ниципальных) учреждений)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К0270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10 419 566,7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4 986 953,2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</w:t>
            </w:r>
            <w:r>
              <w:t>р</w:t>
            </w:r>
            <w:r>
              <w:t>мирование здорового образа жизни. Развитие пе</w:t>
            </w:r>
            <w:r>
              <w:t>р</w:t>
            </w:r>
            <w:r>
              <w:t>вичной медико-санитарной помощи»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241 773,7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лекарстве</w:t>
            </w:r>
            <w:r>
              <w:t>н</w:t>
            </w:r>
            <w:r>
              <w:t>ного обеспечения отдельных категорий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241 773,7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отдельных полномочий в области л</w:t>
            </w:r>
            <w:r>
              <w:t>е</w:t>
            </w:r>
            <w:r>
              <w:t>карственного обеспечения (Социальные выплаты гражданам, кроме публичных нормативных соц</w:t>
            </w:r>
            <w:r>
              <w:t>и</w:t>
            </w:r>
            <w:r>
              <w:t>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01 1 03 51610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66 723,7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предупреждению и борьбе с соц</w:t>
            </w:r>
            <w:r>
              <w:t>и</w:t>
            </w:r>
            <w:r>
              <w:t>ально значимыми заболеваниями (Социальные в</w:t>
            </w:r>
            <w:r>
              <w:t>ы</w:t>
            </w:r>
            <w:r>
              <w:t>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01 1 03 70120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87 250,0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предупреждению и борьбе с соц</w:t>
            </w:r>
            <w:r>
              <w:t>и</w:t>
            </w:r>
            <w:r>
              <w:t>ально значимыми заболеваниями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01 1 03 70120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87 800,0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оказания сп</w:t>
            </w:r>
            <w:r>
              <w:t>е</w:t>
            </w:r>
            <w:r>
              <w:t xml:space="preserve">циализированной, включая </w:t>
            </w:r>
            <w:proofErr w:type="gramStart"/>
            <w:r>
              <w:t>высокотехнологичную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</w:t>
            </w:r>
            <w:r>
              <w:t>н</w:t>
            </w:r>
            <w:r>
              <w:t>ного оказания специализированной, в том числе в</w:t>
            </w:r>
            <w:r>
              <w:t>ы</w:t>
            </w:r>
            <w:r>
              <w:t>сокотехнологичной, медицинской помощи, скорой, в том числе скорой специализированной, медици</w:t>
            </w:r>
            <w:r>
              <w:t>н</w:t>
            </w:r>
            <w:r>
              <w:lastRenderedPageBreak/>
              <w:t>ской помощи, медицинской эвакуации»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обеспечению доступности мед</w:t>
            </w:r>
            <w:r>
              <w:t>и</w:t>
            </w:r>
            <w:r>
              <w:t>цинской помощи, связанной с проездом неработ</w:t>
            </w:r>
            <w:r>
              <w:t>а</w:t>
            </w:r>
            <w:r>
              <w:t>ющих граждан, направляемых для медицинской консультации, обследования, лечения в другие р</w:t>
            </w:r>
            <w:r>
              <w:t>е</w:t>
            </w:r>
            <w:r>
              <w:t>гионы Российской Федерации (Социальные выпл</w:t>
            </w:r>
            <w:r>
              <w:t>а</w:t>
            </w:r>
            <w:r>
              <w:t>ты гражданам, кроме публичных нормативных с</w:t>
            </w:r>
            <w:r>
              <w:t>о</w:t>
            </w:r>
            <w:r>
              <w:t>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01 2 01 70200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</w:t>
            </w:r>
            <w:r>
              <w:t>е</w:t>
            </w:r>
            <w:r>
              <w:t>гориям граждан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01 2 01 89700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4 733 679,5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Обязательное медицинское страхование неработ</w:t>
            </w:r>
            <w:r>
              <w:t>а</w:t>
            </w:r>
            <w:r>
              <w:t>ющего населения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00 45010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4 733 679,5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«Совершенствование социальной защиты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5 084 685,9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мер социальной поддержки отдельных категорий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3 807 370,1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</w:t>
            </w:r>
            <w:r>
              <w:t>и</w:t>
            </w:r>
            <w:r>
              <w:t>альной поддержки отдельным категориям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3 803 370,1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Осуществление переданных полномочий Росси</w:t>
            </w:r>
            <w:r>
              <w:t>й</w:t>
            </w:r>
            <w:r>
              <w:t xml:space="preserve">ской Федерации по обеспечению жильем отдельных категорий граждан, установленных Федеральным </w:t>
            </w:r>
            <w:r>
              <w:lastRenderedPageBreak/>
              <w:t>зак</w:t>
            </w:r>
            <w:r w:rsidR="003505CD">
              <w:t>оном от 12 января 1995 года № 5-</w:t>
            </w:r>
            <w:r>
              <w:t>ФЗ «О ветер</w:t>
            </w:r>
            <w:r>
              <w:t>а</w:t>
            </w:r>
            <w:r>
              <w:t>нах», в соответствии с Указом Президента Росси</w:t>
            </w:r>
            <w:r>
              <w:t>й</w:t>
            </w:r>
            <w:r>
              <w:t>ской Федерации от 7 мая 2008 года № 714 «Об обеспечении жильем ветеранов Великой Отеч</w:t>
            </w:r>
            <w:r>
              <w:t>е</w:t>
            </w:r>
            <w:r>
              <w:t>ственной войны 1941–1945 годов» (Социальные выплаты гражданам, кроме публичных нормати</w:t>
            </w:r>
            <w:r>
              <w:t>в</w:t>
            </w:r>
            <w:r>
              <w:t>ных социальных выплат)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03 1 01 51340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7 570,4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обеспечению жильем отдельных категорий граждан, установленных федеральными зако</w:t>
            </w:r>
            <w:r w:rsidR="003505CD">
              <w:t>нами от 12 января 1995 года № 5-</w:t>
            </w:r>
            <w:r>
              <w:t>ФЗ «О ветер</w:t>
            </w:r>
            <w:r>
              <w:t>а</w:t>
            </w:r>
            <w:r>
              <w:t>нах»</w:t>
            </w:r>
            <w:r w:rsidR="003505CD">
              <w:t xml:space="preserve"> и от 24 ноября 1995 года № 181-</w:t>
            </w:r>
            <w:r>
              <w:t>ФЗ «О соц</w:t>
            </w:r>
            <w:r>
              <w:t>и</w:t>
            </w:r>
            <w:r>
              <w:t>альной защите инвалидов в Российской Федерации» (Социальные выплаты гражданам, кроме публи</w:t>
            </w:r>
            <w:r>
              <w:t>ч</w:t>
            </w:r>
            <w:r>
              <w:t>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03 1 01 51350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15 446,0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предоставлению отдельных мер социальной поддержки граждан, подвергшихся во</w:t>
            </w:r>
            <w:r>
              <w:t>з</w:t>
            </w:r>
            <w:r>
              <w:t>действию радиации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предоставлению отдельных мер социальной поддержки граждан, подвергшихся во</w:t>
            </w:r>
            <w:r>
              <w:t>з</w:t>
            </w:r>
            <w:r>
              <w:t>действию радиации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 xml:space="preserve">ской Федерации по предоставлению отдельных мер </w:t>
            </w:r>
            <w:r>
              <w:lastRenderedPageBreak/>
              <w:t>социальной поддержки граждан, подвергшихся во</w:t>
            </w:r>
            <w:r>
              <w:t>з</w:t>
            </w:r>
            <w:r>
              <w:t>действию радиации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8 733,2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ежегодной денежной выплате лицам, награжденным нагрудным знаком «Поче</w:t>
            </w:r>
            <w:r>
              <w:t>т</w:t>
            </w:r>
            <w:r>
              <w:t>ный донор России» (Расходы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651,0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ежегодной денежной выплате лицам, награжденным нагрудным знаком «Поче</w:t>
            </w:r>
            <w:r>
              <w:t>т</w:t>
            </w:r>
            <w:r>
              <w:t>ный донор России»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334,0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ежегодной денежной выплате лицам, награжденным нагрудным знаком «Поче</w:t>
            </w:r>
            <w:r>
              <w:t>т</w:t>
            </w:r>
            <w:r>
              <w:t>ный донор России»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82 884,0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государственного ед</w:t>
            </w:r>
            <w:r>
              <w:t>и</w:t>
            </w:r>
            <w:r>
              <w:t>новременного пособия и ежемесячной денежной компенсации гражданам при возникновении пос</w:t>
            </w:r>
            <w:r>
              <w:t>т</w:t>
            </w:r>
            <w:r>
              <w:t>вакцинальных осложнений (Публичные нормати</w:t>
            </w:r>
            <w:r>
              <w:t>в</w:t>
            </w:r>
            <w:r>
              <w:t>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03 1 01 52400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 xml:space="preserve">ской Федерации по оплате жилищно-коммунальных услуг отдельным категориям граждан (Расходы на </w:t>
            </w:r>
            <w:r>
              <w:lastRenderedPageBreak/>
              <w:t>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2 018,1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оплате жилищно-коммунальных услуг отдельным категориям граждан (Иные заку</w:t>
            </w:r>
            <w:r>
              <w:t>п</w:t>
            </w:r>
            <w:r>
              <w:t>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6 153,9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оплате жилищно-коммунальных услуг отдельным категориям граждан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538 270,5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инвалидам компенс</w:t>
            </w:r>
            <w:r>
              <w:t>а</w:t>
            </w:r>
            <w:r>
              <w:t>ций страховых премий по договорам обязательного страхования гражданской ответственности владел</w:t>
            </w:r>
            <w:r>
              <w:t>ь</w:t>
            </w:r>
            <w:r>
              <w:t>цев транспортных средств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03 1 01 52800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инвалидам компенс</w:t>
            </w:r>
            <w:r>
              <w:t>а</w:t>
            </w:r>
            <w:r>
              <w:t>ций страховых премий по договорам обязательного страхования гражданской ответственности владел</w:t>
            </w:r>
            <w:r>
              <w:t>ь</w:t>
            </w:r>
            <w:r>
              <w:t>цев транспортных средств (Публичные нормати</w:t>
            </w:r>
            <w:r>
              <w:t>в</w:t>
            </w:r>
            <w:r>
              <w:t>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03 1 01 52800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115,1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части потерь в доходах организациям общественного транспорта в связи с оказанием мер социальной поддержки отдельным категориям граждан  (Субсидии юридическим лицам (кроме н</w:t>
            </w:r>
            <w:r>
              <w:t>е</w:t>
            </w:r>
            <w:r>
              <w:t xml:space="preserve">коммерческих организаций), индивидуальным </w:t>
            </w:r>
            <w:r>
              <w:lastRenderedPageBreak/>
              <w:t>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03 1 01 70640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проработавшим не менее десяти лет педагогическими работниками в образовательных учреждениях, расположенных в сельской местности, рабочих поселках (поселках городского типа)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03 1 01 88530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1 100,0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проработавшим не менее десяти лет педагогическими работниками в образовательных учреждениях, расположенных в сельской местности, рабочих поселках (поселках городского типа)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03 1 01 88530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179 085,8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Социальное пособие на погребение и возмещение расходов по гарантированному перечню услуг по погребению отдельных категорий граждан (Пу</w:t>
            </w:r>
            <w:r>
              <w:t>б</w:t>
            </w:r>
            <w:r>
              <w:t>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4 672,6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Социальное пособие на погребение и возмещение расходов по гарантированному перечню услуг по погребению отдельных категорий граждан (Соц</w:t>
            </w:r>
            <w:r>
              <w:t>и</w:t>
            </w:r>
            <w:r>
              <w:t>альные выплаты гражданам, кроме публичных но</w:t>
            </w:r>
            <w:r>
              <w:t>р</w:t>
            </w:r>
            <w:r>
              <w:t>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03 1 01 89100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489,3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Субсидии гражданам на оплату жилого помещения </w:t>
            </w:r>
            <w:r>
              <w:lastRenderedPageBreak/>
              <w:t>и коммунальных услуг  (Иные закупки товаров, р</w:t>
            </w:r>
            <w:r>
              <w:t>а</w:t>
            </w:r>
            <w:r>
              <w:t>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Субсидии гражданам на оплату жилого помещения и коммунальных услуг 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03 1 01 89300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357 246,2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Выплата, компенсация расходов на санаторно-курортное лечение родителям погибших (умерших) военнослужащих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ветеранов труда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ветеранов труда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755 242,6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ветеранов труда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20 746,0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тружеников тыла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тружеников тыла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4 138,2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тружеников тыла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</w:t>
            </w:r>
            <w:r>
              <w:t>и</w:t>
            </w:r>
            <w:r>
              <w:lastRenderedPageBreak/>
              <w:t>ческих репрессий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</w:t>
            </w:r>
            <w:r>
              <w:t>и</w:t>
            </w:r>
            <w:r>
              <w:t>ческих репрессий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12 947,4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</w:t>
            </w:r>
            <w:r>
              <w:t>и</w:t>
            </w:r>
            <w:r>
              <w:t>ческих репрессий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</w:t>
            </w:r>
            <w:r>
              <w:t>с</w:t>
            </w:r>
            <w:r>
              <w:t>публики Карелия и других категорий граждан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</w:t>
            </w:r>
            <w:r>
              <w:t>с</w:t>
            </w:r>
            <w:r>
              <w:t>публики Карелия и других категорий граждан (Пу</w:t>
            </w:r>
            <w:r>
              <w:t>б</w:t>
            </w:r>
            <w:r>
              <w:t>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1 620 523,3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</w:t>
            </w:r>
            <w:r>
              <w:t>с</w:t>
            </w:r>
            <w:r>
              <w:t>публики Карелия и других категорий граждан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36 424,0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проработавшим не менее десяти лет в государственных и (или) мун</w:t>
            </w:r>
            <w:r>
              <w:t>и</w:t>
            </w:r>
            <w:r>
              <w:t>ципальных учреждениях, расположенных в сел</w:t>
            </w:r>
            <w:r>
              <w:t>ь</w:t>
            </w:r>
            <w:r>
              <w:t xml:space="preserve">ской местности, поселках городского типа (Иные закупки товаров, работ и услуг для обеспечения </w:t>
            </w:r>
            <w:r>
              <w:lastRenderedPageBreak/>
              <w:t>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проработавшим не менее десяти лет в государственных и (или) мун</w:t>
            </w:r>
            <w:r>
              <w:t>и</w:t>
            </w:r>
            <w:r>
              <w:t>ципальных учреждениях, расположенных в сел</w:t>
            </w:r>
            <w:r>
              <w:t>ь</w:t>
            </w:r>
            <w:r>
              <w:t>ской местности, поселках городского типа (Пу</w:t>
            </w:r>
            <w:r>
              <w:t>б</w:t>
            </w:r>
            <w:r>
              <w:t>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03 1 01 89550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124 988,8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</w:t>
            </w:r>
            <w:r>
              <w:t>е</w:t>
            </w:r>
            <w:r>
              <w:t>гориям граждан  (Иные выплаты населению)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03 1 01 89700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775,0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</w:t>
            </w:r>
            <w:r>
              <w:t>а</w:t>
            </w:r>
            <w:r>
              <w:t>ты взноса на капитальный ремонт общего имущ</w:t>
            </w:r>
            <w:r>
              <w:t>е</w:t>
            </w:r>
            <w:r>
              <w:t>ства в многоквартирном доме (Иные закупки тов</w:t>
            </w:r>
            <w:r>
              <w:t>а</w:t>
            </w:r>
            <w:r>
              <w:t>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R4620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494,7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</w:t>
            </w:r>
            <w:r>
              <w:t>а</w:t>
            </w:r>
            <w:r>
              <w:t>ты взноса на капитальный ремонт общего имущ</w:t>
            </w:r>
            <w:r>
              <w:t>е</w:t>
            </w:r>
            <w:r>
              <w:t>ства в многоквартирном доме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R4620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10 928,9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</w:t>
            </w:r>
            <w:r>
              <w:t>а</w:t>
            </w:r>
            <w:r>
              <w:t>ты взноса на капитальный ремонт общего имущ</w:t>
            </w:r>
            <w:r>
              <w:t>е</w:t>
            </w:r>
            <w:r>
              <w:t>ства в многоквартирном доме (Иные закупки тов</w:t>
            </w:r>
            <w:r>
              <w:t>а</w:t>
            </w:r>
            <w:r>
              <w:t>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К4620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</w:t>
            </w:r>
            <w:r>
              <w:t>а</w:t>
            </w:r>
            <w:r>
              <w:t>ты взноса на капитальный ремонт общего имущ</w:t>
            </w:r>
            <w:r>
              <w:t>е</w:t>
            </w:r>
            <w:r>
              <w:t>ства в многоквартирном доме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К4620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647,7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государственной социальной помощи отдельным категориям мал</w:t>
            </w:r>
            <w:r>
              <w:t>о</w:t>
            </w:r>
            <w:r>
              <w:t>обеспеченных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Адресная социальная помощь малоимущим гражд</w:t>
            </w:r>
            <w:r>
              <w:t>а</w:t>
            </w:r>
            <w:r>
              <w:t>нам и отдельным категориям граждан, находящимся в трудной жизненной ситуации (Социальные в</w:t>
            </w:r>
            <w:r>
              <w:t>ы</w:t>
            </w:r>
            <w:r>
              <w:t>платы гражданам, кроме публичных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03 1 02 70600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социальной поддержки семьи и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1 277 315,8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мер госуда</w:t>
            </w:r>
            <w:r>
              <w:t>р</w:t>
            </w:r>
            <w:r>
              <w:t>ственной поддержки гражданам, имеющим детей, а также в связи с беременностью и родами»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1 191 514,8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Карелия «Совершенствование социальной защиты граждан»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03 2 01 43210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170 783,0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единовременного пос</w:t>
            </w:r>
            <w:r>
              <w:t>о</w:t>
            </w:r>
            <w:r>
              <w:t>бия беременной жене военнослужащего, проход</w:t>
            </w:r>
            <w:r>
              <w:t>я</w:t>
            </w:r>
            <w:r>
              <w:t>щего военную службу по призыву, а также ежем</w:t>
            </w:r>
            <w:r>
              <w:t>е</w:t>
            </w:r>
            <w:r>
              <w:t>сячного пособия на ребенка военнослужащего, пр</w:t>
            </w:r>
            <w:r>
              <w:t>о</w:t>
            </w:r>
            <w:r>
              <w:t>ходящего военную службу по призыву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единовременного пос</w:t>
            </w:r>
            <w:r>
              <w:t>о</w:t>
            </w:r>
            <w:r>
              <w:t>бия беременной жене военнослужащего, проход</w:t>
            </w:r>
            <w:r>
              <w:t>я</w:t>
            </w:r>
            <w:r>
              <w:lastRenderedPageBreak/>
              <w:t>щего военную службу по призыву, а также ежем</w:t>
            </w:r>
            <w:r>
              <w:t>е</w:t>
            </w:r>
            <w:r>
              <w:t>сячного пособия на ребенка военнослужащего, пр</w:t>
            </w:r>
            <w:r>
              <w:t>о</w:t>
            </w:r>
            <w:r>
              <w:t>ходящего военную службу по призыву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7 021,9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выплату государственных пос</w:t>
            </w:r>
            <w:r>
              <w:t>о</w:t>
            </w:r>
            <w:r>
              <w:t>бий  лицам, не подлежащим обязательному соц</w:t>
            </w:r>
            <w:r>
              <w:t>и</w:t>
            </w:r>
            <w:r>
              <w:t>альному страхованию на случай временной нетр</w:t>
            </w:r>
            <w:r>
              <w:t>у</w:t>
            </w:r>
            <w:r>
              <w:t>доспособности и в связи с материнством, и лицам, уволенным в связи с ликвидацией организаций (прекращением деятельности, полномочий физич</w:t>
            </w:r>
            <w:r>
              <w:t>е</w:t>
            </w:r>
            <w:r>
              <w:t>скими лицами)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выплату государственных пос</w:t>
            </w:r>
            <w:r>
              <w:t>о</w:t>
            </w:r>
            <w:r>
              <w:t>бий  лицам, не подлежащим обязательному соц</w:t>
            </w:r>
            <w:r>
              <w:t>и</w:t>
            </w:r>
            <w:r>
              <w:t>альному страхованию на случай временной нетр</w:t>
            </w:r>
            <w:r>
              <w:t>у</w:t>
            </w:r>
            <w:r>
              <w:t>доспособности и в связи с материнством, и лицам, уволенным в связи с ликвидацией организаций (прекращением деятельности, полномочий физич</w:t>
            </w:r>
            <w:r>
              <w:t>е</w:t>
            </w:r>
            <w:r>
              <w:t>скими лицами)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264 404,5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Адресная социальная помощь малоимущим семьям, </w:t>
            </w:r>
            <w:r>
              <w:lastRenderedPageBreak/>
              <w:t>имеющим детей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29 095,4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Пособие на ребенка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Пособие на ребенка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266 606,0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15 901,0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</w:t>
            </w:r>
            <w:r>
              <w:t>е</w:t>
            </w:r>
            <w:r>
              <w:t>тение школьных принадлежностей для детей из многодетных семей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</w:t>
            </w:r>
            <w:r>
              <w:t>е</w:t>
            </w:r>
            <w:r>
              <w:t>тение школьных принадлежностей для детей из многодетных семей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3 442,0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Реализация мероприятий по ежемесячной денежной выплате, назначаемой в случае рождения третьего </w:t>
            </w:r>
            <w:r>
              <w:lastRenderedPageBreak/>
              <w:t>ребенка или последующих детей до достижения р</w:t>
            </w:r>
            <w:r>
              <w:t>е</w:t>
            </w:r>
            <w:r>
              <w:t>бенком возраста трех лет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185,9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выплате, назначаемой в случае рождения третьего ребенка или последующих детей до достижения р</w:t>
            </w:r>
            <w:r>
              <w:t>е</w:t>
            </w:r>
            <w:r>
              <w:t>бенком возраста трех лет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398 598,1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«Проведение мероприятий в сфере демографической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61 535,0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Региональный материнский (семейный) капитал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03 2 03 89640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61 535,0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оздоров</w:t>
            </w:r>
            <w:r>
              <w:t>и</w:t>
            </w:r>
            <w:r>
              <w:t>тельного отдыха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24 266,0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Карелия «Совершенствование социальной защиты граждан»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03 2 05 43210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24 266,0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30 535,9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доступным и комфортным жильем граждан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30 535,9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мер госуда</w:t>
            </w:r>
            <w:r>
              <w:t>р</w:t>
            </w:r>
            <w:r>
              <w:t>ственной поддержки населению в улучшении ж</w:t>
            </w:r>
            <w:r>
              <w:t>и</w:t>
            </w:r>
            <w:r>
              <w:lastRenderedPageBreak/>
              <w:t>лищных условий»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30 535,9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кредитования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05 1 01 71000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26 396,3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обеспечению жильем молодых семей 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05 1 01 </w:t>
            </w:r>
            <w:proofErr w:type="spellStart"/>
            <w:r>
              <w:t>R4970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4 139,6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«Содействие занятости населения»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288 641,0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</w:t>
            </w:r>
            <w:r>
              <w:t>а</w:t>
            </w:r>
            <w:r>
              <w:t>сти содействия занятости населения и социальной защиты от безработицы»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288 641,0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«Содействие занятости населения и социальная поддержка безработных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288 641,0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социальным выплатам безр</w:t>
            </w:r>
            <w:r>
              <w:t>а</w:t>
            </w:r>
            <w:r>
              <w:t>ботным гражданам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социальным выплатам безр</w:t>
            </w:r>
            <w:r>
              <w:t>а</w:t>
            </w:r>
            <w:r>
              <w:t>ботным гражданам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278 071,0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социальным выплатам безр</w:t>
            </w:r>
            <w:r>
              <w:t>а</w:t>
            </w:r>
            <w:r>
              <w:t>ботным гражданам (Стипендии)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Государственная программа Республики Карелия </w:t>
            </w:r>
            <w:r>
              <w:lastRenderedPageBreak/>
              <w:t xml:space="preserve">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рыбохозяйстве</w:t>
            </w:r>
            <w:r>
              <w:t>н</w:t>
            </w:r>
            <w:r>
              <w:t>ного</w:t>
            </w:r>
            <w:proofErr w:type="spellEnd"/>
            <w:r>
              <w:t xml:space="preserve"> комплексов»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28 750,7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«Устойчивое развитие сельских те</w:t>
            </w:r>
            <w:r>
              <w:t>р</w:t>
            </w:r>
            <w:r>
              <w:t>риторий»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28 750,7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«Улучшение жилищных условий граждан, проживающих в сельской местн</w:t>
            </w:r>
            <w:r>
              <w:t>о</w:t>
            </w:r>
            <w:r>
              <w:t>сти, в том числе молодых семей и молодых специ</w:t>
            </w:r>
            <w:r>
              <w:t>а</w:t>
            </w:r>
            <w:r>
              <w:t>листов»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22 589,7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сельских территорий (улучшение жилищных усл</w:t>
            </w:r>
            <w:r>
              <w:t>о</w:t>
            </w:r>
            <w:r>
              <w:t>вий граждан, проживающих в сельской местности, в том числе молодых семей и молодых специалистов) (Социальные выплаты гражданам, кроме публи</w:t>
            </w:r>
            <w:r>
              <w:t>ч</w:t>
            </w:r>
            <w:r>
              <w:t>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12 4 01 </w:t>
            </w:r>
            <w:proofErr w:type="spellStart"/>
            <w:r>
              <w:t>R5671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6 776,9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сельских территорий (улучшение жилищных усл</w:t>
            </w:r>
            <w:r>
              <w:t>о</w:t>
            </w:r>
            <w:r>
              <w:t>вий граждан, проживающих в сельской местности, в том числе молодых семей и молодых специалистов)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12 4 01 </w:t>
            </w:r>
            <w:proofErr w:type="spellStart"/>
            <w:r>
              <w:t>R5671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15 812,8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«Комплексное обустройство населенных пунктов, расположенных в сельской местности, объектами социальной, инженерной и</w:t>
            </w:r>
            <w:r>
              <w:t>н</w:t>
            </w:r>
            <w:r>
              <w:t>фраструктуры и автомобильными дорогами»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12 4 03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6 161,0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сельских территорий (</w:t>
            </w:r>
            <w:proofErr w:type="spellStart"/>
            <w:r>
              <w:t>грантовая</w:t>
            </w:r>
            <w:proofErr w:type="spellEnd"/>
            <w:r>
              <w:t xml:space="preserve"> поддержка мес</w:t>
            </w:r>
            <w:r>
              <w:t>т</w:t>
            </w:r>
            <w:r>
              <w:t>ных инициатив граждан, проживающих в сельской местности)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12 4 03 </w:t>
            </w:r>
            <w:proofErr w:type="spellStart"/>
            <w:r>
              <w:t>R5673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6 161,0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10.4.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1 067 446,0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общего образования. С</w:t>
            </w:r>
            <w:r>
              <w:t>о</w:t>
            </w:r>
            <w:r>
              <w:t>здание новых мест в общеобразовательных орган</w:t>
            </w:r>
            <w:r>
              <w:t>и</w:t>
            </w:r>
            <w:r>
              <w:t>зациях в соответствии с прогнозируемой потребн</w:t>
            </w:r>
            <w:r>
              <w:t>о</w:t>
            </w:r>
            <w:r>
              <w:t>стью и современными условиями обучения»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</w:t>
            </w:r>
            <w:r>
              <w:t>ь</w:t>
            </w:r>
            <w:r>
              <w:t>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выплате компенсации платы, взимаемой с родителей (законных представителей) за присмотр и уход за детьми, осваивающими обр</w:t>
            </w:r>
            <w:r>
              <w:t>а</w:t>
            </w:r>
            <w:r>
              <w:t>зовательные программы дошкольного образования в организациях, осуществляющих образовательную деятельность, за исключением государственных о</w:t>
            </w:r>
            <w:r>
              <w:t>б</w:t>
            </w:r>
            <w:r>
              <w:t>разовательных организаций Республики Карелия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02 2 01 42030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«Совершенствование социальной защиты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795 700,0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социальной поддержки семьи и детей»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795 700,0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«Оказание мер социальной поддержки детям-сиротам, детям, оставшимся без попечения родителей, лицам из числа указанной к</w:t>
            </w:r>
            <w:r>
              <w:t>а</w:t>
            </w:r>
            <w:r>
              <w:t>тегории детей, а также гражданам, принявшим д</w:t>
            </w:r>
            <w:r>
              <w:t>е</w:t>
            </w:r>
            <w:r>
              <w:t>тей на воспитание в семью»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777 442,0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единовременного пос</w:t>
            </w:r>
            <w:r>
              <w:t>о</w:t>
            </w:r>
            <w:r>
              <w:t>бия при всех формах устройства детей, лишенных родительского попечения, в семью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единовременного пос</w:t>
            </w:r>
            <w:r>
              <w:t>о</w:t>
            </w:r>
            <w:r>
              <w:t>бия при всех формах устройства детей, лишенных родительского попечения, в семью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4 010,8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социальной поддержке детей-сирот, детей, оставшихся без попечения родителей, а также лиц из числа детей-сирот, детей, оставши</w:t>
            </w:r>
            <w:r>
              <w:t>х</w:t>
            </w:r>
            <w:r>
              <w:t>ся без попечения родителей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03 2 02 70660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320 345,0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Ежемесячная выплата вознаграждения опекуну, приемному родителю, патронатному воспитателю при осуществлении опеки (попечительства) над р</w:t>
            </w:r>
            <w:r>
              <w:t>е</w:t>
            </w:r>
            <w:r>
              <w:t>бенком из числа детей-сирот и детей, оставшихся без попечения родителей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Ежемесячная выплата вознаграждения опекуну, приемному родителю, патронатному воспитателю при осуществлении опеки (попечительства) над р</w:t>
            </w:r>
            <w:r>
              <w:t>е</w:t>
            </w:r>
            <w:r>
              <w:t xml:space="preserve">бенком из числа детей-сирот и детей, оставшихся без попечения родителей (Социальные выплаты </w:t>
            </w:r>
            <w:r>
              <w:lastRenderedPageBreak/>
              <w:t>гражданам, кроме публичных нормативных соц</w:t>
            </w:r>
            <w:r>
              <w:t>и</w:t>
            </w:r>
            <w:r>
              <w:t>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122 902,6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Дополнительные меры по социальной поддержке детей-сирот и детей, оставшихся без попечения р</w:t>
            </w:r>
            <w:r>
              <w:t>о</w:t>
            </w:r>
            <w:r>
              <w:t>дителей, находящихся под опекой, попечител</w:t>
            </w:r>
            <w:r>
              <w:t>ь</w:t>
            </w:r>
            <w:r>
              <w:t>ством, в приемной, в патронатной семьях (Социал</w:t>
            </w:r>
            <w:r>
              <w:t>ь</w:t>
            </w:r>
            <w:r>
              <w:t>ные выплаты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03 2 02 70760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Региональное единовременное пособие при ус</w:t>
            </w:r>
            <w:r>
              <w:t>ы</w:t>
            </w:r>
            <w:r>
              <w:t>новлении (удочерении) (Публичные нормативные социальные выплаты гражданам)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03 2 02 89800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детей, оставшихся без попечения родителей, нах</w:t>
            </w:r>
            <w:r>
              <w:t>о</w:t>
            </w:r>
            <w:r>
              <w:t>дящихся под опекой, попечительством, в приемных семьях, в семьях патронатных воспитателей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детей, оставшихся без попечения родителей, нах</w:t>
            </w:r>
            <w:r>
              <w:t>о</w:t>
            </w:r>
            <w:r>
              <w:t>дящихся под опекой, попечительством, в приемных семьях, в семьях патронатных воспитателей (Пу</w:t>
            </w:r>
            <w:r>
              <w:t>б</w:t>
            </w:r>
            <w:r>
              <w:t>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209 763,5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помещений детям-сиротам и детям, оставшимся без попечения родителей, лицам из их числа по догов</w:t>
            </w:r>
            <w:r>
              <w:t>о</w:t>
            </w:r>
            <w:r>
              <w:t>рам найма специализированных жилых помещений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03 2 02 </w:t>
            </w:r>
            <w:proofErr w:type="spellStart"/>
            <w:r>
              <w:t>R0820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113 456,1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помещений детям-сиротам и детям, оставшимся без попечения родителей, лицам из их числа по догов</w:t>
            </w:r>
            <w:r>
              <w:t>о</w:t>
            </w:r>
            <w:r>
              <w:t>рам найма специализированных жилых помещений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03 2 02 </w:t>
            </w:r>
            <w:proofErr w:type="spellStart"/>
            <w:r>
              <w:t>К0820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деятельности в области опеки и попечительства»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18 258,0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организации и осуществлению деятельности органов опеки и попечительства (Су</w:t>
            </w:r>
            <w:r>
              <w:t>б</w:t>
            </w:r>
            <w:r>
              <w:t>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03 2 06 42090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18 192,0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осуществление деятельности, связанной с перевозкой между субъектами Росси</w:t>
            </w:r>
            <w:r>
              <w:t>й</w:t>
            </w:r>
            <w:r>
              <w:t>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</w:t>
            </w:r>
            <w:r>
              <w:t>а</w:t>
            </w:r>
            <w:r>
              <w:t>зовательных организаций и иных организаций (Ра</w:t>
            </w:r>
            <w:r>
              <w:t>с</w:t>
            </w:r>
            <w:r>
              <w:t>ходы на выплаты персоналу казенных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proofErr w:type="gramStart"/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осуществление деятельности, связанной с перевозкой между субъектами Росси</w:t>
            </w:r>
            <w:r>
              <w:t>й</w:t>
            </w:r>
            <w:r>
              <w:t xml:space="preserve">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</w:t>
            </w:r>
            <w:r>
              <w:lastRenderedPageBreak/>
              <w:t>детей, оставшихся без попечения родителей, обр</w:t>
            </w:r>
            <w:r>
              <w:t>а</w:t>
            </w:r>
            <w:r>
              <w:t>зовательных организаций и иных организаций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  <w:proofErr w:type="gramEnd"/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10.5.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Другие вопросы в области социальной политики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81 650,4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«Совершенствование социальной защиты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81 650,4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мер социальной поддержки отдельных категорий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</w:t>
            </w:r>
            <w:r>
              <w:t>и</w:t>
            </w:r>
            <w:r>
              <w:t>альной поддержки отдельным категориям граждан»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Автоматизация процессов предоставления мер с</w:t>
            </w:r>
            <w:r>
              <w:t>о</w:t>
            </w:r>
            <w:r>
              <w:t>циальной поддержки населению (Иные закупки т</w:t>
            </w:r>
            <w:r>
              <w:t>о</w:t>
            </w:r>
            <w:r>
              <w:t>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03 1 01 70630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реализации 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80 300,4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44 957,1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7 390,4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lastRenderedPageBreak/>
              <w:t>лия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780,0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442,3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(Субсидии бюджетным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26 730,6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230 589,5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Массовый спорт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71 448,8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физической культуры, спорта и сове</w:t>
            </w:r>
            <w:r>
              <w:t>р</w:t>
            </w:r>
            <w:r>
              <w:t>шенствование молодежной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71 448,8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«Развитие физической культуры и массового спорта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71 448,8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«Организация и проведение физкультурных и спортивных массовых меропри</w:t>
            </w:r>
            <w:r>
              <w:t>я</w:t>
            </w:r>
            <w:r>
              <w:t>тий»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08 1 01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по развитию физической культуры и массового спорта (Субсидии автономным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08 1 01 71910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инфраструктуры для занятий физической культурой»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08 1 02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60 748,8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Карелия «Развитие физической культуры, спорта и совершенствование молодежной политики» (Су</w:t>
            </w:r>
            <w:r>
              <w:t>б</w:t>
            </w:r>
            <w:r>
              <w:t>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08 1 02 43230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4 600,0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 и реконструкции госуда</w:t>
            </w:r>
            <w:r>
              <w:t>р</w:t>
            </w:r>
            <w:r>
              <w:lastRenderedPageBreak/>
              <w:t>ственной и муниципальной собственности (Бю</w:t>
            </w:r>
            <w:r>
              <w:t>д</w:t>
            </w:r>
            <w:r>
              <w:t>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08 1 02 90400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08 1 02 90420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</w:t>
            </w:r>
            <w:r>
              <w:t>р</w:t>
            </w:r>
            <w:r>
              <w:t>ственной и муниципальной собственности, реализ</w:t>
            </w:r>
            <w:r>
              <w:t>у</w:t>
            </w:r>
            <w:r>
              <w:t>емые в соответствии с федеральной целевой пр</w:t>
            </w:r>
            <w:r>
              <w:t>о</w:t>
            </w:r>
            <w:r>
              <w:t>граммой «Развитие Республики Карелия на период до 2020 года»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08 1 02 90420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5 800,0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</w:t>
            </w:r>
            <w:r>
              <w:t>о</w:t>
            </w:r>
            <w:r>
              <w:t>граммы «Развитие физической культуры и спорта в Российской Федерации на 2016–2020 годы» (Су</w:t>
            </w:r>
            <w:r>
              <w:t>б</w:t>
            </w:r>
            <w:r>
              <w:t>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08 1 02 </w:t>
            </w:r>
            <w:proofErr w:type="spellStart"/>
            <w:r>
              <w:t>R4952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10 162,2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</w:t>
            </w:r>
            <w:r>
              <w:t>о</w:t>
            </w:r>
            <w:r>
              <w:t>граммы «Развитие физической культуры и спорта в Российской Федерации на 2016–2020 годы» (стро</w:t>
            </w:r>
            <w:r>
              <w:t>и</w:t>
            </w:r>
            <w:r>
              <w:t>тельство физкультурно-оздоровительного компле</w:t>
            </w:r>
            <w:r>
              <w:t>к</w:t>
            </w:r>
            <w:r>
              <w:t>са в г. Медвежьегорске) (Бюджетные инвестиции)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08 1 02 </w:t>
            </w:r>
            <w:proofErr w:type="spellStart"/>
            <w:r>
              <w:t>R4953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29 086,6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135 967,4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физической культуры, спорта и сове</w:t>
            </w:r>
            <w:r>
              <w:t>р</w:t>
            </w:r>
            <w:r>
              <w:t>шенствование молодежной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135 967,4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«Подготовка спортивного резерва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135 967,4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системы спо</w:t>
            </w:r>
            <w:r>
              <w:t>р</w:t>
            </w:r>
            <w:r>
              <w:lastRenderedPageBreak/>
              <w:t>тивной подготовки»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118 267,4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физической культуры и спорта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18 775,8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физической культуры и спорта (Субсидии автоно</w:t>
            </w:r>
            <w:r>
              <w:t>м</w:t>
            </w:r>
            <w:r>
              <w:t>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89 981,3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Реализация мероприятий федеральной целевой пр</w:t>
            </w:r>
            <w:r>
              <w:t>о</w:t>
            </w:r>
            <w:r>
              <w:t>граммы «Развитие физической культуры и спорта в Российской Федерации на 2016–2020 годы» (Су</w:t>
            </w:r>
            <w:r>
              <w:t>б</w:t>
            </w:r>
            <w:r>
              <w:t>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08 2 01 </w:t>
            </w:r>
            <w:proofErr w:type="spellStart"/>
            <w:r>
              <w:t>R4952</w:t>
            </w:r>
            <w:proofErr w:type="spell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9 510,3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«Подготовка сборных к</w:t>
            </w:r>
            <w:r>
              <w:t>о</w:t>
            </w:r>
            <w:r>
              <w:t>манд по видам спорта»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08 2 02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17 700,0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сфере спорта высших достижений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08 2 02 71920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сфере спорта высших достижений (Премии и гранты)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08 2 02 71920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Мероприятия в сфере спорта высших достижений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08 2 02 71920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16 500,0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Другие вопросы в области физической культуры и спорта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23 173,3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физической культуры, спорта и сове</w:t>
            </w:r>
            <w:r>
              <w:t>р</w:t>
            </w:r>
            <w:r>
              <w:t>шенствование молодежной политики»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23 173,3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Основное мероприятие «Обеспечение реализации </w:t>
            </w:r>
            <w:r>
              <w:lastRenderedPageBreak/>
              <w:t>государственной программы»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23 173,3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(Расходы на выплаты персоналу государстве</w:t>
            </w:r>
            <w:r>
              <w:t>н</w:t>
            </w:r>
            <w:r>
              <w:t>ных (муниципальных) органов)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18 543,6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1 014,0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Республики Кар</w:t>
            </w:r>
            <w:r>
              <w:t>е</w:t>
            </w:r>
            <w:r>
              <w:t>лия (Уплата налогов, сборов и иных платежей)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3 068,6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489,2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Услуги, связанные с обеспечением деятельности о</w:t>
            </w:r>
            <w:r>
              <w:t>р</w:t>
            </w:r>
            <w:r>
              <w:t>ганизаций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2,4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92 551,7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Телевидение и радиовещание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22 028,2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институтов гражданского общества и развитие местного самоуправления, защита прав и свобод человека и гражданина»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22 028,2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расширения доступа населения к информации, распространя</w:t>
            </w:r>
            <w:r>
              <w:t>е</w:t>
            </w:r>
            <w:r>
              <w:t>мой в средствах массовой информации в Республ</w:t>
            </w:r>
            <w:r>
              <w:t>и</w:t>
            </w:r>
            <w:r>
              <w:t>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22 028,2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«Размещение информац</w:t>
            </w:r>
            <w:r>
              <w:t>и</w:t>
            </w:r>
            <w:r>
              <w:t>онных материалов и публикация правовых актов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22 028,2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Информационное освещение деятельности органов государственной власти Республики Карелия и р</w:t>
            </w:r>
            <w:r>
              <w:t>е</w:t>
            </w:r>
            <w:r>
              <w:t>зультатов социально-экономического развития Ре</w:t>
            </w:r>
            <w:r>
              <w:t>с</w:t>
            </w:r>
            <w:r>
              <w:t>публики Карелия (Субсидии автономным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15 2 01 98700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22 028,2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Периодическая печать и издательства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70 523,5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культуры»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3 993,0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«Развитие исполнительских искусств, сохранение нематериального культурного наследия»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3 993,0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Периодические издания, учрежденные органами з</w:t>
            </w:r>
            <w:r>
              <w:t>а</w:t>
            </w:r>
            <w:r>
              <w:t>конодательной и исполнительной власти (Субсидии автономным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07 0 04 71660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3 993,0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институтов гражданского общества и развитие местного самоуправления, защита прав и свобод человека и гражданина»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66 530,5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расширения доступа населения к информации, распространя</w:t>
            </w:r>
            <w:r>
              <w:t>е</w:t>
            </w:r>
            <w:r>
              <w:t>мой в средствах массовой информации в Республ</w:t>
            </w:r>
            <w:r>
              <w:t>и</w:t>
            </w:r>
            <w:r>
              <w:lastRenderedPageBreak/>
              <w:t>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66 530,5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«Размещение информац</w:t>
            </w:r>
            <w:r>
              <w:t>и</w:t>
            </w:r>
            <w:r>
              <w:t>онных материалов и публикация правовых актов Республики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15 2 01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66 530,5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Производство и реализация печатных изданий и средств массовой информации (Субсидии автоно</w:t>
            </w:r>
            <w:r>
              <w:t>м</w:t>
            </w:r>
            <w:r>
              <w:t>ным учреждениям)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15 2 01 73800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27 785,0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Информационное освещение деятельности органов государственной власти Республики Карелия и р</w:t>
            </w:r>
            <w:r>
              <w:t>е</w:t>
            </w:r>
            <w:r>
              <w:t>зультатов социально-экономического развития Ре</w:t>
            </w:r>
            <w:r>
              <w:t>с</w:t>
            </w:r>
            <w:r>
              <w:t>публики Карелия (Субсидии автономным учрежд</w:t>
            </w:r>
            <w:r>
              <w:t>е</w:t>
            </w:r>
            <w:r>
              <w:t>ниям)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15 2 01 98700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38 745,5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Обслуживание государственного и муниципал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1 304 677,2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Обслуживание государственного внутреннего и м</w:t>
            </w:r>
            <w:r>
              <w:t>у</w:t>
            </w:r>
            <w:r>
              <w:t>ниципального долга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«Эффективное управление региональными и мун</w:t>
            </w:r>
            <w:r>
              <w:t>и</w:t>
            </w:r>
            <w:r>
              <w:t>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Подпрограмма «Организация исполнения бюджета Республики Карелия и формирование бюджетной отчетности» 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«Обеспечение своевреме</w:t>
            </w:r>
            <w:r>
              <w:t>н</w:t>
            </w:r>
            <w:r>
              <w:t>ных расчетов и выплат по обязательствам Респу</w:t>
            </w:r>
            <w:r>
              <w:t>б</w:t>
            </w:r>
            <w:r>
              <w:t>лики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Процентные платежи по государственному долгу Республики Карелия (Обслуживание государстве</w:t>
            </w:r>
            <w:r>
              <w:t>н</w:t>
            </w:r>
            <w:r>
              <w:t>ного долга субъекта Российской Федерации)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16 4 01 74110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720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14.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Межбюджетные трансферты общего характера бюджетам бюджетной системы Российской Ф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дерации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942 240,0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14.1.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Дотации на выравнивание бюджетной обеспеченн</w:t>
            </w:r>
            <w:r>
              <w:t>о</w:t>
            </w:r>
            <w:r>
              <w:t>сти субъектов Российской Федерации и муниц</w:t>
            </w:r>
            <w:r>
              <w:t>и</w:t>
            </w:r>
            <w:r>
              <w:t>пальных образований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«Эффективное управление региональными и мун</w:t>
            </w:r>
            <w:r>
              <w:t>и</w:t>
            </w:r>
            <w:r>
              <w:t>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повышения результативности бюджетных расходов»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«Выравнивание бюджетной обеспеченности муниципальных образований»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Дотация на выравнивание бюджетной обеспеченн</w:t>
            </w:r>
            <w:r>
              <w:t>о</w:t>
            </w:r>
            <w:r>
              <w:t>сти муниципальных районов (городских округов) (Дотации)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16 3 01 41010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14.2.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Иные дотации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«Эффективное управление региональными и мун</w:t>
            </w:r>
            <w:r>
              <w:t>и</w:t>
            </w:r>
            <w:r>
              <w:t>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повышения результативности бюджетных расходов»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«Поддержка мер по обесп</w:t>
            </w:r>
            <w:r>
              <w:t>е</w:t>
            </w:r>
            <w:r>
              <w:t>чению сбалансированности местных бюджетов»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Дотация на поддержку мер по обеспечению сбала</w:t>
            </w:r>
            <w:r>
              <w:t>н</w:t>
            </w:r>
            <w:r>
              <w:t>сированности бюджетов муниципальных образов</w:t>
            </w:r>
            <w:r>
              <w:t>а</w:t>
            </w:r>
            <w:r>
              <w:t>ний (Дотации)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16 3 02 41020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14.3.</w:t>
            </w: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102C60">
            <w:pPr>
              <w:rPr>
                <w:sz w:val="24"/>
                <w:szCs w:val="24"/>
              </w:rPr>
            </w:pPr>
            <w:r>
              <w:t>Прочие межбюджетные трансферты общего хара</w:t>
            </w:r>
            <w:r>
              <w:t>к</w:t>
            </w:r>
            <w:r>
              <w:lastRenderedPageBreak/>
              <w:t>тера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264 000,0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«Экономическое развитие и инновационная экон</w:t>
            </w:r>
            <w:r>
              <w:t>о</w:t>
            </w:r>
            <w:r>
              <w:t>мика»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«Совершенствование государстве</w:t>
            </w:r>
            <w:r>
              <w:t>н</w:t>
            </w:r>
            <w:r>
              <w:t>ного и муниципального управления»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«Повышение доступности государственных и муниципальных услуг и эффе</w:t>
            </w:r>
            <w:r>
              <w:t>к</w:t>
            </w:r>
            <w:r>
              <w:t>тивности деятельности органов государственной власти и местного самоуправления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 xml:space="preserve">Поощрение </w:t>
            </w:r>
            <w:proofErr w:type="gramStart"/>
            <w:r>
              <w:t>достижения наилучших значений пок</w:t>
            </w:r>
            <w:r>
              <w:t>а</w:t>
            </w:r>
            <w:r>
              <w:t>зателей деятельности органов местного самоупра</w:t>
            </w:r>
            <w:r>
              <w:t>в</w:t>
            </w:r>
            <w:r>
              <w:t>ления городских округов</w:t>
            </w:r>
            <w:proofErr w:type="gramEnd"/>
            <w:r>
              <w:t xml:space="preserve"> и муниципальных районов (Иные межбюджетные трансферты)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09 4 01 44020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«Развитие институтов гражданского общества и развитие местного самоуправления, защита прав и свобод человека и гражданина»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78 400,0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«Содействие развитию муниципал</w:t>
            </w:r>
            <w:r>
              <w:t>ь</w:t>
            </w:r>
            <w:r>
              <w:t>ной службы, территориального общественного с</w:t>
            </w:r>
            <w:r>
              <w:t>а</w:t>
            </w:r>
            <w:r>
              <w:t>моуправления и иных форм осуществления местн</w:t>
            </w:r>
            <w:r>
              <w:t>о</w:t>
            </w:r>
            <w:r>
              <w:t>го самоуправления в Республике Карелия»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15 4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78 400,0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«Стимулирование гражда</w:t>
            </w:r>
            <w:r>
              <w:t>н</w:t>
            </w:r>
            <w:r>
              <w:t>ской инициативы, развитие форм осуществления местного самоуправления»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15 4 01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53 400,0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поддержку мес</w:t>
            </w:r>
            <w:r>
              <w:t>т</w:t>
            </w:r>
            <w:r>
              <w:t>ных инициатив граждан, проживающих в муниц</w:t>
            </w:r>
            <w:r>
              <w:t>и</w:t>
            </w:r>
            <w:r>
              <w:lastRenderedPageBreak/>
              <w:t>пальных образованиях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lastRenderedPageBreak/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15 4 01 43140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50 000,0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Поддержка развития территориального обществе</w:t>
            </w:r>
            <w:r>
              <w:t>н</w:t>
            </w:r>
            <w:r>
              <w:t>ного самоуправления (Иные межбюджетные тран</w:t>
            </w:r>
            <w:r>
              <w:t>с</w:t>
            </w:r>
            <w:r>
              <w:t>ферты)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15 4 01 44070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102C60">
            <w:pPr>
              <w:rPr>
                <w:sz w:val="24"/>
                <w:szCs w:val="24"/>
              </w:rPr>
            </w:pPr>
            <w:r>
              <w:t>Основное мероприятие «Проведение мероприятий по социально-экономическому развитию террит</w:t>
            </w:r>
            <w:r>
              <w:t>о</w:t>
            </w:r>
            <w:r>
              <w:t>рий»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15 4 02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подготовку к пр</w:t>
            </w:r>
            <w:r>
              <w:t>о</w:t>
            </w:r>
            <w:r>
              <w:t>ведению Дня Республики Карелия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15 4 02 43190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Государственная программа Республики Карелия «Эффективное управление региональными и мун</w:t>
            </w:r>
            <w:r>
              <w:t>и</w:t>
            </w:r>
            <w:r>
              <w:t>ципальными финансами»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180 600,0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Подпрограмма «Создание условий для повышения результативности бюджетных расходов»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180 600,0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«Выравнивание бюджетной обеспеченности муниципальных образований»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16 3 01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28 224,0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расчету и предоставлению д</w:t>
            </w:r>
            <w:r>
              <w:t>о</w:t>
            </w:r>
            <w:r>
              <w:t>таций на выравнивание бюджетной обеспеченности бюджетам поселений (Субвенции)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16 3 01 42150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28 224,0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Основное мероприятие «Поддержка мер по обесп</w:t>
            </w:r>
            <w:r>
              <w:t>е</w:t>
            </w:r>
            <w:r>
              <w:t>чению сбалансированности местных бюджетов»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16 3 02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152 376,0</w:t>
            </w:r>
          </w:p>
        </w:tc>
      </w:tr>
      <w:tr w:rsidR="00E62FF6" w:rsidTr="00102C60">
        <w:trPr>
          <w:trHeight w:val="1498"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Карелия «Эффективное управление региональными и муниципальными финансами» (Субсидии)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16 3 02 43170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62FF6" w:rsidRDefault="00E62FF6" w:rsidP="00552114">
            <w:pPr>
              <w:jc w:val="right"/>
              <w:rPr>
                <w:sz w:val="24"/>
                <w:szCs w:val="24"/>
              </w:rPr>
            </w:pPr>
            <w:r>
              <w:t>152 376,0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37 266 070,1</w:t>
            </w: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2FF6" w:rsidTr="00E62FF6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2FF6" w:rsidRDefault="00E62FF6" w:rsidP="0055211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6D5E" w:rsidRPr="00E62FF6" w:rsidRDefault="00AA6D5E" w:rsidP="00E62FF6">
      <w:bookmarkStart w:id="0" w:name="_GoBack"/>
      <w:bookmarkEnd w:id="0"/>
    </w:p>
    <w:sectPr w:rsidR="00AA6D5E" w:rsidRPr="00E62FF6" w:rsidSect="00102C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561" w:bottom="561" w:left="11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FF6" w:rsidRDefault="00E62FF6" w:rsidP="00E12559">
      <w:r>
        <w:separator/>
      </w:r>
    </w:p>
  </w:endnote>
  <w:endnote w:type="continuationSeparator" w:id="0">
    <w:p w:rsidR="00E62FF6" w:rsidRDefault="00E62FF6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FF6" w:rsidRDefault="00E62FF6" w:rsidP="00E12559">
      <w:r>
        <w:separator/>
      </w:r>
    </w:p>
  </w:footnote>
  <w:footnote w:type="continuationSeparator" w:id="0">
    <w:p w:rsidR="00E62FF6" w:rsidRDefault="00E62FF6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F6" w:rsidRDefault="00E62FF6" w:rsidP="0059633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24EB" w:rsidRDefault="00B224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FF6" w:rsidRDefault="00E62FF6" w:rsidP="00596338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912F8">
      <w:rPr>
        <w:rStyle w:val="a9"/>
        <w:noProof/>
      </w:rPr>
      <w:t>138</w:t>
    </w:r>
    <w:r>
      <w:rPr>
        <w:rStyle w:val="a9"/>
      </w:rPr>
      <w:fldChar w:fldCharType="end"/>
    </w:r>
  </w:p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9912F8">
        <w:pPr>
          <w:pStyle w:val="a3"/>
          <w:jc w:val="center"/>
        </w:pPr>
      </w:p>
    </w:sdtContent>
  </w:sdt>
  <w:p w:rsidR="00E12559" w:rsidRDefault="00E1255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B68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4A6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C7B68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2C60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50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2EB7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D88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9E4"/>
    <w:rsid w:val="00302FCF"/>
    <w:rsid w:val="0030435C"/>
    <w:rsid w:val="0030657B"/>
    <w:rsid w:val="003100A1"/>
    <w:rsid w:val="00312710"/>
    <w:rsid w:val="00314E83"/>
    <w:rsid w:val="003174E3"/>
    <w:rsid w:val="003216D6"/>
    <w:rsid w:val="003238E2"/>
    <w:rsid w:val="003256CE"/>
    <w:rsid w:val="0032581D"/>
    <w:rsid w:val="003271E7"/>
    <w:rsid w:val="0033150E"/>
    <w:rsid w:val="00331659"/>
    <w:rsid w:val="00334544"/>
    <w:rsid w:val="003351E5"/>
    <w:rsid w:val="00335DE0"/>
    <w:rsid w:val="00337C1F"/>
    <w:rsid w:val="00342DF9"/>
    <w:rsid w:val="00345A2E"/>
    <w:rsid w:val="00346DDD"/>
    <w:rsid w:val="00350378"/>
    <w:rsid w:val="003505CD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2D4F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27A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87EF0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295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0FC4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A49"/>
    <w:rsid w:val="00566C6E"/>
    <w:rsid w:val="00573AAD"/>
    <w:rsid w:val="00576271"/>
    <w:rsid w:val="005822F5"/>
    <w:rsid w:val="0058231D"/>
    <w:rsid w:val="00582CD5"/>
    <w:rsid w:val="00582EA9"/>
    <w:rsid w:val="0058527C"/>
    <w:rsid w:val="00592CD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4AC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0DFF"/>
    <w:rsid w:val="007E47F7"/>
    <w:rsid w:val="007E73D7"/>
    <w:rsid w:val="007F0986"/>
    <w:rsid w:val="007F181A"/>
    <w:rsid w:val="007F364B"/>
    <w:rsid w:val="007F6571"/>
    <w:rsid w:val="007F74FB"/>
    <w:rsid w:val="007F7AE4"/>
    <w:rsid w:val="00800F33"/>
    <w:rsid w:val="00802301"/>
    <w:rsid w:val="008023C3"/>
    <w:rsid w:val="00803278"/>
    <w:rsid w:val="0080365C"/>
    <w:rsid w:val="008054F3"/>
    <w:rsid w:val="008065F8"/>
    <w:rsid w:val="008071D4"/>
    <w:rsid w:val="0081020C"/>
    <w:rsid w:val="008125C3"/>
    <w:rsid w:val="008131E3"/>
    <w:rsid w:val="0082670F"/>
    <w:rsid w:val="00827414"/>
    <w:rsid w:val="008319C2"/>
    <w:rsid w:val="00832136"/>
    <w:rsid w:val="00832BB9"/>
    <w:rsid w:val="00834867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16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6BDA"/>
    <w:rsid w:val="0090029A"/>
    <w:rsid w:val="00905A7C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143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2F8"/>
    <w:rsid w:val="009919FD"/>
    <w:rsid w:val="00993AE9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A7D4D"/>
    <w:rsid w:val="009B2C21"/>
    <w:rsid w:val="009B3F94"/>
    <w:rsid w:val="009C3E30"/>
    <w:rsid w:val="009C5EED"/>
    <w:rsid w:val="009C61D4"/>
    <w:rsid w:val="009C75D7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17D4D"/>
    <w:rsid w:val="00A214EE"/>
    <w:rsid w:val="00A275D9"/>
    <w:rsid w:val="00A30A64"/>
    <w:rsid w:val="00A30EAD"/>
    <w:rsid w:val="00A32516"/>
    <w:rsid w:val="00A34D71"/>
    <w:rsid w:val="00A351B9"/>
    <w:rsid w:val="00A3618A"/>
    <w:rsid w:val="00A378F4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6D5E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4DA3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24EB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58A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2911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51E0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30C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03E0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3DCD"/>
    <w:rsid w:val="00D05623"/>
    <w:rsid w:val="00D07F93"/>
    <w:rsid w:val="00D161E5"/>
    <w:rsid w:val="00D16527"/>
    <w:rsid w:val="00D16D6A"/>
    <w:rsid w:val="00D17666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34E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4CCC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4A23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2FF6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9A6"/>
    <w:rsid w:val="00EC1C71"/>
    <w:rsid w:val="00EC2ECB"/>
    <w:rsid w:val="00EC51BA"/>
    <w:rsid w:val="00EC54CC"/>
    <w:rsid w:val="00ED04C3"/>
    <w:rsid w:val="00ED1299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032C"/>
    <w:rsid w:val="00F014C4"/>
    <w:rsid w:val="00F0154D"/>
    <w:rsid w:val="00F01E94"/>
    <w:rsid w:val="00F02592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F04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23"/>
  </w:style>
  <w:style w:type="paragraph" w:styleId="1">
    <w:name w:val="heading 1"/>
    <w:basedOn w:val="a"/>
    <w:next w:val="a"/>
    <w:link w:val="10"/>
    <w:uiPriority w:val="9"/>
    <w:qFormat/>
    <w:rsid w:val="00D05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623"/>
  </w:style>
  <w:style w:type="paragraph" w:styleId="a5">
    <w:name w:val="footer"/>
    <w:basedOn w:val="a"/>
    <w:link w:val="a6"/>
    <w:uiPriority w:val="99"/>
    <w:semiHidden/>
    <w:unhideWhenUsed/>
    <w:rsid w:val="00D05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5623"/>
  </w:style>
  <w:style w:type="character" w:customStyle="1" w:styleId="10">
    <w:name w:val="Заголовок 1 Знак"/>
    <w:basedOn w:val="a0"/>
    <w:link w:val="1"/>
    <w:uiPriority w:val="9"/>
    <w:rsid w:val="00D0562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7">
    <w:name w:val="Hyperlink"/>
    <w:basedOn w:val="a0"/>
    <w:uiPriority w:val="99"/>
    <w:semiHidden/>
    <w:unhideWhenUsed/>
    <w:rsid w:val="00E62FF6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62FF6"/>
    <w:rPr>
      <w:color w:val="800080"/>
      <w:u w:val="single"/>
    </w:rPr>
  </w:style>
  <w:style w:type="paragraph" w:customStyle="1" w:styleId="xl63">
    <w:name w:val="xl63"/>
    <w:basedOn w:val="a"/>
    <w:rsid w:val="00E62FF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rsid w:val="00E62FF6"/>
    <w:pP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66">
    <w:name w:val="xl66"/>
    <w:basedOn w:val="a"/>
    <w:rsid w:val="00E62FF6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E62FF6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E62FF6"/>
    <w:pPr>
      <w:spacing w:before="100" w:beforeAutospacing="1" w:after="100" w:afterAutospacing="1"/>
      <w:jc w:val="center"/>
      <w:textAlignment w:val="center"/>
    </w:pPr>
    <w:rPr>
      <w:rFonts w:eastAsia="Times New Roman"/>
      <w:color w:val="FFFFFF"/>
      <w:sz w:val="52"/>
      <w:szCs w:val="52"/>
      <w:lang w:eastAsia="ru-RU"/>
    </w:rPr>
  </w:style>
  <w:style w:type="paragraph" w:customStyle="1" w:styleId="xl69">
    <w:name w:val="xl69"/>
    <w:basedOn w:val="a"/>
    <w:rsid w:val="00E62FF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2"/>
      <w:szCs w:val="22"/>
      <w:lang w:eastAsia="ru-RU"/>
    </w:rPr>
  </w:style>
  <w:style w:type="paragraph" w:customStyle="1" w:styleId="xl70">
    <w:name w:val="xl70"/>
    <w:basedOn w:val="a"/>
    <w:rsid w:val="00E62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1">
    <w:name w:val="xl71"/>
    <w:basedOn w:val="a"/>
    <w:rsid w:val="00E62FF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2">
    <w:name w:val="xl72"/>
    <w:basedOn w:val="a"/>
    <w:rsid w:val="00E6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3">
    <w:name w:val="xl73"/>
    <w:basedOn w:val="a"/>
    <w:rsid w:val="00E62FF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4">
    <w:name w:val="xl74"/>
    <w:basedOn w:val="a"/>
    <w:rsid w:val="00E62F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5">
    <w:name w:val="xl75"/>
    <w:basedOn w:val="a"/>
    <w:rsid w:val="00E6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6">
    <w:name w:val="xl76"/>
    <w:basedOn w:val="a"/>
    <w:rsid w:val="00E62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7">
    <w:name w:val="xl77"/>
    <w:basedOn w:val="a"/>
    <w:rsid w:val="00E62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8">
    <w:name w:val="xl78"/>
    <w:basedOn w:val="a"/>
    <w:rsid w:val="00E62FF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9">
    <w:name w:val="xl79"/>
    <w:basedOn w:val="a"/>
    <w:rsid w:val="00E62FF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62FF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62FF6"/>
    <w:pPr>
      <w:pBdr>
        <w:top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2">
    <w:name w:val="xl82"/>
    <w:basedOn w:val="a"/>
    <w:rsid w:val="00E62FF6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62FF6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62FF6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E62FF6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E62FF6"/>
    <w:pPr>
      <w:shd w:val="clear" w:color="000000" w:fill="FFFF00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E62FF6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E62FF6"/>
    <w:pP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E62FF6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E62FF6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E62FF6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E62FF6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62FF6"/>
    <w:pPr>
      <w:spacing w:before="100" w:beforeAutospacing="1" w:after="100" w:afterAutospacing="1"/>
    </w:pPr>
    <w:rPr>
      <w:rFonts w:eastAsia="Times New Roman"/>
      <w:sz w:val="22"/>
      <w:szCs w:val="22"/>
      <w:lang w:eastAsia="ru-RU"/>
    </w:rPr>
  </w:style>
  <w:style w:type="paragraph" w:customStyle="1" w:styleId="xl94">
    <w:name w:val="xl94"/>
    <w:basedOn w:val="a"/>
    <w:rsid w:val="00E62F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5">
    <w:name w:val="xl95"/>
    <w:basedOn w:val="a"/>
    <w:rsid w:val="00E62F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6">
    <w:name w:val="xl96"/>
    <w:basedOn w:val="a"/>
    <w:rsid w:val="00E62F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7">
    <w:name w:val="xl97"/>
    <w:basedOn w:val="a"/>
    <w:rsid w:val="00E62F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8">
    <w:name w:val="xl98"/>
    <w:basedOn w:val="a"/>
    <w:rsid w:val="00E62FF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99">
    <w:name w:val="xl99"/>
    <w:basedOn w:val="a"/>
    <w:rsid w:val="00E62FF6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0">
    <w:name w:val="xl100"/>
    <w:basedOn w:val="a"/>
    <w:rsid w:val="00E62FF6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101">
    <w:name w:val="xl101"/>
    <w:basedOn w:val="a"/>
    <w:rsid w:val="00E62FF6"/>
    <w:pPr>
      <w:spacing w:before="100" w:beforeAutospacing="1" w:after="100" w:afterAutospacing="1"/>
      <w:jc w:val="right"/>
    </w:pPr>
    <w:rPr>
      <w:rFonts w:eastAsia="Times New Roman"/>
      <w:b/>
      <w:bCs/>
      <w:sz w:val="22"/>
      <w:szCs w:val="22"/>
      <w:lang w:eastAsia="ru-RU"/>
    </w:rPr>
  </w:style>
  <w:style w:type="paragraph" w:customStyle="1" w:styleId="xl102">
    <w:name w:val="xl102"/>
    <w:basedOn w:val="a"/>
    <w:rsid w:val="00E62FF6"/>
    <w:pPr>
      <w:spacing w:before="100" w:beforeAutospacing="1" w:after="100" w:afterAutospacing="1"/>
      <w:jc w:val="right"/>
    </w:pPr>
    <w:rPr>
      <w:rFonts w:eastAsia="Times New Roman"/>
      <w:b/>
      <w:bCs/>
      <w:lang w:eastAsia="ru-RU"/>
    </w:rPr>
  </w:style>
  <w:style w:type="paragraph" w:customStyle="1" w:styleId="xl103">
    <w:name w:val="xl103"/>
    <w:basedOn w:val="a"/>
    <w:rsid w:val="00E62FF6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E62FF6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character" w:styleId="a9">
    <w:name w:val="page number"/>
    <w:basedOn w:val="a0"/>
    <w:uiPriority w:val="99"/>
    <w:semiHidden/>
    <w:unhideWhenUsed/>
    <w:rsid w:val="00E62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hyurri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29</TotalTime>
  <Pages>139</Pages>
  <Words>27906</Words>
  <Characters>159065</Characters>
  <Application>Microsoft Office Word</Application>
  <DocSecurity>0</DocSecurity>
  <Lines>1325</Lines>
  <Paragraphs>373</Paragraphs>
  <ScaleCrop>false</ScaleCrop>
  <Company>krista</Company>
  <LinksUpToDate>false</LinksUpToDate>
  <CharactersWithSpaces>186598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Khyurri</dc:creator>
  <cp:lastModifiedBy>Юлия В. Карпычева</cp:lastModifiedBy>
  <cp:revision>11</cp:revision>
  <dcterms:created xsi:type="dcterms:W3CDTF">2017-12-08T12:37:00Z</dcterms:created>
  <dcterms:modified xsi:type="dcterms:W3CDTF">2017-12-12T12:28:00Z</dcterms:modified>
</cp:coreProperties>
</file>